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E3" w:rsidRDefault="00232E39" w:rsidP="000952DC">
      <w:pPr>
        <w:widowControl w:val="0"/>
        <w:spacing w:line="360" w:lineRule="auto"/>
        <w:rPr>
          <w:rFonts w:cs="Arial"/>
          <w:b/>
          <w:color w:val="000000"/>
          <w:sz w:val="22"/>
          <w:szCs w:val="22"/>
        </w:rPr>
      </w:pPr>
      <w:r>
        <w:rPr>
          <w:rFonts w:cs="Arial"/>
          <w:b/>
          <w:sz w:val="28"/>
        </w:rPr>
        <w:t xml:space="preserve">Bosch </w:t>
      </w:r>
      <w:proofErr w:type="spellStart"/>
      <w:r>
        <w:rPr>
          <w:rFonts w:cs="Arial"/>
          <w:b/>
          <w:sz w:val="28"/>
        </w:rPr>
        <w:t>Health</w:t>
      </w:r>
      <w:proofErr w:type="spellEnd"/>
      <w:r>
        <w:rPr>
          <w:rFonts w:cs="Arial"/>
          <w:b/>
          <w:sz w:val="28"/>
        </w:rPr>
        <w:t xml:space="preserve"> Campus: Neues Zentrum für patientenorientierte Spitzenmedizin in Stuttgart</w:t>
      </w:r>
    </w:p>
    <w:p w:rsidR="00232E39" w:rsidRDefault="00232E39" w:rsidP="0083402C">
      <w:pPr>
        <w:pStyle w:val="NurText"/>
        <w:spacing w:line="360" w:lineRule="auto"/>
        <w:contextualSpacing/>
        <w:rPr>
          <w:sz w:val="22"/>
          <w:szCs w:val="22"/>
        </w:rPr>
      </w:pPr>
    </w:p>
    <w:p w:rsidR="00BF3A2D" w:rsidRDefault="00232E39" w:rsidP="00BF3A2D">
      <w:pPr>
        <w:pStyle w:val="Listenabsatz"/>
        <w:numPr>
          <w:ilvl w:val="0"/>
          <w:numId w:val="14"/>
        </w:numPr>
        <w:spacing w:after="120" w:line="360" w:lineRule="auto"/>
        <w:ind w:left="357" w:hanging="357"/>
        <w:contextualSpacing w:val="0"/>
        <w:rPr>
          <w:rFonts w:cs="Arial"/>
          <w:b/>
          <w:sz w:val="22"/>
          <w:szCs w:val="22"/>
        </w:rPr>
      </w:pPr>
      <w:r w:rsidRPr="00BF3A2D">
        <w:rPr>
          <w:rFonts w:cs="Arial"/>
          <w:b/>
          <w:sz w:val="22"/>
          <w:szCs w:val="22"/>
        </w:rPr>
        <w:t xml:space="preserve">Robert-Bosch-Krankenhaus (RBK), Klinik Schillerhöhe (KSH), Dr. Margarete Fischer-Bosch-Institut für klinische Pharmakologie (IKP), Robert Bosch </w:t>
      </w:r>
      <w:r w:rsidRPr="00232E39">
        <w:rPr>
          <w:rFonts w:cs="Arial"/>
          <w:b/>
          <w:sz w:val="22"/>
          <w:szCs w:val="22"/>
        </w:rPr>
        <w:t>Centrum für Tumorerkrankungen (RBCT) und Irmgard-Bosch-Bildungszentrum künftig an einem Ort</w:t>
      </w:r>
    </w:p>
    <w:p w:rsidR="00232E39" w:rsidRPr="00BF3A2D" w:rsidRDefault="00232E39" w:rsidP="00BF3A2D">
      <w:pPr>
        <w:pStyle w:val="Listenabsatz"/>
        <w:numPr>
          <w:ilvl w:val="0"/>
          <w:numId w:val="14"/>
        </w:numPr>
        <w:spacing w:after="120" w:line="360" w:lineRule="auto"/>
        <w:ind w:left="357" w:hanging="357"/>
        <w:contextualSpacing w:val="0"/>
        <w:rPr>
          <w:rFonts w:cs="Arial"/>
          <w:b/>
          <w:sz w:val="22"/>
          <w:szCs w:val="22"/>
        </w:rPr>
      </w:pPr>
      <w:r w:rsidRPr="00BF3A2D">
        <w:rPr>
          <w:rFonts w:cs="Arial"/>
          <w:b/>
          <w:sz w:val="22"/>
          <w:szCs w:val="22"/>
        </w:rPr>
        <w:t xml:space="preserve">Bündelung von Behandlung, Forschung und Bildung zum Wohle der Patienten </w:t>
      </w:r>
    </w:p>
    <w:p w:rsidR="00232E39" w:rsidRPr="00096C23" w:rsidRDefault="00232E39" w:rsidP="00232E39">
      <w:pPr>
        <w:pStyle w:val="Listenabsatz"/>
        <w:numPr>
          <w:ilvl w:val="0"/>
          <w:numId w:val="14"/>
        </w:numPr>
        <w:spacing w:after="120" w:line="360" w:lineRule="auto"/>
        <w:ind w:left="357" w:hanging="357"/>
        <w:contextualSpacing w:val="0"/>
        <w:rPr>
          <w:b/>
          <w:sz w:val="21"/>
          <w:szCs w:val="21"/>
        </w:rPr>
      </w:pPr>
      <w:r w:rsidRPr="00096C23">
        <w:rPr>
          <w:b/>
          <w:sz w:val="21"/>
          <w:szCs w:val="21"/>
        </w:rPr>
        <w:t>Fachliche Schwerpunkte: Krebs- und Herz</w:t>
      </w:r>
      <w:r w:rsidR="0071088D">
        <w:rPr>
          <w:b/>
          <w:sz w:val="21"/>
          <w:szCs w:val="21"/>
        </w:rPr>
        <w:t>-K</w:t>
      </w:r>
      <w:r w:rsidRPr="00096C23">
        <w:rPr>
          <w:b/>
          <w:sz w:val="21"/>
          <w:szCs w:val="21"/>
        </w:rPr>
        <w:t>reislauf-Medizin</w:t>
      </w:r>
    </w:p>
    <w:p w:rsidR="00232E39" w:rsidRPr="00096C23" w:rsidRDefault="00232E39" w:rsidP="00232E39">
      <w:pPr>
        <w:pStyle w:val="Listenabsatz"/>
        <w:numPr>
          <w:ilvl w:val="0"/>
          <w:numId w:val="14"/>
        </w:numPr>
        <w:spacing w:after="120" w:line="360" w:lineRule="auto"/>
        <w:ind w:left="357" w:hanging="357"/>
        <w:contextualSpacing w:val="0"/>
        <w:rPr>
          <w:b/>
          <w:sz w:val="21"/>
          <w:szCs w:val="21"/>
        </w:rPr>
      </w:pPr>
      <w:r>
        <w:rPr>
          <w:b/>
          <w:sz w:val="21"/>
          <w:szCs w:val="21"/>
        </w:rPr>
        <w:t>Weichenstellung für Wachstum –</w:t>
      </w:r>
      <w:r w:rsidRPr="00096C23">
        <w:rPr>
          <w:b/>
          <w:sz w:val="21"/>
          <w:szCs w:val="21"/>
        </w:rPr>
        <w:t xml:space="preserve"> Investitionsvolumen von mehr </w:t>
      </w:r>
      <w:r>
        <w:rPr>
          <w:b/>
          <w:sz w:val="21"/>
          <w:szCs w:val="21"/>
        </w:rPr>
        <w:t>als 600 Millionen Euro bis 2025</w:t>
      </w:r>
    </w:p>
    <w:p w:rsidR="00232E39" w:rsidRPr="00516A5C" w:rsidRDefault="00232E39" w:rsidP="00232E39">
      <w:pPr>
        <w:pStyle w:val="Listenabsatz"/>
        <w:numPr>
          <w:ilvl w:val="0"/>
          <w:numId w:val="14"/>
        </w:numPr>
        <w:spacing w:after="120" w:line="360" w:lineRule="auto"/>
        <w:ind w:left="357" w:hanging="357"/>
        <w:contextualSpacing w:val="0"/>
        <w:rPr>
          <w:b/>
          <w:sz w:val="21"/>
          <w:szCs w:val="21"/>
        </w:rPr>
      </w:pPr>
      <w:r w:rsidRPr="00516A5C">
        <w:rPr>
          <w:b/>
          <w:sz w:val="21"/>
          <w:szCs w:val="21"/>
        </w:rPr>
        <w:t>Robert Bosch Stiftung trägt rund 250 Millionen Euro – Größtes Einzelprojekt in der Geschichte der Stiftung</w:t>
      </w:r>
      <w:r>
        <w:rPr>
          <w:b/>
          <w:sz w:val="21"/>
          <w:szCs w:val="21"/>
        </w:rPr>
        <w:br/>
      </w:r>
    </w:p>
    <w:p w:rsidR="00232E39" w:rsidRPr="00784B6D" w:rsidRDefault="00232E39" w:rsidP="00C206C2">
      <w:pPr>
        <w:pStyle w:val="NurText"/>
        <w:spacing w:line="360" w:lineRule="auto"/>
        <w:contextualSpacing/>
        <w:rPr>
          <w:rFonts w:cs="Times New Roman"/>
          <w:sz w:val="22"/>
          <w:szCs w:val="22"/>
          <w:lang w:eastAsia="de-DE"/>
        </w:rPr>
      </w:pPr>
      <w:r w:rsidRPr="00DB1467">
        <w:rPr>
          <w:sz w:val="22"/>
          <w:szCs w:val="22"/>
        </w:rPr>
        <w:t xml:space="preserve">Stuttgart – Am heutigen Standort des </w:t>
      </w:r>
      <w:r w:rsidR="0088169D">
        <w:rPr>
          <w:sz w:val="22"/>
          <w:szCs w:val="22"/>
        </w:rPr>
        <w:t>Robert-Bosch-Krankenhauses</w:t>
      </w:r>
      <w:r w:rsidRPr="00DB1467">
        <w:rPr>
          <w:sz w:val="22"/>
          <w:szCs w:val="22"/>
        </w:rPr>
        <w:t xml:space="preserve"> am Burgholzhof entsteht </w:t>
      </w:r>
      <w:r w:rsidR="0089416D">
        <w:rPr>
          <w:sz w:val="22"/>
          <w:szCs w:val="22"/>
        </w:rPr>
        <w:t xml:space="preserve">bis 2025 der </w:t>
      </w:r>
      <w:r w:rsidRPr="00DB1467">
        <w:rPr>
          <w:sz w:val="22"/>
          <w:szCs w:val="22"/>
        </w:rPr>
        <w:t xml:space="preserve">Bosch </w:t>
      </w:r>
      <w:proofErr w:type="spellStart"/>
      <w:r w:rsidRPr="00DB1467">
        <w:rPr>
          <w:sz w:val="22"/>
          <w:szCs w:val="22"/>
        </w:rPr>
        <w:t>Heal</w:t>
      </w:r>
      <w:r w:rsidR="0089416D">
        <w:rPr>
          <w:sz w:val="22"/>
          <w:szCs w:val="22"/>
        </w:rPr>
        <w:t>th</w:t>
      </w:r>
      <w:proofErr w:type="spellEnd"/>
      <w:r w:rsidR="0089416D">
        <w:rPr>
          <w:sz w:val="22"/>
          <w:szCs w:val="22"/>
        </w:rPr>
        <w:t xml:space="preserve"> Campus</w:t>
      </w:r>
      <w:r w:rsidRPr="00DB1467">
        <w:rPr>
          <w:sz w:val="22"/>
          <w:szCs w:val="22"/>
        </w:rPr>
        <w:t xml:space="preserve"> – Stuttga</w:t>
      </w:r>
      <w:r w:rsidR="00F537ED">
        <w:rPr>
          <w:sz w:val="22"/>
          <w:szCs w:val="22"/>
        </w:rPr>
        <w:t>rts neues Zentrum für patienten</w:t>
      </w:r>
      <w:r w:rsidRPr="00DB1467">
        <w:rPr>
          <w:sz w:val="22"/>
          <w:szCs w:val="22"/>
        </w:rPr>
        <w:t xml:space="preserve">orientierte Spitzenmedizin mit den drei Schwerpunkten Behandlung, Forschung und Bildung. In den Bosch </w:t>
      </w:r>
      <w:proofErr w:type="spellStart"/>
      <w:r w:rsidRPr="00DB1467">
        <w:rPr>
          <w:sz w:val="22"/>
          <w:szCs w:val="22"/>
        </w:rPr>
        <w:t>Health</w:t>
      </w:r>
      <w:proofErr w:type="spellEnd"/>
      <w:r w:rsidRPr="00DB1467">
        <w:rPr>
          <w:sz w:val="22"/>
          <w:szCs w:val="22"/>
        </w:rPr>
        <w:t xml:space="preserve"> Campus werden neb</w:t>
      </w:r>
      <w:r w:rsidR="005B4947">
        <w:rPr>
          <w:sz w:val="22"/>
          <w:szCs w:val="22"/>
        </w:rPr>
        <w:t>en dem Robert-Bosch-Krankenhaus</w:t>
      </w:r>
      <w:r w:rsidRPr="00DB1467">
        <w:rPr>
          <w:sz w:val="22"/>
          <w:szCs w:val="22"/>
        </w:rPr>
        <w:t xml:space="preserve"> das Dr. Margarete Fischer-Bosch-Institut für klinische Pharmakologie, das Robert Bosch Centrum für Tumorerkrankungen und das Irmgard-Bosch-Bildungszentrum sowie die Lungenfachklinik Schillerhöhe integriert. Für die Klinik Schillerhöhe wird in den kommenden Jahren ein eigenes neues Gebäude errichtet. Außerdem </w:t>
      </w:r>
      <w:r w:rsidR="000D259F">
        <w:rPr>
          <w:sz w:val="22"/>
          <w:szCs w:val="22"/>
        </w:rPr>
        <w:t>werden</w:t>
      </w:r>
      <w:r w:rsidRPr="00DB1467">
        <w:rPr>
          <w:sz w:val="22"/>
          <w:szCs w:val="22"/>
        </w:rPr>
        <w:t xml:space="preserve"> ein Bettenhaus (inklusive Funktionseinrichtungen und Reha) und ein zentraler Operationsbereich</w:t>
      </w:r>
      <w:r w:rsidR="000D259F">
        <w:rPr>
          <w:sz w:val="22"/>
          <w:szCs w:val="22"/>
        </w:rPr>
        <w:t xml:space="preserve"> entstehen</w:t>
      </w:r>
      <w:r w:rsidRPr="00DB1467">
        <w:rPr>
          <w:sz w:val="22"/>
          <w:szCs w:val="22"/>
        </w:rPr>
        <w:t xml:space="preserve">. Das Investitionsvolumen beträgt insgesamt mehr als 600 Millionen Euro. Der Träger des Krankenhauses, die Robert Bosch Stiftung GmbH, stellt für Bauten und Ausstattung rund 250 Millionen Euro zur </w:t>
      </w:r>
      <w:r w:rsidRPr="00DB1467">
        <w:rPr>
          <w:sz w:val="22"/>
          <w:szCs w:val="22"/>
        </w:rPr>
        <w:lastRenderedPageBreak/>
        <w:t xml:space="preserve">Verfügung </w:t>
      </w:r>
      <w:r w:rsidRPr="00DB1467">
        <w:rPr>
          <w:rFonts w:cs="Times New Roman"/>
          <w:sz w:val="22"/>
          <w:szCs w:val="22"/>
          <w:lang w:eastAsia="de-DE"/>
        </w:rPr>
        <w:t>und fördert die medizinische Forschung bis 2025 mit weiteren 120 Millionen Euro. Dies ist die größte Einzelinvestition in der Stiftungsgeschichte. Dr. Christof Bosch, Vorsitzender des Kuratori</w:t>
      </w:r>
      <w:r w:rsidR="009E21A6">
        <w:rPr>
          <w:rFonts w:cs="Times New Roman"/>
          <w:sz w:val="22"/>
          <w:szCs w:val="22"/>
          <w:lang w:eastAsia="de-DE"/>
        </w:rPr>
        <w:t xml:space="preserve">ums der Robert Bosch Stiftung: </w:t>
      </w:r>
      <w:r w:rsidRPr="00DB1467">
        <w:rPr>
          <w:rFonts w:cs="Times New Roman"/>
          <w:sz w:val="22"/>
          <w:szCs w:val="22"/>
          <w:lang w:eastAsia="de-DE"/>
        </w:rPr>
        <w:t xml:space="preserve">„Mein Großvater hat das Robert-Bosch-Krankenhaus vor fast 80 Jahren gegründet. Damit ist ein </w:t>
      </w:r>
      <w:r w:rsidRPr="00784B6D">
        <w:rPr>
          <w:rFonts w:cs="Times New Roman"/>
          <w:sz w:val="22"/>
          <w:szCs w:val="22"/>
          <w:lang w:eastAsia="de-DE"/>
        </w:rPr>
        <w:t xml:space="preserve">Herzenswunsch von ihm in Erfüllung gegangen. Mir ist es ein persönliches Anliegen, dieses Krankenhaus in eine gute Zukunft zu führen. Ich bin überzeugt vom Konzept des Bosch </w:t>
      </w:r>
      <w:proofErr w:type="spellStart"/>
      <w:r w:rsidRPr="00784B6D">
        <w:rPr>
          <w:rFonts w:cs="Times New Roman"/>
          <w:sz w:val="22"/>
          <w:szCs w:val="22"/>
          <w:lang w:eastAsia="de-DE"/>
        </w:rPr>
        <w:t>Health</w:t>
      </w:r>
      <w:proofErr w:type="spellEnd"/>
      <w:r w:rsidRPr="00784B6D">
        <w:rPr>
          <w:rFonts w:cs="Times New Roman"/>
          <w:sz w:val="22"/>
          <w:szCs w:val="22"/>
          <w:lang w:eastAsia="de-DE"/>
        </w:rPr>
        <w:t xml:space="preserve"> Campus, das Patientenbehandlung, innovative Forschung und Ausbildung in den Gesundheitsberufen an einem Standort bündelt. Davon profitieren nicht nur die Patienten in der Region Stuttgart, denn die Forschung wird noch bedeutend weiter ausstrahlen.“</w:t>
      </w:r>
    </w:p>
    <w:p w:rsidR="00232E39" w:rsidRPr="00784B6D" w:rsidRDefault="00232E39" w:rsidP="00232E39">
      <w:pPr>
        <w:spacing w:line="360" w:lineRule="auto"/>
        <w:rPr>
          <w:b/>
          <w:sz w:val="22"/>
          <w:szCs w:val="22"/>
        </w:rPr>
      </w:pPr>
    </w:p>
    <w:p w:rsidR="00232E39" w:rsidRPr="00784B6D" w:rsidRDefault="00232E39" w:rsidP="00232E39">
      <w:pPr>
        <w:spacing w:line="360" w:lineRule="auto"/>
        <w:rPr>
          <w:b/>
          <w:sz w:val="22"/>
          <w:szCs w:val="22"/>
        </w:rPr>
      </w:pPr>
      <w:r w:rsidRPr="00784B6D">
        <w:rPr>
          <w:b/>
          <w:sz w:val="22"/>
          <w:szCs w:val="22"/>
        </w:rPr>
        <w:t xml:space="preserve">Bündelung der Kompetenzen adressiert veränderte Bedürfnisse der Patienten </w:t>
      </w:r>
      <w:r w:rsidR="00784B6D" w:rsidRPr="00784B6D">
        <w:rPr>
          <w:b/>
          <w:sz w:val="22"/>
          <w:szCs w:val="22"/>
        </w:rPr>
        <w:br/>
      </w:r>
    </w:p>
    <w:p w:rsidR="00232E39" w:rsidRPr="00A8131F" w:rsidRDefault="00232E39" w:rsidP="00784B6D">
      <w:pPr>
        <w:spacing w:after="120" w:line="360" w:lineRule="auto"/>
        <w:rPr>
          <w:sz w:val="22"/>
          <w:szCs w:val="22"/>
        </w:rPr>
      </w:pPr>
      <w:r w:rsidRPr="00784B6D">
        <w:rPr>
          <w:rFonts w:cs="Arial"/>
          <w:sz w:val="22"/>
          <w:szCs w:val="22"/>
          <w:lang w:eastAsia="en-US"/>
        </w:rPr>
        <w:t xml:space="preserve">Der geplante Bosch </w:t>
      </w:r>
      <w:proofErr w:type="spellStart"/>
      <w:r w:rsidRPr="00784B6D">
        <w:rPr>
          <w:rFonts w:cs="Arial"/>
          <w:sz w:val="22"/>
          <w:szCs w:val="22"/>
          <w:lang w:eastAsia="en-US"/>
        </w:rPr>
        <w:t>Health</w:t>
      </w:r>
      <w:proofErr w:type="spellEnd"/>
      <w:r w:rsidRPr="00784B6D">
        <w:rPr>
          <w:rFonts w:cs="Arial"/>
          <w:sz w:val="22"/>
          <w:szCs w:val="22"/>
          <w:lang w:eastAsia="en-US"/>
        </w:rPr>
        <w:t xml:space="preserve"> Campus ist die frühzeitige Antwort auf eine große Herausforderung der medizinischen Versorgung: Die Zusammenführung der Fachbereiche an einem Ort ermöglicht die interdisziplinäre Versorgung von Patienten, </w:t>
      </w:r>
      <w:r w:rsidR="00FE4B49">
        <w:rPr>
          <w:rFonts w:cs="Arial"/>
          <w:sz w:val="22"/>
          <w:szCs w:val="22"/>
          <w:lang w:eastAsia="en-US"/>
        </w:rPr>
        <w:t>insbeson</w:t>
      </w:r>
      <w:r w:rsidR="00FB063B">
        <w:rPr>
          <w:rFonts w:cs="Arial"/>
          <w:sz w:val="22"/>
          <w:szCs w:val="22"/>
          <w:lang w:eastAsia="en-US"/>
        </w:rPr>
        <w:t xml:space="preserve">dere auch von </w:t>
      </w:r>
      <w:r w:rsidR="004A4583">
        <w:rPr>
          <w:rFonts w:cs="Arial"/>
          <w:sz w:val="22"/>
          <w:szCs w:val="22"/>
          <w:lang w:eastAsia="en-US"/>
        </w:rPr>
        <w:t xml:space="preserve">älteren </w:t>
      </w:r>
      <w:r w:rsidR="00FB063B">
        <w:rPr>
          <w:rFonts w:cs="Arial"/>
          <w:sz w:val="22"/>
          <w:szCs w:val="22"/>
          <w:lang w:eastAsia="en-US"/>
        </w:rPr>
        <w:t xml:space="preserve">Menschen, die </w:t>
      </w:r>
      <w:r w:rsidR="004A4583">
        <w:rPr>
          <w:rFonts w:cs="Arial"/>
          <w:sz w:val="22"/>
          <w:szCs w:val="22"/>
          <w:lang w:eastAsia="en-US"/>
        </w:rPr>
        <w:t xml:space="preserve">häufig </w:t>
      </w:r>
      <w:r w:rsidR="00FB063B">
        <w:rPr>
          <w:rFonts w:cs="Arial"/>
          <w:sz w:val="22"/>
          <w:szCs w:val="22"/>
          <w:lang w:eastAsia="en-US"/>
        </w:rPr>
        <w:t>mehr</w:t>
      </w:r>
      <w:r w:rsidR="00FE4B49">
        <w:rPr>
          <w:rFonts w:cs="Arial"/>
          <w:sz w:val="22"/>
          <w:szCs w:val="22"/>
          <w:lang w:eastAsia="en-US"/>
        </w:rPr>
        <w:t xml:space="preserve">fach erkrankt sind. </w:t>
      </w:r>
      <w:r w:rsidRPr="00DB1467">
        <w:rPr>
          <w:rFonts w:cs="Arial"/>
          <w:sz w:val="22"/>
          <w:szCs w:val="22"/>
          <w:lang w:eastAsia="en-US"/>
        </w:rPr>
        <w:t>Kurze Wege zwischen den verschiedenen Funktions- und Diagnoseeinrichtungen</w:t>
      </w:r>
      <w:r w:rsidR="00AE2551">
        <w:rPr>
          <w:rFonts w:cs="Arial"/>
          <w:sz w:val="22"/>
          <w:szCs w:val="22"/>
          <w:lang w:eastAsia="en-US"/>
        </w:rPr>
        <w:t xml:space="preserve"> </w:t>
      </w:r>
      <w:r w:rsidR="001C629A">
        <w:rPr>
          <w:rFonts w:cs="Arial"/>
          <w:sz w:val="22"/>
          <w:szCs w:val="22"/>
          <w:lang w:eastAsia="en-US"/>
        </w:rPr>
        <w:t xml:space="preserve">sowie </w:t>
      </w:r>
      <w:r w:rsidR="00AE2551">
        <w:rPr>
          <w:rFonts w:cs="Arial"/>
          <w:sz w:val="22"/>
          <w:szCs w:val="22"/>
          <w:lang w:eastAsia="en-US"/>
        </w:rPr>
        <w:t>Stationen</w:t>
      </w:r>
      <w:r w:rsidRPr="00DB1467">
        <w:rPr>
          <w:rFonts w:cs="Arial"/>
          <w:sz w:val="22"/>
          <w:szCs w:val="22"/>
          <w:lang w:eastAsia="en-US"/>
        </w:rPr>
        <w:t xml:space="preserve"> ermöglichen eine patientenschonende Diagnose und Behandlung, insbesondere von schwererkrankten Patienten. Prof. Dr. </w:t>
      </w:r>
      <w:r w:rsidR="00D23C8B">
        <w:rPr>
          <w:rFonts w:cs="Arial"/>
          <w:sz w:val="22"/>
          <w:szCs w:val="22"/>
          <w:lang w:eastAsia="en-US"/>
        </w:rPr>
        <w:t xml:space="preserve">med. </w:t>
      </w:r>
      <w:r w:rsidRPr="00DB1467">
        <w:rPr>
          <w:rFonts w:cs="Arial"/>
          <w:sz w:val="22"/>
          <w:szCs w:val="22"/>
          <w:lang w:eastAsia="en-US"/>
        </w:rPr>
        <w:t xml:space="preserve">Mark Dominik Alscher, Medizinischer Geschäftsführer des RBK: „Wir werden den Bosch </w:t>
      </w:r>
      <w:proofErr w:type="spellStart"/>
      <w:r w:rsidRPr="00DB1467">
        <w:rPr>
          <w:rFonts w:cs="Arial"/>
          <w:sz w:val="22"/>
          <w:szCs w:val="22"/>
          <w:lang w:eastAsia="en-US"/>
        </w:rPr>
        <w:t>Health</w:t>
      </w:r>
      <w:proofErr w:type="spellEnd"/>
      <w:r w:rsidRPr="00DB1467">
        <w:rPr>
          <w:rFonts w:cs="Arial"/>
          <w:sz w:val="22"/>
          <w:szCs w:val="22"/>
          <w:lang w:eastAsia="en-US"/>
        </w:rPr>
        <w:t xml:space="preserve"> Campus zu einem Vorreiter für </w:t>
      </w:r>
      <w:r w:rsidR="00CA7420">
        <w:rPr>
          <w:rFonts w:cs="Arial"/>
          <w:sz w:val="22"/>
          <w:szCs w:val="22"/>
          <w:lang w:eastAsia="en-US"/>
        </w:rPr>
        <w:t>patienten</w:t>
      </w:r>
      <w:r w:rsidRPr="00DB1467">
        <w:rPr>
          <w:rFonts w:cs="Arial"/>
          <w:sz w:val="22"/>
          <w:szCs w:val="22"/>
          <w:lang w:eastAsia="en-US"/>
        </w:rPr>
        <w:t>orientierte Behandlung entwickeln. Wir bieten Gesundheitsversorgung auf dem medizinischen Niveau einer Universitätsklinik und werden insbesondere unsere Fachbereiche Krebs- und Herz</w:t>
      </w:r>
      <w:r w:rsidR="00E46CEE">
        <w:rPr>
          <w:rFonts w:cs="Arial"/>
          <w:sz w:val="22"/>
          <w:szCs w:val="22"/>
          <w:lang w:eastAsia="en-US"/>
        </w:rPr>
        <w:t>-K</w:t>
      </w:r>
      <w:r w:rsidRPr="00DB1467">
        <w:rPr>
          <w:rFonts w:cs="Arial"/>
          <w:sz w:val="22"/>
          <w:szCs w:val="22"/>
          <w:lang w:eastAsia="en-US"/>
        </w:rPr>
        <w:t>reislauf-Medizin weiter ausbauen.“</w:t>
      </w:r>
      <w:r w:rsidR="00784B6D">
        <w:rPr>
          <w:rFonts w:cs="Arial"/>
          <w:sz w:val="22"/>
          <w:szCs w:val="22"/>
          <w:lang w:eastAsia="en-US"/>
        </w:rPr>
        <w:t xml:space="preserve"> </w:t>
      </w:r>
      <w:r w:rsidR="00784B6D">
        <w:rPr>
          <w:rFonts w:cs="Arial"/>
          <w:sz w:val="22"/>
          <w:szCs w:val="22"/>
          <w:lang w:eastAsia="en-US"/>
        </w:rPr>
        <w:br/>
      </w:r>
      <w:r w:rsidR="00784B6D">
        <w:rPr>
          <w:rFonts w:cs="Arial"/>
          <w:sz w:val="22"/>
          <w:szCs w:val="22"/>
          <w:lang w:eastAsia="en-US"/>
        </w:rPr>
        <w:br/>
      </w:r>
      <w:r w:rsidRPr="00DB1467">
        <w:rPr>
          <w:b/>
          <w:sz w:val="22"/>
          <w:szCs w:val="22"/>
        </w:rPr>
        <w:t xml:space="preserve">Spitzenforschung mit unmittelbarem Nutzen für die Patienten </w:t>
      </w:r>
      <w:r w:rsidRPr="00DB1467">
        <w:rPr>
          <w:b/>
          <w:sz w:val="22"/>
          <w:szCs w:val="22"/>
        </w:rPr>
        <w:br/>
      </w:r>
      <w:r w:rsidR="00382569">
        <w:rPr>
          <w:sz w:val="22"/>
          <w:szCs w:val="22"/>
        </w:rPr>
        <w:br/>
      </w:r>
      <w:r w:rsidRPr="00DB1467">
        <w:rPr>
          <w:sz w:val="22"/>
          <w:szCs w:val="22"/>
        </w:rPr>
        <w:t xml:space="preserve">Neben dem bestehenden Institut für klinische Pharmakologie (IKP), das bereits </w:t>
      </w:r>
      <w:r w:rsidRPr="00DB1467">
        <w:rPr>
          <w:sz w:val="22"/>
          <w:szCs w:val="22"/>
        </w:rPr>
        <w:lastRenderedPageBreak/>
        <w:t>heute den europäischen Spitzenplatz im internationalen Shanghai Ranking für Forschungseinrichtungen einnimmt, werden auch das Robert Bosch Centrum für Tumorerkrankungen (RBCT) und das Centrum für Herz</w:t>
      </w:r>
      <w:r w:rsidR="008F6AF8">
        <w:rPr>
          <w:sz w:val="22"/>
          <w:szCs w:val="22"/>
        </w:rPr>
        <w:t>-K</w:t>
      </w:r>
      <w:r w:rsidRPr="00DB1467">
        <w:rPr>
          <w:sz w:val="22"/>
          <w:szCs w:val="22"/>
        </w:rPr>
        <w:t>reislauferkrankungen (RBCH) zu forschungs- und innovationsstarken Exzellenzzentren entwickelt. Als eine der ersten Baumaßnahmen wird derzeit ein Forschungsgebäude für das RBCT errichtet. Durch den Ausbau des Forschungszentrums, das bereits heute 100 Mitarbeiter beschäftigt, wird die Forschungsfläche verdoppelt. Ziel ist eine n</w:t>
      </w:r>
      <w:bookmarkStart w:id="0" w:name="_GoBack"/>
      <w:bookmarkEnd w:id="0"/>
      <w:r w:rsidRPr="00DB1467">
        <w:rPr>
          <w:sz w:val="22"/>
          <w:szCs w:val="22"/>
        </w:rPr>
        <w:t>och bessere Verzahnung von Behandlung und medizinischer Forschung: Neue Forschungsergebnisse, Behandlungsmethoden und Medikamente stehen den Patienten unmittelbar zur Verfügung. Die Erfahrungen aus der Behandlung der Patienten fließen wiederum direkt in die Forschung ein</w:t>
      </w:r>
      <w:r w:rsidR="004239F2">
        <w:rPr>
          <w:sz w:val="22"/>
          <w:szCs w:val="22"/>
        </w:rPr>
        <w:t xml:space="preserve"> (Translation)</w:t>
      </w:r>
      <w:r w:rsidRPr="00DB1467">
        <w:rPr>
          <w:sz w:val="22"/>
          <w:szCs w:val="22"/>
        </w:rPr>
        <w:t xml:space="preserve">. </w:t>
      </w:r>
      <w:r w:rsidR="009D0C78" w:rsidRPr="00683A2C">
        <w:rPr>
          <w:sz w:val="22"/>
          <w:szCs w:val="22"/>
        </w:rPr>
        <w:t xml:space="preserve">Die Ministerin für Wissenschaft, Forschung und Kunst, Theresia Bauer MdL, äußert sich erfreut über das Investitionsvorhaben: „Die Entwicklung des Bosch </w:t>
      </w:r>
      <w:proofErr w:type="spellStart"/>
      <w:r w:rsidR="009D0C78" w:rsidRPr="00683A2C">
        <w:rPr>
          <w:sz w:val="22"/>
          <w:szCs w:val="22"/>
        </w:rPr>
        <w:t>Health</w:t>
      </w:r>
      <w:proofErr w:type="spellEnd"/>
      <w:r w:rsidR="009D0C78" w:rsidRPr="00683A2C">
        <w:rPr>
          <w:sz w:val="22"/>
          <w:szCs w:val="22"/>
        </w:rPr>
        <w:t xml:space="preserve"> Campus setzt einen bedeutsamen Impuls für die </w:t>
      </w:r>
      <w:proofErr w:type="spellStart"/>
      <w:r w:rsidR="009D0C78" w:rsidRPr="00683A2C">
        <w:rPr>
          <w:sz w:val="22"/>
          <w:szCs w:val="22"/>
        </w:rPr>
        <w:t>translationale</w:t>
      </w:r>
      <w:proofErr w:type="spellEnd"/>
      <w:r w:rsidR="009D0C78" w:rsidRPr="00683A2C">
        <w:rPr>
          <w:sz w:val="22"/>
          <w:szCs w:val="22"/>
        </w:rPr>
        <w:t xml:space="preserve"> Medizin in </w:t>
      </w:r>
      <w:r w:rsidR="007B1147" w:rsidRPr="00683A2C">
        <w:rPr>
          <w:sz w:val="22"/>
          <w:szCs w:val="22"/>
        </w:rPr>
        <w:t>Baden-Württemberg, national und international</w:t>
      </w:r>
      <w:r w:rsidR="009D0C78" w:rsidRPr="00683A2C">
        <w:rPr>
          <w:sz w:val="22"/>
          <w:szCs w:val="22"/>
        </w:rPr>
        <w:t>. Besonders der Bereich der Krebsforschung wird durch die Zusammenführung aller onkologischen Fachbereiche des Robert-Bosch-Krankenhauses unter dem Dach des Robert-Bosch-Centrums für Tumorerkrankungen (RBCT) mit seinen deutlich erweiterten Forschungskapazitäten enorm an Leistungsfähigkeit und Sichtbarkeit gewinnen. Dies stärkt die strategische Kooperation des Robert-Bosch-Krankenhauses mit der Universität Tübingen und dem Deutschen Krebsforschungszentrum und damit die Krebsforschung im Land Baden-Württemberg – zum Wohle der Patientinnen und Patienten in der Metropolregion Stuttgart</w:t>
      </w:r>
      <w:r w:rsidR="007B1147" w:rsidRPr="00683A2C">
        <w:rPr>
          <w:sz w:val="22"/>
          <w:szCs w:val="22"/>
        </w:rPr>
        <w:t xml:space="preserve"> und weit darüber hinaus</w:t>
      </w:r>
      <w:r w:rsidR="009D0C78" w:rsidRPr="00683A2C">
        <w:rPr>
          <w:sz w:val="22"/>
          <w:szCs w:val="22"/>
        </w:rPr>
        <w:t>“.</w:t>
      </w:r>
      <w:r w:rsidR="00A8131F">
        <w:rPr>
          <w:sz w:val="22"/>
          <w:szCs w:val="22"/>
        </w:rPr>
        <w:br/>
      </w:r>
      <w:r w:rsidR="00784B6D">
        <w:rPr>
          <w:rFonts w:cs="Arial"/>
          <w:sz w:val="22"/>
          <w:szCs w:val="22"/>
          <w:lang w:eastAsia="en-US"/>
        </w:rPr>
        <w:br/>
      </w:r>
      <w:r w:rsidRPr="00DB1467">
        <w:rPr>
          <w:b/>
          <w:sz w:val="22"/>
          <w:szCs w:val="22"/>
        </w:rPr>
        <w:t xml:space="preserve">Bosch </w:t>
      </w:r>
      <w:proofErr w:type="spellStart"/>
      <w:r w:rsidRPr="00DB1467">
        <w:rPr>
          <w:b/>
          <w:sz w:val="22"/>
          <w:szCs w:val="22"/>
        </w:rPr>
        <w:t>Health</w:t>
      </w:r>
      <w:proofErr w:type="spellEnd"/>
      <w:r w:rsidRPr="00DB1467">
        <w:rPr>
          <w:b/>
          <w:sz w:val="22"/>
          <w:szCs w:val="22"/>
        </w:rPr>
        <w:t xml:space="preserve"> Campus stellt Weichen für Wachstum und effizienten Betrieb </w:t>
      </w:r>
      <w:r w:rsidR="00784B6D">
        <w:rPr>
          <w:b/>
          <w:sz w:val="22"/>
          <w:szCs w:val="22"/>
        </w:rPr>
        <w:br/>
      </w:r>
      <w:r w:rsidRPr="00DB1467">
        <w:rPr>
          <w:sz w:val="22"/>
          <w:szCs w:val="22"/>
        </w:rPr>
        <w:br/>
        <w:t xml:space="preserve">Der Bosch </w:t>
      </w:r>
      <w:proofErr w:type="spellStart"/>
      <w:r w:rsidRPr="00DB1467">
        <w:rPr>
          <w:sz w:val="22"/>
          <w:szCs w:val="22"/>
        </w:rPr>
        <w:t>Health</w:t>
      </w:r>
      <w:proofErr w:type="spellEnd"/>
      <w:r w:rsidRPr="00DB1467">
        <w:rPr>
          <w:sz w:val="22"/>
          <w:szCs w:val="22"/>
        </w:rPr>
        <w:t xml:space="preserve"> Campus stellt auch die Weichen für weiteres Wachstum, effizienten Betrieb und sichere Arbeitsplätze in Behandlung</w:t>
      </w:r>
      <w:r w:rsidR="0040726B">
        <w:rPr>
          <w:sz w:val="22"/>
          <w:szCs w:val="22"/>
        </w:rPr>
        <w:t>, Diagnostik</w:t>
      </w:r>
      <w:r w:rsidRPr="00DB1467">
        <w:rPr>
          <w:sz w:val="22"/>
          <w:szCs w:val="22"/>
        </w:rPr>
        <w:t xml:space="preserve"> und Forschung. Die unterschiedlichen Einrichtungen und ihre Mitarbeiter profitieren </w:t>
      </w:r>
      <w:r w:rsidRPr="00DB1467">
        <w:rPr>
          <w:sz w:val="22"/>
          <w:szCs w:val="22"/>
        </w:rPr>
        <w:lastRenderedPageBreak/>
        <w:t xml:space="preserve">von kurzen Wegen und einer gemeinsamen Infrastruktur, insbesondere bei der Nutzung von Operationssälen, OP-Robotern sowie der Diagnostik mit modernsten Großgeräten. Ein komplett papierloses Krankenhausinformationssystem stellt Untersuchungsergebnisse und Befunde Ärzten und Pflegepersonal in Echtzeit und ortsungebunden zur Verfügung. </w:t>
      </w:r>
      <w:r w:rsidR="009D0C78">
        <w:rPr>
          <w:sz w:val="22"/>
          <w:szCs w:val="22"/>
        </w:rPr>
        <w:t>Dr. Rolf Zettl, Kaufmännischer Geschäftsführer des RBK,</w:t>
      </w:r>
      <w:r w:rsidRPr="00DB1467">
        <w:rPr>
          <w:sz w:val="22"/>
          <w:szCs w:val="22"/>
        </w:rPr>
        <w:t xml:space="preserve"> betont: „Mit dem Bosch </w:t>
      </w:r>
      <w:proofErr w:type="spellStart"/>
      <w:r w:rsidRPr="00DB1467">
        <w:rPr>
          <w:sz w:val="22"/>
          <w:szCs w:val="22"/>
        </w:rPr>
        <w:t>Health</w:t>
      </w:r>
      <w:proofErr w:type="spellEnd"/>
      <w:r w:rsidRPr="00DB1467">
        <w:rPr>
          <w:sz w:val="22"/>
          <w:szCs w:val="22"/>
        </w:rPr>
        <w:t xml:space="preserve"> Campus setzen wir einen wichtigen Wachstumsimpuls für die Zukunft und schaffen ein hochmodernes, zukunftssicheres Arbeitsumfeld für unsere Mitarbeiter. Damit werden wir als Arbeitgeber auch attraktiver auf dem Markt für Fachkräfte und erhöhen unsere Chancen, die besten Talente für Gesundheitsversorgung und Forschung für uns zu gewinnen.“</w:t>
      </w:r>
      <w:r w:rsidR="00CA1CD2">
        <w:rPr>
          <w:sz w:val="22"/>
          <w:szCs w:val="22"/>
        </w:rPr>
        <w:br/>
      </w:r>
    </w:p>
    <w:p w:rsidR="00232E39" w:rsidRPr="00CC3A85" w:rsidRDefault="00232E39" w:rsidP="00CA1CD2">
      <w:pPr>
        <w:spacing w:line="360" w:lineRule="auto"/>
        <w:rPr>
          <w:b/>
          <w:sz w:val="22"/>
          <w:szCs w:val="22"/>
        </w:rPr>
      </w:pPr>
      <w:r w:rsidRPr="00DB1467">
        <w:rPr>
          <w:b/>
          <w:sz w:val="22"/>
          <w:szCs w:val="22"/>
        </w:rPr>
        <w:t>Robert Bosch Stiftung setzt jahrzehntelanges Engagement für die Spitzenmedizin in der Region Stuttgart fort</w:t>
      </w:r>
      <w:r w:rsidR="00784B6D">
        <w:rPr>
          <w:b/>
          <w:sz w:val="22"/>
          <w:szCs w:val="22"/>
        </w:rPr>
        <w:br/>
      </w:r>
      <w:r w:rsidR="00216F30" w:rsidRPr="00DB1467">
        <w:rPr>
          <w:sz w:val="22"/>
          <w:szCs w:val="22"/>
        </w:rPr>
        <w:br/>
      </w:r>
      <w:r w:rsidRPr="00DB1467">
        <w:rPr>
          <w:sz w:val="22"/>
          <w:szCs w:val="22"/>
        </w:rPr>
        <w:t xml:space="preserve">Das Robert-Bosch-Krankenhaus wurde im Jahr 1940 von Robert Bosch gegründet. Das Krankenhaus bezog 1972 den aktuellen Standort am Burgholzhof. Träger ist die in Stuttgart ansässige Robert Bosch Stiftung. Dank des jahrzehntelangen Engagements der Stiftung steht das RBK heute für Spitzenmedizin und moderne Pflegekonzepte. Darüber hinaus gehört das RBK zu den wenigen nichtuniversitären Kliniken in Deutschland, die auch medizinische Forschung betreiben. Bereits heute nehmen die zugehörigen Forschungsinstitute einen Spitzenplatz ein. Im internationalen Shanghai Ranking ist die klinische Pharmakologie im Dr. Margarete Fischer-Bosch-Institut auf Platz 18 weltweit angeführt, europaweit sogar auf Platz 1. Die Forschungsprojekte an den Einrichtungen des RBK werden nahezu </w:t>
      </w:r>
      <w:r w:rsidRPr="00CC3A85">
        <w:rPr>
          <w:sz w:val="22"/>
          <w:szCs w:val="22"/>
        </w:rPr>
        <w:t xml:space="preserve">ausschließlich von der Robert Bosch Stiftung finanziert. </w:t>
      </w:r>
    </w:p>
    <w:p w:rsidR="00232E39" w:rsidRPr="00CC3A85" w:rsidRDefault="00CC3A85" w:rsidP="00232E39">
      <w:pPr>
        <w:spacing w:after="160"/>
        <w:rPr>
          <w:b/>
          <w:sz w:val="22"/>
          <w:szCs w:val="22"/>
        </w:rPr>
      </w:pPr>
      <w:r>
        <w:rPr>
          <w:b/>
          <w:sz w:val="22"/>
          <w:szCs w:val="22"/>
        </w:rPr>
        <w:br/>
      </w:r>
    </w:p>
    <w:p w:rsidR="00232E39" w:rsidRPr="00232E39" w:rsidRDefault="00232E39" w:rsidP="00232E39">
      <w:pPr>
        <w:rPr>
          <w:rFonts w:cs="Arial"/>
          <w:b/>
          <w:sz w:val="20"/>
          <w:szCs w:val="20"/>
        </w:rPr>
      </w:pPr>
      <w:r w:rsidRPr="00232E39">
        <w:rPr>
          <w:rFonts w:cs="Arial"/>
          <w:b/>
          <w:sz w:val="20"/>
          <w:szCs w:val="20"/>
        </w:rPr>
        <w:t>Robert-Bosch-Krankenhaus</w:t>
      </w:r>
    </w:p>
    <w:p w:rsidR="00232E39" w:rsidRPr="00232E39" w:rsidRDefault="00232E39" w:rsidP="00232E39">
      <w:pPr>
        <w:spacing w:after="120"/>
        <w:rPr>
          <w:rFonts w:cs="Arial"/>
          <w:sz w:val="20"/>
          <w:szCs w:val="20"/>
        </w:rPr>
      </w:pPr>
      <w:r w:rsidRPr="00232E39">
        <w:rPr>
          <w:rFonts w:cs="Arial"/>
          <w:sz w:val="20"/>
          <w:szCs w:val="20"/>
        </w:rPr>
        <w:t xml:space="preserve">Die Robert-Bosch-Krankenhaus GmbH (RBK) in Stuttgart ist ein von der Robert Bosch Stiftung getragenes Krankenhaus der Zentralversorgung mit Funktionen der Maximalversorgung an drei Standorten. Seit 1978 zählt das Robert-Bosch-Krankenhaus zu den Akademischen Lehrkrankenhäusern der Universität Tübingen. Mit 1.041 Betten </w:t>
      </w:r>
      <w:r w:rsidRPr="00232E39">
        <w:rPr>
          <w:rFonts w:cs="Arial"/>
          <w:sz w:val="20"/>
          <w:szCs w:val="20"/>
        </w:rPr>
        <w:lastRenderedPageBreak/>
        <w:t xml:space="preserve">nehmen das RBK, seine Standorte Klinik Charlottenhaus und Klinik Schillerhöhe sowie die Klinik für Geriatrische Rehabilitation im Jahr über 44.000 Patienten stationär auf. </w:t>
      </w:r>
      <w:r w:rsidRPr="00BD6EE3">
        <w:rPr>
          <w:rFonts w:cs="Arial"/>
          <w:sz w:val="20"/>
          <w:szCs w:val="20"/>
        </w:rPr>
        <w:t xml:space="preserve">Rund 2.700 Mitarbeiterinnen und Mitarbeiter sorgen dafür, dass sich die Patienten individuell betreut fühlen. </w:t>
      </w:r>
      <w:r w:rsidR="00BD58DB" w:rsidRPr="00BD6EE3">
        <w:rPr>
          <w:rFonts w:cs="Arial"/>
          <w:sz w:val="20"/>
          <w:szCs w:val="20"/>
        </w:rPr>
        <w:t>Forschungsinstitute zur Klinischen Pharmakologie und zur Medizingeschichte</w:t>
      </w:r>
      <w:r w:rsidR="00BD58DB">
        <w:rPr>
          <w:rFonts w:cs="Arial"/>
          <w:sz w:val="20"/>
          <w:szCs w:val="20"/>
        </w:rPr>
        <w:t xml:space="preserve"> sind dem Krankenhaus angegliedert. </w:t>
      </w:r>
    </w:p>
    <w:p w:rsidR="00232E39" w:rsidRPr="00232E39" w:rsidRDefault="00232E39" w:rsidP="00232E39">
      <w:pPr>
        <w:spacing w:after="120"/>
        <w:rPr>
          <w:rFonts w:cs="Arial"/>
          <w:sz w:val="20"/>
          <w:szCs w:val="20"/>
        </w:rPr>
      </w:pPr>
      <w:r w:rsidRPr="00232E39">
        <w:rPr>
          <w:rFonts w:cs="Arial"/>
          <w:sz w:val="20"/>
          <w:szCs w:val="20"/>
        </w:rPr>
        <w:t xml:space="preserve">Mehr Informationen unter </w:t>
      </w:r>
      <w:hyperlink r:id="rId9" w:history="1">
        <w:r w:rsidRPr="00232E39">
          <w:rPr>
            <w:rFonts w:cs="Arial"/>
            <w:sz w:val="20"/>
            <w:szCs w:val="20"/>
          </w:rPr>
          <w:t>www.rbk.de</w:t>
        </w:r>
      </w:hyperlink>
      <w:r w:rsidRPr="00232E39">
        <w:rPr>
          <w:rFonts w:cs="Arial"/>
          <w:sz w:val="20"/>
          <w:szCs w:val="20"/>
        </w:rPr>
        <w:t xml:space="preserve"> </w:t>
      </w:r>
    </w:p>
    <w:p w:rsidR="00DB1467" w:rsidRDefault="00DB1467" w:rsidP="00232E39">
      <w:pPr>
        <w:spacing w:line="360" w:lineRule="auto"/>
        <w:rPr>
          <w:rFonts w:cs="Arial"/>
          <w:b/>
          <w:sz w:val="20"/>
          <w:szCs w:val="20"/>
        </w:rPr>
      </w:pPr>
    </w:p>
    <w:p w:rsidR="00232E39" w:rsidRPr="00232E39" w:rsidRDefault="00232E39" w:rsidP="00232E39">
      <w:pPr>
        <w:spacing w:line="360" w:lineRule="auto"/>
        <w:rPr>
          <w:rFonts w:cs="Arial"/>
          <w:b/>
          <w:sz w:val="20"/>
          <w:szCs w:val="20"/>
        </w:rPr>
      </w:pPr>
      <w:r w:rsidRPr="00232E39">
        <w:rPr>
          <w:rFonts w:cs="Arial"/>
          <w:b/>
          <w:sz w:val="20"/>
          <w:szCs w:val="20"/>
        </w:rPr>
        <w:t>Robert Bosch Stiftung</w:t>
      </w:r>
    </w:p>
    <w:p w:rsidR="00232E39" w:rsidRPr="00232E39" w:rsidRDefault="00232E39" w:rsidP="00232E39">
      <w:pPr>
        <w:spacing w:after="120"/>
        <w:rPr>
          <w:rFonts w:cs="Arial"/>
          <w:sz w:val="20"/>
          <w:szCs w:val="20"/>
        </w:rPr>
      </w:pPr>
      <w:r w:rsidRPr="00232E39">
        <w:rPr>
          <w:rFonts w:cs="Arial"/>
          <w:sz w:val="20"/>
          <w:szCs w:val="20"/>
        </w:rPr>
        <w:t>Die Robert Bosch Stiftung GmbH gehört zu den großen, unternehmensverbundenen Stiftungen in Europa. In ihrer gemeinnützigen Arbeit greift sie gesellschaftliche Themen frühzeitig auf und erarbeitet exemplarische Lösungen. Dazu entwickelt sie eigene Projekte und führt sie durch. Außerdem fördert sie Initiativen Dritter, die zu ihren Zielen passen. Die Robert Bosch Stiftung ist auf den Gebieten Gesundheit, Wissenschaft, Gesellschaft, Bildung und Völkerverständigung tätig.</w:t>
      </w:r>
    </w:p>
    <w:p w:rsidR="00232E39" w:rsidRPr="00232E39" w:rsidRDefault="00232E39" w:rsidP="00232E39">
      <w:pPr>
        <w:spacing w:after="120"/>
        <w:rPr>
          <w:rFonts w:cs="Arial"/>
          <w:sz w:val="20"/>
          <w:szCs w:val="20"/>
        </w:rPr>
      </w:pPr>
      <w:r w:rsidRPr="00232E39">
        <w:rPr>
          <w:rFonts w:cs="Arial"/>
          <w:sz w:val="20"/>
          <w:szCs w:val="20"/>
        </w:rPr>
        <w:t>Die Robert Bosch Stiftung bekennt sich zu den Werten und dem Vorbild ihres Stifters, Robert Bosch, und setzt dessen philanthropisches Wirken fort. Mit mehr als 50 Jahren Erfahrung verfügt sie in ihren Fördergebieten über ein breites Wissen, die Qualifikation zur Entwicklung von Lösungen und ein umfangreiches Netzwerk von Partnern, Experten und Praktikern.</w:t>
      </w:r>
    </w:p>
    <w:p w:rsidR="00232E39" w:rsidRPr="00232E39" w:rsidRDefault="00232E39" w:rsidP="00232E39">
      <w:pPr>
        <w:spacing w:after="120"/>
        <w:rPr>
          <w:rFonts w:cs="Arial"/>
          <w:sz w:val="20"/>
          <w:szCs w:val="20"/>
        </w:rPr>
      </w:pPr>
      <w:r w:rsidRPr="00232E39">
        <w:rPr>
          <w:rFonts w:cs="Arial"/>
          <w:sz w:val="20"/>
          <w:szCs w:val="20"/>
        </w:rPr>
        <w:t>Die Robert Bosch Stiftung ist alleinige Trägerin des Robert Bosch Krankenhauses in Stuttgart und der zugehörigen Forschungseinrichtungen, Dr. Margarethe Fischer-Bosch-Institut für Klinische Pharmakologie (IKP), Robert Bosch Centrum für Tumorerkrankungen (RBCT) und Institut für Geschichte der Medizin (IGM). Sie ist außerdem Gesellschafterin des UWC Robert Bosch Colleges in Freiburg, der Deutschen Schulakademie in Berlin und des International Alumni Center (</w:t>
      </w:r>
      <w:proofErr w:type="spellStart"/>
      <w:r w:rsidRPr="00232E39">
        <w:rPr>
          <w:rFonts w:cs="Arial"/>
          <w:sz w:val="20"/>
          <w:szCs w:val="20"/>
        </w:rPr>
        <w:t>iac</w:t>
      </w:r>
      <w:proofErr w:type="spellEnd"/>
      <w:r w:rsidRPr="00232E39">
        <w:rPr>
          <w:rFonts w:cs="Arial"/>
          <w:sz w:val="20"/>
          <w:szCs w:val="20"/>
        </w:rPr>
        <w:t>) in Berlin. Die Robert Bosch Stiftung hält rund 92 Prozent der Geschäftsanteile an der Robert Bosch GmbH und finanziert sich aus den Dividenden, die sie aus dieser Beteiligung erhält. Seit ihrer Gründung 1964 hat die Robert Bosch Stiftung rund 1,6 Milliarden Euro für ihre gemeinnützige Arbeit ausgegeben.</w:t>
      </w:r>
    </w:p>
    <w:p w:rsidR="00232E39" w:rsidRPr="00232E39" w:rsidRDefault="00232E39" w:rsidP="00232E39">
      <w:pPr>
        <w:rPr>
          <w:rFonts w:cs="Arial"/>
          <w:sz w:val="20"/>
          <w:szCs w:val="20"/>
        </w:rPr>
      </w:pPr>
      <w:r w:rsidRPr="00232E39">
        <w:rPr>
          <w:rFonts w:cs="Arial"/>
          <w:sz w:val="20"/>
          <w:szCs w:val="20"/>
        </w:rPr>
        <w:t xml:space="preserve">Mehr Informationen unter </w:t>
      </w:r>
      <w:hyperlink r:id="rId10" w:history="1">
        <w:r w:rsidRPr="00232E39">
          <w:rPr>
            <w:rFonts w:cs="Arial"/>
            <w:sz w:val="20"/>
            <w:szCs w:val="20"/>
          </w:rPr>
          <w:t>www.bosch-stiftung.de</w:t>
        </w:r>
      </w:hyperlink>
      <w:r w:rsidRPr="00232E39">
        <w:rPr>
          <w:rFonts w:cs="Arial"/>
          <w:sz w:val="20"/>
          <w:szCs w:val="20"/>
        </w:rPr>
        <w:t xml:space="preserve"> </w:t>
      </w:r>
    </w:p>
    <w:p w:rsidR="00232E39" w:rsidRPr="00232E39" w:rsidRDefault="00232E39" w:rsidP="00232E39">
      <w:pPr>
        <w:rPr>
          <w:rFonts w:cs="Arial"/>
          <w:sz w:val="20"/>
          <w:szCs w:val="20"/>
        </w:rPr>
      </w:pPr>
    </w:p>
    <w:p w:rsidR="00A7734A" w:rsidRPr="00FE5C12" w:rsidRDefault="00A7734A" w:rsidP="00FF0129">
      <w:pPr>
        <w:pStyle w:val="bodytext"/>
        <w:spacing w:before="0" w:beforeAutospacing="0" w:after="0" w:afterAutospacing="0"/>
        <w:rPr>
          <w:color w:val="0070C0"/>
        </w:rPr>
      </w:pPr>
    </w:p>
    <w:sectPr w:rsidR="00A7734A" w:rsidRPr="00FE5C12" w:rsidSect="002C2E56">
      <w:headerReference w:type="default" r:id="rId11"/>
      <w:footerReference w:type="even" r:id="rId12"/>
      <w:footerReference w:type="default" r:id="rId13"/>
      <w:headerReference w:type="first" r:id="rId14"/>
      <w:footerReference w:type="first" r:id="rId15"/>
      <w:pgSz w:w="11906" w:h="16838" w:code="9"/>
      <w:pgMar w:top="2552" w:right="2834" w:bottom="1985" w:left="127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ADA" w:rsidRDefault="005E1ADA">
      <w:r>
        <w:separator/>
      </w:r>
    </w:p>
  </w:endnote>
  <w:endnote w:type="continuationSeparator" w:id="0">
    <w:p w:rsidR="005E1ADA" w:rsidRDefault="005E1ADA">
      <w:r>
        <w:continuationSeparator/>
      </w:r>
    </w:p>
  </w:endnote>
  <w:endnote w:type="continuationNotice" w:id="1">
    <w:p w:rsidR="005E1ADA" w:rsidRDefault="005E1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Bosch Serif">
    <w:panose1 w:val="02020703050405020304"/>
    <w:charset w:val="00"/>
    <w:family w:val="roman"/>
    <w:pitch w:val="variable"/>
    <w:sig w:usb0="A00002AF" w:usb1="1000204A"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AB2" w:rsidRDefault="00E72AB2" w:rsidP="00AA06A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E72AB2" w:rsidRDefault="00E72AB2" w:rsidP="006264A1">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AB2" w:rsidRDefault="00E72AB2" w:rsidP="006264A1">
    <w:pPr>
      <w:pStyle w:val="Fuzeil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AB2" w:rsidRDefault="00E72AB2">
    <w:pPr>
      <w:pStyle w:val="Fuzeile"/>
    </w:pPr>
    <w:r>
      <w:rPr>
        <w:noProof/>
      </w:rPr>
      <mc:AlternateContent>
        <mc:Choice Requires="wps">
          <w:drawing>
            <wp:anchor distT="0" distB="0" distL="114300" distR="114300" simplePos="0" relativeHeight="251658752" behindDoc="0" locked="0" layoutInCell="1" allowOverlap="1" wp14:anchorId="01AEF5B2" wp14:editId="3014559A">
              <wp:simplePos x="0" y="0"/>
              <wp:positionH relativeFrom="margin">
                <wp:posOffset>0</wp:posOffset>
              </wp:positionH>
              <wp:positionV relativeFrom="page">
                <wp:posOffset>9646285</wp:posOffset>
              </wp:positionV>
              <wp:extent cx="1418590" cy="688340"/>
              <wp:effectExtent l="0" t="0" r="10160" b="1651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8590" cy="688340"/>
                      </a:xfrm>
                      <a:prstGeom prst="rect">
                        <a:avLst/>
                      </a:prstGeom>
                      <a:noFill/>
                      <a:ln>
                        <a:noFill/>
                      </a:ln>
                      <a:extLst>
                        <a:ext uri="{909E8E84-426E-40DD-AFC4-6F175D3DCCD1}">
                          <a14:hiddenFill xmlns:a14="http://schemas.microsoft.com/office/drawing/2010/main">
                            <a:solidFill>
                              <a:srgbClr val="C0C0C0">
                                <a:alpha val="50000"/>
                              </a:srgbClr>
                            </a:solidFill>
                          </a14:hiddenFill>
                        </a:ext>
                        <a:ext uri="{91240B29-F687-4F45-9708-019B960494DF}">
                          <a14:hiddenLine xmlns:a14="http://schemas.microsoft.com/office/drawing/2010/main" w="0">
                            <a:solidFill>
                              <a:srgbClr val="C0C0C0"/>
                            </a:solidFill>
                            <a:miter lim="800000"/>
                            <a:headEnd/>
                            <a:tailEnd/>
                          </a14:hiddenLine>
                        </a:ext>
                      </a:extLst>
                    </wps:spPr>
                    <wps:txbx>
                      <w:txbxContent>
                        <w:p w:rsidR="00E72AB2" w:rsidRPr="00546DDF" w:rsidRDefault="00E72AB2" w:rsidP="00546DDF">
                          <w:pPr>
                            <w:pStyle w:val="Schrift6"/>
                            <w:spacing w:line="221" w:lineRule="exact"/>
                            <w:rPr>
                              <w:sz w:val="16"/>
                              <w:szCs w:val="16"/>
                            </w:rPr>
                          </w:pPr>
                          <w:r w:rsidRPr="00546DDF">
                            <w:rPr>
                              <w:sz w:val="16"/>
                              <w:szCs w:val="16"/>
                            </w:rPr>
                            <w:t>Robert-Bosch-Krankenhaus</w:t>
                          </w:r>
                        </w:p>
                        <w:p w:rsidR="00E72AB2" w:rsidRPr="00546DDF" w:rsidRDefault="00E72AB2" w:rsidP="00546DDF">
                          <w:pPr>
                            <w:pStyle w:val="Schrift6"/>
                            <w:spacing w:line="221" w:lineRule="exact"/>
                            <w:rPr>
                              <w:sz w:val="16"/>
                              <w:szCs w:val="16"/>
                            </w:rPr>
                          </w:pPr>
                          <w:r w:rsidRPr="00546DDF">
                            <w:rPr>
                              <w:sz w:val="16"/>
                              <w:szCs w:val="16"/>
                            </w:rPr>
                            <w:t>Auerbachstraße 110</w:t>
                          </w:r>
                        </w:p>
                        <w:p w:rsidR="00E72AB2" w:rsidRPr="00546DDF" w:rsidRDefault="00E72AB2" w:rsidP="00546DDF">
                          <w:pPr>
                            <w:pStyle w:val="Schrift6"/>
                            <w:spacing w:line="221" w:lineRule="exact"/>
                            <w:rPr>
                              <w:sz w:val="16"/>
                              <w:szCs w:val="16"/>
                            </w:rPr>
                          </w:pPr>
                          <w:r w:rsidRPr="00546DDF">
                            <w:rPr>
                              <w:sz w:val="16"/>
                              <w:szCs w:val="16"/>
                            </w:rPr>
                            <w:t>70376 Stuttgart</w:t>
                          </w:r>
                        </w:p>
                        <w:p w:rsidR="00E72AB2" w:rsidRPr="00546DDF" w:rsidRDefault="00E72AB2" w:rsidP="00546DDF">
                          <w:pPr>
                            <w:spacing w:line="221" w:lineRule="exac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1AEF5B2" id="_x0000_t202" coordsize="21600,21600" o:spt="202" path="m,l,21600r21600,l21600,xe">
              <v:stroke joinstyle="miter"/>
              <v:path gradientshapeok="t" o:connecttype="rect"/>
            </v:shapetype>
            <v:shape id="Text Box 18" o:spid="_x0000_s1029" type="#_x0000_t202" style="position:absolute;margin-left:0;margin-top:759.55pt;width:111.7pt;height:54.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" filled="f" fillcolor="silver" stroked="f" strokecolor="silver" strokeweight="0">
              <v:fill opacity="32896f"/>
              <v:textbox inset="0,0,0,0">
                <w:txbxContent>
                  <w:p w:rsidR="00E72AB2" w:rsidRPr="00546DDF" w:rsidRDefault="00E72AB2" w:rsidP="00546DDF">
                    <w:pPr>
                      <w:pStyle w:val="Schrift6"/>
                      <w:spacing w:line="221" w:lineRule="exact"/>
                      <w:rPr>
                        <w:sz w:val="16"/>
                        <w:szCs w:val="16"/>
                      </w:rPr>
                    </w:pPr>
                    <w:r w:rsidRPr="00546DDF">
                      <w:rPr>
                        <w:sz w:val="16"/>
                        <w:szCs w:val="16"/>
                      </w:rPr>
                      <w:t>Robert-Bosch-Krankenhaus</w:t>
                    </w:r>
                  </w:p>
                  <w:p w:rsidR="00E72AB2" w:rsidRPr="00546DDF" w:rsidRDefault="00E72AB2" w:rsidP="00546DDF">
                    <w:pPr>
                      <w:pStyle w:val="Schrift6"/>
                      <w:spacing w:line="221" w:lineRule="exact"/>
                      <w:rPr>
                        <w:sz w:val="16"/>
                        <w:szCs w:val="16"/>
                      </w:rPr>
                    </w:pPr>
                    <w:r w:rsidRPr="00546DDF">
                      <w:rPr>
                        <w:sz w:val="16"/>
                        <w:szCs w:val="16"/>
                      </w:rPr>
                      <w:t>Auerbachstraße 110</w:t>
                    </w:r>
                  </w:p>
                  <w:p w:rsidR="00E72AB2" w:rsidRPr="00546DDF" w:rsidRDefault="00E72AB2" w:rsidP="00546DDF">
                    <w:pPr>
                      <w:pStyle w:val="Schrift6"/>
                      <w:spacing w:line="221" w:lineRule="exact"/>
                      <w:rPr>
                        <w:sz w:val="16"/>
                        <w:szCs w:val="16"/>
                      </w:rPr>
                    </w:pPr>
                    <w:r w:rsidRPr="00546DDF">
                      <w:rPr>
                        <w:sz w:val="16"/>
                        <w:szCs w:val="16"/>
                      </w:rPr>
                      <w:t>70376 Stuttgart</w:t>
                    </w:r>
                  </w:p>
                  <w:p w:rsidR="00E72AB2" w:rsidRPr="00546DDF" w:rsidRDefault="00E72AB2" w:rsidP="00546DDF">
                    <w:pPr>
                      <w:spacing w:line="221" w:lineRule="exact"/>
                      <w:rPr>
                        <w:sz w:val="16"/>
                        <w:szCs w:val="16"/>
                      </w:rPr>
                    </w:pPr>
                  </w:p>
                </w:txbxContent>
              </v:textbox>
              <w10:wrap anchorx="margin" anchory="page"/>
            </v:shape>
          </w:pict>
        </mc:Fallback>
      </mc:AlternateContent>
    </w:r>
    <w:r>
      <w:rPr>
        <w:noProof/>
      </w:rPr>
      <mc:AlternateContent>
        <mc:Choice Requires="wps">
          <w:drawing>
            <wp:anchor distT="0" distB="0" distL="114300" distR="114300" simplePos="0" relativeHeight="251656704" behindDoc="0" locked="0" layoutInCell="1" allowOverlap="1" wp14:anchorId="1724C7AC" wp14:editId="790CC9FA">
              <wp:simplePos x="0" y="0"/>
              <wp:positionH relativeFrom="page">
                <wp:posOffset>2422525</wp:posOffset>
              </wp:positionH>
              <wp:positionV relativeFrom="page">
                <wp:posOffset>9646285</wp:posOffset>
              </wp:positionV>
              <wp:extent cx="1784350" cy="688340"/>
              <wp:effectExtent l="0" t="0" r="6350" b="16510"/>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688340"/>
                      </a:xfrm>
                      <a:prstGeom prst="rect">
                        <a:avLst/>
                      </a:prstGeom>
                      <a:noFill/>
                      <a:ln>
                        <a:noFill/>
                      </a:ln>
                      <a:extLst>
                        <a:ext uri="{909E8E84-426E-40DD-AFC4-6F175D3DCCD1}">
                          <a14:hiddenFill xmlns:a14="http://schemas.microsoft.com/office/drawing/2010/main">
                            <a:solidFill>
                              <a:srgbClr val="C0C0C0">
                                <a:alpha val="50000"/>
                              </a:srgbClr>
                            </a:solidFill>
                          </a14:hiddenFill>
                        </a:ext>
                        <a:ext uri="{91240B29-F687-4F45-9708-019B960494DF}">
                          <a14:hiddenLine xmlns:a14="http://schemas.microsoft.com/office/drawing/2010/main" w="0">
                            <a:solidFill>
                              <a:srgbClr val="C0C0C0"/>
                            </a:solidFill>
                            <a:miter lim="800000"/>
                            <a:headEnd/>
                            <a:tailEnd/>
                          </a14:hiddenLine>
                        </a:ext>
                      </a:extLst>
                    </wps:spPr>
                    <wps:txbx>
                      <w:txbxContent>
                        <w:p w:rsidR="00E72AB2" w:rsidRDefault="00E72AB2" w:rsidP="00546DDF">
                          <w:pPr>
                            <w:pStyle w:val="Schrift6"/>
                            <w:spacing w:line="221" w:lineRule="exact"/>
                            <w:rPr>
                              <w:sz w:val="16"/>
                              <w:szCs w:val="16"/>
                            </w:rPr>
                          </w:pPr>
                          <w:r>
                            <w:rPr>
                              <w:sz w:val="16"/>
                              <w:szCs w:val="16"/>
                            </w:rPr>
                            <w:t>Pressekontakt:</w:t>
                          </w:r>
                        </w:p>
                        <w:p w:rsidR="00E72AB2" w:rsidRDefault="000C38BE" w:rsidP="007C5335">
                          <w:pPr>
                            <w:pStyle w:val="Schrift6"/>
                            <w:spacing w:line="221" w:lineRule="exact"/>
                            <w:rPr>
                              <w:sz w:val="16"/>
                              <w:szCs w:val="16"/>
                            </w:rPr>
                          </w:pPr>
                          <w:r>
                            <w:rPr>
                              <w:sz w:val="16"/>
                              <w:szCs w:val="16"/>
                            </w:rPr>
                            <w:t>Christiane Pötter</w:t>
                          </w:r>
                        </w:p>
                        <w:p w:rsidR="00E72AB2" w:rsidRPr="00546DDF" w:rsidRDefault="00E72AB2" w:rsidP="007C5335">
                          <w:pPr>
                            <w:pStyle w:val="Schrift6"/>
                            <w:spacing w:line="221" w:lineRule="exact"/>
                            <w:rPr>
                              <w:sz w:val="16"/>
                              <w:szCs w:val="16"/>
                            </w:rPr>
                          </w:pPr>
                          <w:r>
                            <w:rPr>
                              <w:sz w:val="16"/>
                              <w:szCs w:val="16"/>
                            </w:rPr>
                            <w:t>Unternehmenskommunikation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724C7AC" id="Text Box 19" o:spid="_x0000_s1030" type="#_x0000_t202" style="position:absolute;margin-left:190.75pt;margin-top:759.55pt;width:140.5pt;height:54.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" filled="f" fillcolor="silver" stroked="f" strokecolor="silver" strokeweight="0">
              <v:fill opacity="32896f"/>
              <v:textbox inset="0,0,0,0">
                <w:txbxContent>
                  <w:p w:rsidR="00E72AB2" w:rsidRDefault="00E72AB2" w:rsidP="00546DDF">
                    <w:pPr>
                      <w:pStyle w:val="Schrift6"/>
                      <w:spacing w:line="221" w:lineRule="exact"/>
                      <w:rPr>
                        <w:sz w:val="16"/>
                        <w:szCs w:val="16"/>
                      </w:rPr>
                    </w:pPr>
                    <w:r>
                      <w:rPr>
                        <w:sz w:val="16"/>
                        <w:szCs w:val="16"/>
                      </w:rPr>
                      <w:t>Pressekontakt:</w:t>
                    </w:r>
                  </w:p>
                  <w:p w:rsidR="00E72AB2" w:rsidRDefault="000C38BE" w:rsidP="007C5335">
                    <w:pPr>
                      <w:pStyle w:val="Schrift6"/>
                      <w:spacing w:line="221" w:lineRule="exact"/>
                      <w:rPr>
                        <w:sz w:val="16"/>
                        <w:szCs w:val="16"/>
                      </w:rPr>
                    </w:pPr>
                    <w:r>
                      <w:rPr>
                        <w:sz w:val="16"/>
                        <w:szCs w:val="16"/>
                      </w:rPr>
                      <w:t>Christiane Pötter</w:t>
                    </w:r>
                  </w:p>
                  <w:p w:rsidR="00E72AB2" w:rsidRPr="00546DDF" w:rsidRDefault="00E72AB2" w:rsidP="007C5335">
                    <w:pPr>
                      <w:pStyle w:val="Schrift6"/>
                      <w:spacing w:line="221" w:lineRule="exact"/>
                      <w:rPr>
                        <w:sz w:val="16"/>
                        <w:szCs w:val="16"/>
                      </w:rPr>
                    </w:pPr>
                    <w:r>
                      <w:rPr>
                        <w:sz w:val="16"/>
                        <w:szCs w:val="16"/>
                      </w:rPr>
                      <w:t>Unternehmenskommunikation</w:t>
                    </w:r>
                  </w:p>
                </w:txbxContent>
              </v:textbox>
              <w10:wrap anchorx="page" anchory="page"/>
            </v:shape>
          </w:pict>
        </mc:Fallback>
      </mc:AlternateContent>
    </w:r>
    <w:r>
      <w:rPr>
        <w:noProof/>
      </w:rPr>
      <mc:AlternateContent>
        <mc:Choice Requires="wps">
          <w:drawing>
            <wp:anchor distT="0" distB="0" distL="114300" distR="114300" simplePos="0" relativeHeight="251655680" behindDoc="0" locked="0" layoutInCell="1" allowOverlap="1" wp14:anchorId="7AAD7A5F" wp14:editId="6C3C86C5">
              <wp:simplePos x="0" y="0"/>
              <wp:positionH relativeFrom="page">
                <wp:posOffset>4241800</wp:posOffset>
              </wp:positionH>
              <wp:positionV relativeFrom="page">
                <wp:posOffset>9642475</wp:posOffset>
              </wp:positionV>
              <wp:extent cx="1784350" cy="688340"/>
              <wp:effectExtent l="0" t="0" r="6350" b="16510"/>
              <wp:wrapNone/>
              <wp:docPr id="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688340"/>
                      </a:xfrm>
                      <a:prstGeom prst="rect">
                        <a:avLst/>
                      </a:prstGeom>
                      <a:noFill/>
                      <a:ln>
                        <a:noFill/>
                      </a:ln>
                      <a:extLst>
                        <a:ext uri="{909E8E84-426E-40DD-AFC4-6F175D3DCCD1}">
                          <a14:hiddenFill xmlns:a14="http://schemas.microsoft.com/office/drawing/2010/main">
                            <a:solidFill>
                              <a:srgbClr val="C0C0C0">
                                <a:alpha val="50000"/>
                              </a:srgbClr>
                            </a:solidFill>
                          </a14:hiddenFill>
                        </a:ext>
                        <a:ext uri="{91240B29-F687-4F45-9708-019B960494DF}">
                          <a14:hiddenLine xmlns:a14="http://schemas.microsoft.com/office/drawing/2010/main" w="0">
                            <a:solidFill>
                              <a:srgbClr val="C0C0C0"/>
                            </a:solidFill>
                            <a:miter lim="800000"/>
                            <a:headEnd/>
                            <a:tailEnd/>
                          </a14:hiddenLine>
                        </a:ext>
                      </a:extLst>
                    </wps:spPr>
                    <wps:txbx>
                      <w:txbxContent>
                        <w:p w:rsidR="00E72AB2" w:rsidRPr="00546DDF" w:rsidRDefault="00E72AB2" w:rsidP="009170BC">
                          <w:pPr>
                            <w:pStyle w:val="Schrift6"/>
                            <w:spacing w:line="221" w:lineRule="exact"/>
                            <w:rPr>
                              <w:sz w:val="16"/>
                              <w:szCs w:val="16"/>
                            </w:rPr>
                          </w:pPr>
                          <w:r w:rsidRPr="00546DDF">
                            <w:rPr>
                              <w:sz w:val="16"/>
                              <w:szCs w:val="16"/>
                            </w:rPr>
                            <w:t>T</w:t>
                          </w:r>
                          <w:r w:rsidR="000C38BE">
                            <w:rPr>
                              <w:sz w:val="16"/>
                              <w:szCs w:val="16"/>
                            </w:rPr>
                            <w:t>elefon 0711/8101-3054</w:t>
                          </w:r>
                        </w:p>
                        <w:p w:rsidR="00E72AB2" w:rsidRPr="00546DDF" w:rsidRDefault="00E72AB2" w:rsidP="00546DDF">
                          <w:pPr>
                            <w:pStyle w:val="Schrift6"/>
                            <w:spacing w:line="221" w:lineRule="exact"/>
                            <w:rPr>
                              <w:sz w:val="16"/>
                              <w:szCs w:val="16"/>
                            </w:rPr>
                          </w:pPr>
                          <w:r w:rsidRPr="00546DDF">
                            <w:rPr>
                              <w:sz w:val="16"/>
                              <w:szCs w:val="16"/>
                            </w:rPr>
                            <w:t>Telefax 0711/8101-3779</w:t>
                          </w:r>
                        </w:p>
                        <w:p w:rsidR="00E72AB2" w:rsidRPr="00546DDF" w:rsidRDefault="000B37D4" w:rsidP="00546DDF">
                          <w:pPr>
                            <w:pStyle w:val="Schrift6"/>
                            <w:spacing w:line="221" w:lineRule="exact"/>
                            <w:rPr>
                              <w:sz w:val="16"/>
                              <w:szCs w:val="16"/>
                            </w:rPr>
                          </w:pPr>
                          <w:proofErr w:type="spellStart"/>
                          <w:r>
                            <w:rPr>
                              <w:sz w:val="16"/>
                              <w:szCs w:val="16"/>
                            </w:rPr>
                            <w:t>c</w:t>
                          </w:r>
                          <w:r w:rsidR="000C38BE">
                            <w:rPr>
                              <w:sz w:val="16"/>
                              <w:szCs w:val="16"/>
                            </w:rPr>
                            <w:t>hristiane.poetter</w:t>
                          </w:r>
                          <w:proofErr w:type="spellEnd"/>
                          <w:r w:rsidR="000C38BE" w:rsidRPr="00546DDF">
                            <w:rPr>
                              <w:sz w:val="16"/>
                              <w:szCs w:val="16"/>
                            </w:rPr>
                            <w:t xml:space="preserve"> </w:t>
                          </w:r>
                          <w:r w:rsidR="00E72AB2" w:rsidRPr="00546DDF">
                            <w:rPr>
                              <w:sz w:val="16"/>
                              <w:szCs w:val="16"/>
                            </w:rPr>
                            <w:t>@rbk.de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AAD7A5F" id="Text Box 37" o:spid="_x0000_s1031" type="#_x0000_t202" style="position:absolute;margin-left:334pt;margin-top:759.25pt;width:140.5pt;height:54.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" filled="f" fillcolor="silver" stroked="f" strokecolor="silver" strokeweight="0">
              <v:fill opacity="32896f"/>
              <v:textbox inset="0,0,0,0">
                <w:txbxContent>
                  <w:p w:rsidR="00E72AB2" w:rsidRPr="00546DDF" w:rsidRDefault="00E72AB2" w:rsidP="009170BC">
                    <w:pPr>
                      <w:pStyle w:val="Schrift6"/>
                      <w:spacing w:line="221" w:lineRule="exact"/>
                      <w:rPr>
                        <w:sz w:val="16"/>
                        <w:szCs w:val="16"/>
                      </w:rPr>
                    </w:pPr>
                    <w:r w:rsidRPr="00546DDF">
                      <w:rPr>
                        <w:sz w:val="16"/>
                        <w:szCs w:val="16"/>
                      </w:rPr>
                      <w:t>T</w:t>
                    </w:r>
                    <w:r w:rsidR="000C38BE">
                      <w:rPr>
                        <w:sz w:val="16"/>
                        <w:szCs w:val="16"/>
                      </w:rPr>
                      <w:t>elefon 0711/8101-3054</w:t>
                    </w:r>
                  </w:p>
                  <w:p w:rsidR="00E72AB2" w:rsidRPr="00546DDF" w:rsidRDefault="00E72AB2" w:rsidP="00546DDF">
                    <w:pPr>
                      <w:pStyle w:val="Schrift6"/>
                      <w:spacing w:line="221" w:lineRule="exact"/>
                      <w:rPr>
                        <w:sz w:val="16"/>
                        <w:szCs w:val="16"/>
                      </w:rPr>
                    </w:pPr>
                    <w:r w:rsidRPr="00546DDF">
                      <w:rPr>
                        <w:sz w:val="16"/>
                        <w:szCs w:val="16"/>
                      </w:rPr>
                      <w:t>Telefax 0711/8101-3779</w:t>
                    </w:r>
                  </w:p>
                  <w:p w:rsidR="00E72AB2" w:rsidRPr="00546DDF" w:rsidRDefault="000B37D4" w:rsidP="00546DDF">
                    <w:pPr>
                      <w:pStyle w:val="Schrift6"/>
                      <w:spacing w:line="221" w:lineRule="exact"/>
                      <w:rPr>
                        <w:sz w:val="16"/>
                        <w:szCs w:val="16"/>
                      </w:rPr>
                    </w:pPr>
                    <w:r>
                      <w:rPr>
                        <w:sz w:val="16"/>
                        <w:szCs w:val="16"/>
                      </w:rPr>
                      <w:t>c</w:t>
                    </w:r>
                    <w:r w:rsidR="000C38BE">
                      <w:rPr>
                        <w:sz w:val="16"/>
                        <w:szCs w:val="16"/>
                      </w:rPr>
                      <w:t>hristiane.poetter</w:t>
                    </w:r>
                    <w:r w:rsidR="000C38BE" w:rsidRPr="00546DDF">
                      <w:rPr>
                        <w:sz w:val="16"/>
                        <w:szCs w:val="16"/>
                      </w:rPr>
                      <w:t xml:space="preserve"> </w:t>
                    </w:r>
                    <w:r w:rsidR="00E72AB2" w:rsidRPr="00546DDF">
                      <w:rPr>
                        <w:sz w:val="16"/>
                        <w:szCs w:val="16"/>
                      </w:rPr>
                      <w:t>@rbk.de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ADA" w:rsidRDefault="005E1ADA">
      <w:r>
        <w:separator/>
      </w:r>
    </w:p>
  </w:footnote>
  <w:footnote w:type="continuationSeparator" w:id="0">
    <w:p w:rsidR="005E1ADA" w:rsidRDefault="005E1ADA">
      <w:r>
        <w:continuationSeparator/>
      </w:r>
    </w:p>
  </w:footnote>
  <w:footnote w:type="continuationNotice" w:id="1">
    <w:p w:rsidR="005E1ADA" w:rsidRDefault="005E1A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AB2" w:rsidRDefault="00F23D5C">
    <w:pPr>
      <w:pStyle w:val="Kopfzeile"/>
    </w:pPr>
    <w:r>
      <w:rPr>
        <w:noProof/>
      </w:rPr>
      <mc:AlternateContent>
        <mc:Choice Requires="wps">
          <w:drawing>
            <wp:anchor distT="0" distB="0" distL="114300" distR="114300" simplePos="0" relativeHeight="251652608" behindDoc="0" locked="0" layoutInCell="1" allowOverlap="1" wp14:anchorId="169D438C" wp14:editId="6348528E">
              <wp:simplePos x="0" y="0"/>
              <wp:positionH relativeFrom="page">
                <wp:posOffset>5850890</wp:posOffset>
              </wp:positionH>
              <wp:positionV relativeFrom="page">
                <wp:posOffset>1841500</wp:posOffset>
              </wp:positionV>
              <wp:extent cx="1350010" cy="623570"/>
              <wp:effectExtent l="0" t="0" r="2540" b="508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623570"/>
                      </a:xfrm>
                      <a:prstGeom prst="rect">
                        <a:avLst/>
                      </a:prstGeom>
                      <a:noFill/>
                      <a:ln>
                        <a:noFill/>
                      </a:ln>
                      <a:extLst>
                        <a:ext uri="{909E8E84-426E-40DD-AFC4-6F175D3DCCD1}">
                          <a14:hiddenFill xmlns:a14="http://schemas.microsoft.com/office/drawing/2010/main">
                            <a:solidFill>
                              <a:srgbClr val="C0C0C0">
                                <a:alpha val="50000"/>
                              </a:srgbClr>
                            </a:solidFill>
                          </a14:hiddenFill>
                        </a:ext>
                        <a:ext uri="{91240B29-F687-4F45-9708-019B960494DF}">
                          <a14:hiddenLine xmlns:a14="http://schemas.microsoft.com/office/drawing/2010/main" w="0">
                            <a:solidFill>
                              <a:srgbClr val="C0C0C0"/>
                            </a:solidFill>
                            <a:miter lim="800000"/>
                            <a:headEnd/>
                            <a:tailEnd/>
                          </a14:hiddenLine>
                        </a:ext>
                      </a:extLst>
                    </wps:spPr>
                    <wps:txbx>
                      <w:txbxContent>
                        <w:p w:rsidR="00E72AB2" w:rsidRPr="00274994" w:rsidRDefault="00A93DC0" w:rsidP="001C2C01">
                          <w:pPr>
                            <w:pStyle w:val="Schrift2"/>
                            <w:spacing w:line="221" w:lineRule="exact"/>
                            <w:rPr>
                              <w:b/>
                              <w:sz w:val="20"/>
                              <w:szCs w:val="20"/>
                            </w:rPr>
                          </w:pPr>
                          <w:r>
                            <w:rPr>
                              <w:b/>
                              <w:sz w:val="20"/>
                              <w:szCs w:val="20"/>
                            </w:rPr>
                            <w:t>10</w:t>
                          </w:r>
                          <w:r w:rsidR="00E0248B">
                            <w:rPr>
                              <w:b/>
                              <w:sz w:val="20"/>
                              <w:szCs w:val="20"/>
                            </w:rPr>
                            <w:t xml:space="preserve">. </w:t>
                          </w:r>
                          <w:r>
                            <w:rPr>
                              <w:b/>
                              <w:sz w:val="20"/>
                              <w:szCs w:val="20"/>
                            </w:rPr>
                            <w:t>April</w:t>
                          </w:r>
                          <w:r w:rsidR="00E72AB2">
                            <w:rPr>
                              <w:b/>
                              <w:sz w:val="20"/>
                              <w:szCs w:val="20"/>
                            </w:rPr>
                            <w:t xml:space="preserve"> </w:t>
                          </w:r>
                          <w:r w:rsidR="00E72AB2" w:rsidRPr="005738E1">
                            <w:rPr>
                              <w:b/>
                              <w:sz w:val="20"/>
                              <w:szCs w:val="20"/>
                            </w:rPr>
                            <w:t>201</w:t>
                          </w:r>
                          <w:r w:rsidR="00F23D5C">
                            <w:rPr>
                              <w:b/>
                              <w:sz w:val="20"/>
                              <w:szCs w:val="20"/>
                            </w:rPr>
                            <w:t>9</w:t>
                          </w:r>
                        </w:p>
                        <w:p w:rsidR="00E72AB2" w:rsidRPr="00BE272A" w:rsidRDefault="00E72AB2" w:rsidP="00BE272A">
                          <w:pPr>
                            <w:pStyle w:val="Schrift2"/>
                            <w:spacing w:line="221" w:lineRule="exact"/>
                            <w:rPr>
                              <w:sz w:val="16"/>
                              <w:szCs w:val="16"/>
                            </w:rPr>
                          </w:pPr>
                          <w:r w:rsidRPr="005738E1">
                            <w:rPr>
                              <w:sz w:val="16"/>
                              <w:szCs w:val="16"/>
                            </w:rPr>
                            <w:t xml:space="preserve">Seite </w:t>
                          </w:r>
                          <w:r w:rsidRPr="005738E1">
                            <w:rPr>
                              <w:sz w:val="16"/>
                              <w:szCs w:val="16"/>
                            </w:rPr>
                            <w:fldChar w:fldCharType="begin"/>
                          </w:r>
                          <w:r w:rsidRPr="005738E1">
                            <w:rPr>
                              <w:sz w:val="16"/>
                              <w:szCs w:val="16"/>
                            </w:rPr>
                            <w:instrText xml:space="preserve">PAGE  </w:instrText>
                          </w:r>
                          <w:r w:rsidRPr="005738E1">
                            <w:rPr>
                              <w:sz w:val="16"/>
                              <w:szCs w:val="16"/>
                            </w:rPr>
                            <w:fldChar w:fldCharType="separate"/>
                          </w:r>
                          <w:r w:rsidR="00344B2E">
                            <w:rPr>
                              <w:noProof/>
                              <w:sz w:val="16"/>
                              <w:szCs w:val="16"/>
                            </w:rPr>
                            <w:t>3</w:t>
                          </w:r>
                          <w:r w:rsidRPr="005738E1">
                            <w:rPr>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460.7pt;margin-top:145pt;width:106.3pt;height:49.1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" filled="f" fillcolor="silver" stroked="f" strokecolor="silver" strokeweight="0">
              <v:fill opacity="32896f"/>
              <v:textbox inset="0,0,0,0">
                <w:txbxContent>
                  <w:p w:rsidR="00E72AB2" w:rsidRPr="00274994" w:rsidRDefault="00A93DC0" w:rsidP="001C2C01">
                    <w:pPr>
                      <w:pStyle w:val="Schrift2"/>
                      <w:spacing w:line="221" w:lineRule="exact"/>
                      <w:rPr>
                        <w:b/>
                        <w:sz w:val="20"/>
                        <w:szCs w:val="20"/>
                      </w:rPr>
                    </w:pPr>
                    <w:r>
                      <w:rPr>
                        <w:b/>
                        <w:sz w:val="20"/>
                        <w:szCs w:val="20"/>
                      </w:rPr>
                      <w:t>10</w:t>
                    </w:r>
                    <w:r w:rsidR="00E0248B">
                      <w:rPr>
                        <w:b/>
                        <w:sz w:val="20"/>
                        <w:szCs w:val="20"/>
                      </w:rPr>
                      <w:t xml:space="preserve">. </w:t>
                    </w:r>
                    <w:r>
                      <w:rPr>
                        <w:b/>
                        <w:sz w:val="20"/>
                        <w:szCs w:val="20"/>
                      </w:rPr>
                      <w:t>April</w:t>
                    </w:r>
                    <w:r w:rsidR="00E72AB2">
                      <w:rPr>
                        <w:b/>
                        <w:sz w:val="20"/>
                        <w:szCs w:val="20"/>
                      </w:rPr>
                      <w:t xml:space="preserve"> </w:t>
                    </w:r>
                    <w:r w:rsidR="00E72AB2" w:rsidRPr="005738E1">
                      <w:rPr>
                        <w:b/>
                        <w:sz w:val="20"/>
                        <w:szCs w:val="20"/>
                      </w:rPr>
                      <w:t>201</w:t>
                    </w:r>
                    <w:r w:rsidR="00F23D5C">
                      <w:rPr>
                        <w:b/>
                        <w:sz w:val="20"/>
                        <w:szCs w:val="20"/>
                      </w:rPr>
                      <w:t>9</w:t>
                    </w:r>
                  </w:p>
                  <w:p w:rsidR="00E72AB2" w:rsidRPr="00BE272A" w:rsidRDefault="00E72AB2" w:rsidP="00BE272A">
                    <w:pPr>
                      <w:pStyle w:val="Schrift2"/>
                      <w:spacing w:line="221" w:lineRule="exact"/>
                      <w:rPr>
                        <w:sz w:val="16"/>
                        <w:szCs w:val="16"/>
                      </w:rPr>
                    </w:pPr>
                    <w:r w:rsidRPr="005738E1">
                      <w:rPr>
                        <w:sz w:val="16"/>
                        <w:szCs w:val="16"/>
                      </w:rPr>
                      <w:t xml:space="preserve">Seite </w:t>
                    </w:r>
                    <w:r w:rsidRPr="005738E1">
                      <w:rPr>
                        <w:sz w:val="16"/>
                        <w:szCs w:val="16"/>
                      </w:rPr>
                      <w:fldChar w:fldCharType="begin"/>
                    </w:r>
                    <w:r w:rsidRPr="005738E1">
                      <w:rPr>
                        <w:sz w:val="16"/>
                        <w:szCs w:val="16"/>
                      </w:rPr>
                      <w:instrText xml:space="preserve">PAGE  </w:instrText>
                    </w:r>
                    <w:r w:rsidRPr="005738E1">
                      <w:rPr>
                        <w:sz w:val="16"/>
                        <w:szCs w:val="16"/>
                      </w:rPr>
                      <w:fldChar w:fldCharType="separate"/>
                    </w:r>
                    <w:r w:rsidR="00344B2E">
                      <w:rPr>
                        <w:noProof/>
                        <w:sz w:val="16"/>
                        <w:szCs w:val="16"/>
                      </w:rPr>
                      <w:t>3</w:t>
                    </w:r>
                    <w:r w:rsidRPr="005738E1">
                      <w:rPr>
                        <w:sz w:val="16"/>
                        <w:szCs w:val="16"/>
                      </w:rPr>
                      <w:fldChar w:fldCharType="end"/>
                    </w:r>
                  </w:p>
                </w:txbxContent>
              </v:textbox>
              <w10:wrap anchorx="page" anchory="page"/>
            </v:shape>
          </w:pict>
        </mc:Fallback>
      </mc:AlternateContent>
    </w:r>
    <w:r w:rsidR="00E72AB2">
      <w:rPr>
        <w:noProof/>
      </w:rPr>
      <w:drawing>
        <wp:anchor distT="0" distB="0" distL="114300" distR="114300" simplePos="0" relativeHeight="251660800" behindDoc="1" locked="0" layoutInCell="1" allowOverlap="1" wp14:anchorId="03DA9B79" wp14:editId="12631BFD">
          <wp:simplePos x="0" y="0"/>
          <wp:positionH relativeFrom="column">
            <wp:posOffset>4451350</wp:posOffset>
          </wp:positionH>
          <wp:positionV relativeFrom="paragraph">
            <wp:posOffset>232410</wp:posOffset>
          </wp:positionV>
          <wp:extent cx="1799590" cy="634365"/>
          <wp:effectExtent l="0" t="0" r="0" b="0"/>
          <wp:wrapTight wrapText="bothSides">
            <wp:wrapPolygon edited="0">
              <wp:start x="0" y="0"/>
              <wp:lineTo x="0" y="20757"/>
              <wp:lineTo x="21265" y="20757"/>
              <wp:lineTo x="21265" y="0"/>
              <wp:lineTo x="0" y="0"/>
            </wp:wrapPolygon>
          </wp:wrapTight>
          <wp:docPr id="1" name="Bild 32" descr="rbk_logo_robert-bosch-krankenh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2" descr="rbk_logo_robert-bosch-krankenha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6343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AB2" w:rsidRDefault="00E72AB2">
    <w:pPr>
      <w:pStyle w:val="Kopfzeile"/>
    </w:pPr>
    <w:r>
      <w:rPr>
        <w:noProof/>
      </w:rPr>
      <w:drawing>
        <wp:anchor distT="0" distB="0" distL="114300" distR="114300" simplePos="0" relativeHeight="251657728" behindDoc="1" locked="0" layoutInCell="1" allowOverlap="1" wp14:anchorId="43E49289" wp14:editId="32D67101">
          <wp:simplePos x="0" y="0"/>
          <wp:positionH relativeFrom="column">
            <wp:posOffset>4298950</wp:posOffset>
          </wp:positionH>
          <wp:positionV relativeFrom="paragraph">
            <wp:posOffset>80010</wp:posOffset>
          </wp:positionV>
          <wp:extent cx="1799590" cy="634365"/>
          <wp:effectExtent l="0" t="0" r="0" b="0"/>
          <wp:wrapTight wrapText="bothSides">
            <wp:wrapPolygon edited="0">
              <wp:start x="0" y="0"/>
              <wp:lineTo x="0" y="20757"/>
              <wp:lineTo x="21265" y="20757"/>
              <wp:lineTo x="21265" y="0"/>
              <wp:lineTo x="0" y="0"/>
            </wp:wrapPolygon>
          </wp:wrapTight>
          <wp:docPr id="6" name="Bild 32" descr="rbk_logo_robert-bosch-krankenh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2" descr="rbk_logo_robert-bosch-krankenha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634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AB2" w:rsidRDefault="00E72AB2">
    <w:pPr>
      <w:pStyle w:val="Kopfzeile"/>
    </w:pPr>
  </w:p>
  <w:p w:rsidR="00E72AB2" w:rsidRDefault="00E72AB2">
    <w:pPr>
      <w:pStyle w:val="Kopfzeile"/>
    </w:pPr>
  </w:p>
  <w:p w:rsidR="00E72AB2" w:rsidRDefault="00E72AB2">
    <w:pPr>
      <w:pStyle w:val="Kopfzeile"/>
    </w:pPr>
  </w:p>
  <w:p w:rsidR="00E72AB2" w:rsidRDefault="00E72AB2">
    <w:pPr>
      <w:pStyle w:val="Kopfzeile"/>
    </w:pPr>
  </w:p>
  <w:p w:rsidR="002C2E56" w:rsidRDefault="002C2E56">
    <w:pPr>
      <w:pStyle w:val="Kopfzeile"/>
    </w:pPr>
  </w:p>
  <w:p w:rsidR="002C2E56" w:rsidRDefault="002C2E56">
    <w:pPr>
      <w:pStyle w:val="Kopfzeile"/>
    </w:pPr>
  </w:p>
  <w:p w:rsidR="00E72AB2" w:rsidRDefault="00E72AB2">
    <w:pPr>
      <w:pStyle w:val="Kopfzeile"/>
    </w:pPr>
    <w:r>
      <w:rPr>
        <w:noProof/>
      </w:rPr>
      <mc:AlternateContent>
        <mc:Choice Requires="wps">
          <w:drawing>
            <wp:anchor distT="0" distB="0" distL="114300" distR="114300" simplePos="0" relativeHeight="251653632" behindDoc="1" locked="0" layoutInCell="1" allowOverlap="1" wp14:anchorId="67BA0808" wp14:editId="66D2FE7C">
              <wp:simplePos x="0" y="0"/>
              <wp:positionH relativeFrom="margin">
                <wp:posOffset>-19050</wp:posOffset>
              </wp:positionH>
              <wp:positionV relativeFrom="page">
                <wp:posOffset>1593850</wp:posOffset>
              </wp:positionV>
              <wp:extent cx="4000500" cy="523875"/>
              <wp:effectExtent l="0" t="0" r="0" b="9525"/>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23875"/>
                      </a:xfrm>
                      <a:prstGeom prst="rect">
                        <a:avLst/>
                      </a:prstGeom>
                      <a:noFill/>
                      <a:ln>
                        <a:noFill/>
                      </a:ln>
                      <a:extLst>
                        <a:ext uri="{909E8E84-426E-40DD-AFC4-6F175D3DCCD1}">
                          <a14:hiddenFill xmlns:a14="http://schemas.microsoft.com/office/drawing/2010/main">
                            <a:solidFill>
                              <a:srgbClr val="C0C0C0">
                                <a:alpha val="50000"/>
                              </a:srgbClr>
                            </a:solidFill>
                          </a14:hiddenFill>
                        </a:ext>
                        <a:ext uri="{91240B29-F687-4F45-9708-019B960494DF}">
                          <a14:hiddenLine xmlns:a14="http://schemas.microsoft.com/office/drawing/2010/main" w="0">
                            <a:solidFill>
                              <a:srgbClr val="C0C0C0"/>
                            </a:solidFill>
                            <a:miter lim="800000"/>
                            <a:headEnd/>
                            <a:tailEnd/>
                          </a14:hiddenLine>
                        </a:ext>
                      </a:extLst>
                    </wps:spPr>
                    <wps:txbx>
                      <w:txbxContent>
                        <w:p w:rsidR="00E72AB2" w:rsidRPr="004930C2" w:rsidRDefault="00E72AB2" w:rsidP="005606FE">
                          <w:pPr>
                            <w:rPr>
                              <w:rFonts w:cs="Arial"/>
                              <w:b/>
                              <w:sz w:val="30"/>
                              <w:szCs w:val="30"/>
                              <w:lang w:val="en-US"/>
                            </w:rPr>
                          </w:pPr>
                          <w:proofErr w:type="spellStart"/>
                          <w:r w:rsidRPr="004930C2">
                            <w:rPr>
                              <w:rFonts w:cs="Arial"/>
                              <w:b/>
                              <w:sz w:val="30"/>
                              <w:szCs w:val="30"/>
                              <w:lang w:val="en-US"/>
                            </w:rPr>
                            <w:t>Pressemitteilung</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7BA0808" id="_x0000_t202" coordsize="21600,21600" o:spt="202" path="m,l,21600r21600,l21600,xe">
              <v:stroke joinstyle="miter"/>
              <v:path gradientshapeok="t" o:connecttype="rect"/>
            </v:shapetype>
            <v:shape id="Text Box 16" o:spid="_x0000_s1027" type="#_x0000_t202" style="position:absolute;margin-left:-1.5pt;margin-top:125.5pt;width:315pt;height:41.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" filled="f" fillcolor="silver" stroked="f" strokecolor="silver" strokeweight="0">
              <v:fill opacity="32896f"/>
              <v:textbox inset="0,0,0,0">
                <w:txbxContent>
                  <w:p w:rsidR="00E72AB2" w:rsidRPr="004930C2" w:rsidRDefault="00E72AB2" w:rsidP="005606FE">
                    <w:pPr>
                      <w:rPr>
                        <w:rFonts w:cs="Arial"/>
                        <w:b/>
                        <w:sz w:val="30"/>
                        <w:szCs w:val="30"/>
                        <w:lang w:val="en-US"/>
                      </w:rPr>
                    </w:pPr>
                    <w:r w:rsidRPr="004930C2">
                      <w:rPr>
                        <w:rFonts w:cs="Arial"/>
                        <w:b/>
                        <w:sz w:val="30"/>
                        <w:szCs w:val="30"/>
                        <w:lang w:val="en-US"/>
                      </w:rPr>
                      <w:t>Pressemitteilung</w:t>
                    </w:r>
                  </w:p>
                </w:txbxContent>
              </v:textbox>
              <w10:wrap anchorx="margin" anchory="page"/>
            </v:shape>
          </w:pict>
        </mc:Fallback>
      </mc:AlternateContent>
    </w:r>
  </w:p>
  <w:p w:rsidR="00E72AB2" w:rsidRDefault="00E72AB2">
    <w:pPr>
      <w:pStyle w:val="Kopfzeile"/>
    </w:pPr>
    <w:r>
      <w:rPr>
        <w:noProof/>
      </w:rPr>
      <mc:AlternateContent>
        <mc:Choice Requires="wps">
          <w:drawing>
            <wp:anchor distT="0" distB="0" distL="114300" distR="114300" simplePos="0" relativeHeight="251654656" behindDoc="0" locked="0" layoutInCell="1" allowOverlap="1" wp14:anchorId="4779C43F" wp14:editId="256A7FA0">
              <wp:simplePos x="0" y="0"/>
              <wp:positionH relativeFrom="page">
                <wp:posOffset>5847715</wp:posOffset>
              </wp:positionH>
              <wp:positionV relativeFrom="page">
                <wp:posOffset>1882140</wp:posOffset>
              </wp:positionV>
              <wp:extent cx="1470660" cy="297815"/>
              <wp:effectExtent l="0" t="0" r="15240" b="6985"/>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297815"/>
                      </a:xfrm>
                      <a:prstGeom prst="rect">
                        <a:avLst/>
                      </a:prstGeom>
                      <a:noFill/>
                      <a:ln>
                        <a:noFill/>
                      </a:ln>
                      <a:extLst>
                        <a:ext uri="{909E8E84-426E-40DD-AFC4-6F175D3DCCD1}">
                          <a14:hiddenFill xmlns:a14="http://schemas.microsoft.com/office/drawing/2010/main">
                            <a:solidFill>
                              <a:srgbClr val="C0C0C0">
                                <a:alpha val="50000"/>
                              </a:srgbClr>
                            </a:solidFill>
                          </a14:hiddenFill>
                        </a:ext>
                        <a:ext uri="{91240B29-F687-4F45-9708-019B960494DF}">
                          <a14:hiddenLine xmlns:a14="http://schemas.microsoft.com/office/drawing/2010/main" w="0">
                            <a:solidFill>
                              <a:srgbClr val="C0C0C0"/>
                            </a:solidFill>
                            <a:miter lim="800000"/>
                            <a:headEnd/>
                            <a:tailEnd/>
                          </a14:hiddenLine>
                        </a:ext>
                      </a:extLst>
                    </wps:spPr>
                    <wps:txbx>
                      <w:txbxContent>
                        <w:p w:rsidR="00E72AB2" w:rsidRPr="00274994" w:rsidRDefault="00A93DC0" w:rsidP="00CA5926">
                          <w:pPr>
                            <w:pStyle w:val="Schrift2"/>
                            <w:spacing w:line="221" w:lineRule="exact"/>
                            <w:rPr>
                              <w:b/>
                              <w:sz w:val="20"/>
                              <w:szCs w:val="20"/>
                            </w:rPr>
                          </w:pPr>
                          <w:r>
                            <w:rPr>
                              <w:b/>
                              <w:sz w:val="20"/>
                              <w:szCs w:val="20"/>
                            </w:rPr>
                            <w:t>10</w:t>
                          </w:r>
                          <w:r w:rsidR="00711712" w:rsidRPr="00A97D1E">
                            <w:rPr>
                              <w:b/>
                              <w:sz w:val="20"/>
                              <w:szCs w:val="20"/>
                            </w:rPr>
                            <w:t>.</w:t>
                          </w:r>
                          <w:r w:rsidR="007932FE">
                            <w:rPr>
                              <w:b/>
                              <w:sz w:val="20"/>
                              <w:szCs w:val="20"/>
                            </w:rPr>
                            <w:t xml:space="preserve"> </w:t>
                          </w:r>
                          <w:r>
                            <w:rPr>
                              <w:b/>
                              <w:sz w:val="20"/>
                              <w:szCs w:val="20"/>
                            </w:rPr>
                            <w:t>April</w:t>
                          </w:r>
                          <w:r w:rsidR="00E72AB2">
                            <w:rPr>
                              <w:b/>
                              <w:sz w:val="20"/>
                              <w:szCs w:val="20"/>
                            </w:rPr>
                            <w:t xml:space="preserve"> </w:t>
                          </w:r>
                          <w:r w:rsidR="00E72AB2" w:rsidRPr="005738E1">
                            <w:rPr>
                              <w:b/>
                              <w:sz w:val="20"/>
                              <w:szCs w:val="20"/>
                            </w:rPr>
                            <w:t>201</w:t>
                          </w:r>
                          <w:r w:rsidR="00F23D5C">
                            <w:rPr>
                              <w:b/>
                              <w:sz w:val="20"/>
                              <w:szCs w:val="20"/>
                            </w:rPr>
                            <w:t>9</w:t>
                          </w: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779C43F" id="Text Box 17" o:spid="_x0000_s1028" type="#_x0000_t202" style="position:absolute;margin-left:460.45pt;margin-top:148.2pt;width:115.8pt;height:23.4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" filled="f" fillcolor="silver" stroked="f" strokecolor="silver" strokeweight="0">
              <v:fill opacity="32896f"/>
              <v:textbox inset="0,0,0,0">
                <w:txbxContent>
                  <w:p w:rsidR="00E72AB2" w:rsidRPr="00274994" w:rsidRDefault="00A93DC0" w:rsidP="00CA5926">
                    <w:pPr>
                      <w:pStyle w:val="Schrift2"/>
                      <w:spacing w:line="221" w:lineRule="exact"/>
                      <w:rPr>
                        <w:b/>
                        <w:sz w:val="20"/>
                        <w:szCs w:val="20"/>
                      </w:rPr>
                    </w:pPr>
                    <w:r>
                      <w:rPr>
                        <w:b/>
                        <w:sz w:val="20"/>
                        <w:szCs w:val="20"/>
                      </w:rPr>
                      <w:t>10</w:t>
                    </w:r>
                    <w:r w:rsidR="00711712" w:rsidRPr="00A97D1E">
                      <w:rPr>
                        <w:b/>
                        <w:sz w:val="20"/>
                        <w:szCs w:val="20"/>
                      </w:rPr>
                      <w:t>.</w:t>
                    </w:r>
                    <w:r w:rsidR="007932FE">
                      <w:rPr>
                        <w:b/>
                        <w:sz w:val="20"/>
                        <w:szCs w:val="20"/>
                      </w:rPr>
                      <w:t xml:space="preserve"> </w:t>
                    </w:r>
                    <w:r>
                      <w:rPr>
                        <w:b/>
                        <w:sz w:val="20"/>
                        <w:szCs w:val="20"/>
                      </w:rPr>
                      <w:t>April</w:t>
                    </w:r>
                    <w:r w:rsidR="00E72AB2">
                      <w:rPr>
                        <w:b/>
                        <w:sz w:val="20"/>
                        <w:szCs w:val="20"/>
                      </w:rPr>
                      <w:t xml:space="preserve"> </w:t>
                    </w:r>
                    <w:r w:rsidR="00E72AB2" w:rsidRPr="005738E1">
                      <w:rPr>
                        <w:b/>
                        <w:sz w:val="20"/>
                        <w:szCs w:val="20"/>
                      </w:rPr>
                      <w:t>201</w:t>
                    </w:r>
                    <w:r w:rsidR="00F23D5C">
                      <w:rPr>
                        <w:b/>
                        <w:sz w:val="20"/>
                        <w:szCs w:val="20"/>
                      </w:rPr>
                      <w:t>9</w:t>
                    </w: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p w:rsidR="00E72AB2" w:rsidRPr="005738E1" w:rsidRDefault="00E72AB2" w:rsidP="0065444D">
                    <w:pPr>
                      <w:rPr>
                        <w:rFonts w:cs="Arial"/>
                        <w:b/>
                      </w:rPr>
                    </w:pPr>
                  </w:p>
                </w:txbxContent>
              </v:textbox>
              <w10:wrap anchorx="page" anchory="page"/>
            </v:shape>
          </w:pict>
        </mc:Fallback>
      </mc:AlternateContent>
    </w:r>
  </w:p>
  <w:p w:rsidR="00E72AB2" w:rsidRDefault="00E72AB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201"/>
    <w:multiLevelType w:val="hybridMultilevel"/>
    <w:tmpl w:val="36EA3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78743A"/>
    <w:multiLevelType w:val="hybridMultilevel"/>
    <w:tmpl w:val="8D98AA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BEA3529"/>
    <w:multiLevelType w:val="hybridMultilevel"/>
    <w:tmpl w:val="396416DA"/>
    <w:lvl w:ilvl="0" w:tplc="2BB66378">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116E65E0"/>
    <w:multiLevelType w:val="hybridMultilevel"/>
    <w:tmpl w:val="1D6407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851054A"/>
    <w:multiLevelType w:val="hybridMultilevel"/>
    <w:tmpl w:val="52BEB3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EDF383B"/>
    <w:multiLevelType w:val="hybridMultilevel"/>
    <w:tmpl w:val="4508B3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4E100851"/>
    <w:multiLevelType w:val="hybridMultilevel"/>
    <w:tmpl w:val="EDC092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78379C4"/>
    <w:multiLevelType w:val="hybridMultilevel"/>
    <w:tmpl w:val="54CEDE7C"/>
    <w:lvl w:ilvl="0" w:tplc="04070001">
      <w:start w:val="1"/>
      <w:numFmt w:val="bullet"/>
      <w:lvlText w:val=""/>
      <w:lvlJc w:val="left"/>
      <w:pPr>
        <w:ind w:left="1065" w:hanging="705"/>
      </w:pPr>
      <w:rPr>
        <w:rFonts w:ascii="Symbol" w:hAnsi="Symbol"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nsid w:val="70635753"/>
    <w:multiLevelType w:val="hybridMultilevel"/>
    <w:tmpl w:val="C22A4454"/>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nsid w:val="764630E7"/>
    <w:multiLevelType w:val="hybridMultilevel"/>
    <w:tmpl w:val="B74C68DE"/>
    <w:lvl w:ilvl="0" w:tplc="2BB66378">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787613C7"/>
    <w:multiLevelType w:val="hybridMultilevel"/>
    <w:tmpl w:val="C366B33C"/>
    <w:lvl w:ilvl="0" w:tplc="D4848D86">
      <w:start w:val="1"/>
      <w:numFmt w:val="decimal"/>
      <w:lvlText w:val="%1."/>
      <w:lvlJc w:val="left"/>
      <w:pPr>
        <w:ind w:left="1065" w:hanging="705"/>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nsid w:val="78E41314"/>
    <w:multiLevelType w:val="hybridMultilevel"/>
    <w:tmpl w:val="1C7C4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AB8321B"/>
    <w:multiLevelType w:val="hybridMultilevel"/>
    <w:tmpl w:val="7742AB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ECB0BBF"/>
    <w:multiLevelType w:val="hybridMultilevel"/>
    <w:tmpl w:val="B5D078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9"/>
  </w:num>
  <w:num w:numId="3">
    <w:abstractNumId w:val="11"/>
  </w:num>
  <w:num w:numId="4">
    <w:abstractNumId w:val="1"/>
  </w:num>
  <w:num w:numId="5">
    <w:abstractNumId w:val="4"/>
  </w:num>
  <w:num w:numId="6">
    <w:abstractNumId w:val="13"/>
  </w:num>
  <w:num w:numId="7">
    <w:abstractNumId w:val="10"/>
  </w:num>
  <w:num w:numId="8">
    <w:abstractNumId w:val="8"/>
  </w:num>
  <w:num w:numId="9">
    <w:abstractNumId w:val="7"/>
  </w:num>
  <w:num w:numId="10">
    <w:abstractNumId w:val="6"/>
  </w:num>
  <w:num w:numId="11">
    <w:abstractNumId w:val="5"/>
  </w:num>
  <w:num w:numId="12">
    <w:abstractNumId w:val="12"/>
  </w:num>
  <w:num w:numId="13">
    <w:abstractNumId w:val="0"/>
  </w:num>
  <w:num w:numId="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ser, Justyna (MWK)">
    <w15:presenceInfo w15:providerId="AD" w15:userId="S-1-5-21-4284651746-837726777-2514676209-12569"/>
  </w15:person>
  <w15:person w15:author="Dose, Carsten, Dr. (MWK)">
    <w15:presenceInfo w15:providerId="AD" w15:userId="S-1-5-21-4284651746-837726777-2514676209-42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E536667-2EA6-4C3E-9673-1939E636C070}"/>
    <w:docVar w:name="dgnword-eventsink" w:val="120612496"/>
  </w:docVars>
  <w:rsids>
    <w:rsidRoot w:val="00482F2E"/>
    <w:rsid w:val="0000050D"/>
    <w:rsid w:val="0000167C"/>
    <w:rsid w:val="00001DC5"/>
    <w:rsid w:val="000027C6"/>
    <w:rsid w:val="000054CC"/>
    <w:rsid w:val="000055FC"/>
    <w:rsid w:val="00005BBF"/>
    <w:rsid w:val="00005E0B"/>
    <w:rsid w:val="000061A6"/>
    <w:rsid w:val="00006262"/>
    <w:rsid w:val="00006915"/>
    <w:rsid w:val="00006B94"/>
    <w:rsid w:val="000100A6"/>
    <w:rsid w:val="000121F6"/>
    <w:rsid w:val="0001274B"/>
    <w:rsid w:val="00012957"/>
    <w:rsid w:val="00013384"/>
    <w:rsid w:val="000144B6"/>
    <w:rsid w:val="00016DFD"/>
    <w:rsid w:val="00017D36"/>
    <w:rsid w:val="00017EA7"/>
    <w:rsid w:val="000204E1"/>
    <w:rsid w:val="00021489"/>
    <w:rsid w:val="000217B2"/>
    <w:rsid w:val="00023597"/>
    <w:rsid w:val="0002406E"/>
    <w:rsid w:val="000254C2"/>
    <w:rsid w:val="00031D7D"/>
    <w:rsid w:val="00032021"/>
    <w:rsid w:val="0003205A"/>
    <w:rsid w:val="0003317D"/>
    <w:rsid w:val="00033A0F"/>
    <w:rsid w:val="00033E42"/>
    <w:rsid w:val="000345A7"/>
    <w:rsid w:val="00034E16"/>
    <w:rsid w:val="00036E93"/>
    <w:rsid w:val="000401D9"/>
    <w:rsid w:val="00040BC7"/>
    <w:rsid w:val="00042220"/>
    <w:rsid w:val="00042901"/>
    <w:rsid w:val="0004624A"/>
    <w:rsid w:val="0004626E"/>
    <w:rsid w:val="00047A43"/>
    <w:rsid w:val="00050F1B"/>
    <w:rsid w:val="000513A3"/>
    <w:rsid w:val="00051D26"/>
    <w:rsid w:val="00051FFD"/>
    <w:rsid w:val="00053EF6"/>
    <w:rsid w:val="0005476B"/>
    <w:rsid w:val="00055197"/>
    <w:rsid w:val="0005671F"/>
    <w:rsid w:val="00056BFA"/>
    <w:rsid w:val="00057605"/>
    <w:rsid w:val="00060081"/>
    <w:rsid w:val="00060698"/>
    <w:rsid w:val="000609C3"/>
    <w:rsid w:val="0006202D"/>
    <w:rsid w:val="0006216D"/>
    <w:rsid w:val="000625BB"/>
    <w:rsid w:val="00062CB7"/>
    <w:rsid w:val="0006378D"/>
    <w:rsid w:val="0006452D"/>
    <w:rsid w:val="000648FA"/>
    <w:rsid w:val="0006568C"/>
    <w:rsid w:val="00066B7D"/>
    <w:rsid w:val="00066C27"/>
    <w:rsid w:val="00066F47"/>
    <w:rsid w:val="000676D6"/>
    <w:rsid w:val="00067917"/>
    <w:rsid w:val="00070EEA"/>
    <w:rsid w:val="00070EF6"/>
    <w:rsid w:val="000724AC"/>
    <w:rsid w:val="0007273F"/>
    <w:rsid w:val="00072928"/>
    <w:rsid w:val="00072A58"/>
    <w:rsid w:val="000731B4"/>
    <w:rsid w:val="0007412E"/>
    <w:rsid w:val="000756DF"/>
    <w:rsid w:val="000761EC"/>
    <w:rsid w:val="000763F4"/>
    <w:rsid w:val="00080501"/>
    <w:rsid w:val="00081432"/>
    <w:rsid w:val="00081C00"/>
    <w:rsid w:val="0008320F"/>
    <w:rsid w:val="00084AA2"/>
    <w:rsid w:val="00085860"/>
    <w:rsid w:val="00086BBB"/>
    <w:rsid w:val="000906F8"/>
    <w:rsid w:val="00092B91"/>
    <w:rsid w:val="000933B1"/>
    <w:rsid w:val="0009386D"/>
    <w:rsid w:val="0009486B"/>
    <w:rsid w:val="00094D91"/>
    <w:rsid w:val="000952DC"/>
    <w:rsid w:val="000A0259"/>
    <w:rsid w:val="000A12A0"/>
    <w:rsid w:val="000A326E"/>
    <w:rsid w:val="000A3E0A"/>
    <w:rsid w:val="000A54E1"/>
    <w:rsid w:val="000A58C4"/>
    <w:rsid w:val="000A685E"/>
    <w:rsid w:val="000A6D58"/>
    <w:rsid w:val="000B0B7C"/>
    <w:rsid w:val="000B2F8F"/>
    <w:rsid w:val="000B3662"/>
    <w:rsid w:val="000B37D4"/>
    <w:rsid w:val="000B3FA0"/>
    <w:rsid w:val="000B4194"/>
    <w:rsid w:val="000B53B1"/>
    <w:rsid w:val="000B559D"/>
    <w:rsid w:val="000B60B4"/>
    <w:rsid w:val="000B6D6D"/>
    <w:rsid w:val="000B7AA4"/>
    <w:rsid w:val="000C0CE9"/>
    <w:rsid w:val="000C1507"/>
    <w:rsid w:val="000C15D4"/>
    <w:rsid w:val="000C16AE"/>
    <w:rsid w:val="000C234F"/>
    <w:rsid w:val="000C2EDD"/>
    <w:rsid w:val="000C38BE"/>
    <w:rsid w:val="000C3EF1"/>
    <w:rsid w:val="000C56E3"/>
    <w:rsid w:val="000C59A5"/>
    <w:rsid w:val="000C65D7"/>
    <w:rsid w:val="000C77E7"/>
    <w:rsid w:val="000D0279"/>
    <w:rsid w:val="000D1533"/>
    <w:rsid w:val="000D19F1"/>
    <w:rsid w:val="000D259F"/>
    <w:rsid w:val="000D36CE"/>
    <w:rsid w:val="000D489A"/>
    <w:rsid w:val="000D4A42"/>
    <w:rsid w:val="000D62A4"/>
    <w:rsid w:val="000E08C6"/>
    <w:rsid w:val="000E0B5D"/>
    <w:rsid w:val="000E2FA5"/>
    <w:rsid w:val="000E395B"/>
    <w:rsid w:val="000E47C8"/>
    <w:rsid w:val="000E496F"/>
    <w:rsid w:val="000E57BB"/>
    <w:rsid w:val="000E5ED9"/>
    <w:rsid w:val="000E6970"/>
    <w:rsid w:val="000E6AB0"/>
    <w:rsid w:val="000E740C"/>
    <w:rsid w:val="000E7F7B"/>
    <w:rsid w:val="000F1229"/>
    <w:rsid w:val="000F1690"/>
    <w:rsid w:val="000F3279"/>
    <w:rsid w:val="000F4459"/>
    <w:rsid w:val="000F5133"/>
    <w:rsid w:val="000F62EB"/>
    <w:rsid w:val="0010005F"/>
    <w:rsid w:val="001005E3"/>
    <w:rsid w:val="00100CEC"/>
    <w:rsid w:val="00100DAA"/>
    <w:rsid w:val="00102F28"/>
    <w:rsid w:val="001033D2"/>
    <w:rsid w:val="001050BA"/>
    <w:rsid w:val="00107623"/>
    <w:rsid w:val="00110677"/>
    <w:rsid w:val="00110F3D"/>
    <w:rsid w:val="0011174E"/>
    <w:rsid w:val="00112EA6"/>
    <w:rsid w:val="00114053"/>
    <w:rsid w:val="001156B1"/>
    <w:rsid w:val="0011585E"/>
    <w:rsid w:val="0011607C"/>
    <w:rsid w:val="00120CEF"/>
    <w:rsid w:val="00120CF2"/>
    <w:rsid w:val="001216A6"/>
    <w:rsid w:val="00121B9B"/>
    <w:rsid w:val="00123C97"/>
    <w:rsid w:val="00124EBE"/>
    <w:rsid w:val="00125105"/>
    <w:rsid w:val="001258C5"/>
    <w:rsid w:val="00125F6C"/>
    <w:rsid w:val="00127506"/>
    <w:rsid w:val="0013049C"/>
    <w:rsid w:val="00130918"/>
    <w:rsid w:val="001314AD"/>
    <w:rsid w:val="001318EA"/>
    <w:rsid w:val="001319ED"/>
    <w:rsid w:val="00132237"/>
    <w:rsid w:val="00133301"/>
    <w:rsid w:val="001335C7"/>
    <w:rsid w:val="0013367F"/>
    <w:rsid w:val="0013579A"/>
    <w:rsid w:val="00136179"/>
    <w:rsid w:val="00136C3E"/>
    <w:rsid w:val="00137523"/>
    <w:rsid w:val="0013791C"/>
    <w:rsid w:val="00140ADB"/>
    <w:rsid w:val="00141FFF"/>
    <w:rsid w:val="001426FB"/>
    <w:rsid w:val="00142DF2"/>
    <w:rsid w:val="00143388"/>
    <w:rsid w:val="001442C2"/>
    <w:rsid w:val="00144D6A"/>
    <w:rsid w:val="001521E5"/>
    <w:rsid w:val="00153CDE"/>
    <w:rsid w:val="0015428A"/>
    <w:rsid w:val="0015432F"/>
    <w:rsid w:val="00154E1A"/>
    <w:rsid w:val="00154F76"/>
    <w:rsid w:val="00157816"/>
    <w:rsid w:val="00157B56"/>
    <w:rsid w:val="00157D19"/>
    <w:rsid w:val="00160FFC"/>
    <w:rsid w:val="00161AFB"/>
    <w:rsid w:val="00161BB0"/>
    <w:rsid w:val="001644AF"/>
    <w:rsid w:val="0016476D"/>
    <w:rsid w:val="00165B1F"/>
    <w:rsid w:val="001663DA"/>
    <w:rsid w:val="0016671C"/>
    <w:rsid w:val="00166F6E"/>
    <w:rsid w:val="00167772"/>
    <w:rsid w:val="00167B7E"/>
    <w:rsid w:val="00170411"/>
    <w:rsid w:val="00170561"/>
    <w:rsid w:val="00171670"/>
    <w:rsid w:val="00174AFC"/>
    <w:rsid w:val="001765E4"/>
    <w:rsid w:val="00176F41"/>
    <w:rsid w:val="00176FB2"/>
    <w:rsid w:val="00177893"/>
    <w:rsid w:val="00177FFC"/>
    <w:rsid w:val="001807C6"/>
    <w:rsid w:val="00181C98"/>
    <w:rsid w:val="00181FE3"/>
    <w:rsid w:val="001821F0"/>
    <w:rsid w:val="0018246C"/>
    <w:rsid w:val="001842EE"/>
    <w:rsid w:val="00187200"/>
    <w:rsid w:val="00187583"/>
    <w:rsid w:val="00187BA3"/>
    <w:rsid w:val="00187CD9"/>
    <w:rsid w:val="001906B4"/>
    <w:rsid w:val="0019075E"/>
    <w:rsid w:val="00192E77"/>
    <w:rsid w:val="001938DF"/>
    <w:rsid w:val="00193AD3"/>
    <w:rsid w:val="0019496D"/>
    <w:rsid w:val="00195C5E"/>
    <w:rsid w:val="001972A6"/>
    <w:rsid w:val="001A27CF"/>
    <w:rsid w:val="001A2EE5"/>
    <w:rsid w:val="001A438A"/>
    <w:rsid w:val="001A4DFA"/>
    <w:rsid w:val="001A5141"/>
    <w:rsid w:val="001A5283"/>
    <w:rsid w:val="001A594A"/>
    <w:rsid w:val="001A70A8"/>
    <w:rsid w:val="001B0332"/>
    <w:rsid w:val="001B0E68"/>
    <w:rsid w:val="001B2631"/>
    <w:rsid w:val="001B3E45"/>
    <w:rsid w:val="001B4D12"/>
    <w:rsid w:val="001B58C5"/>
    <w:rsid w:val="001B6BCA"/>
    <w:rsid w:val="001B6FC9"/>
    <w:rsid w:val="001B7E36"/>
    <w:rsid w:val="001C1214"/>
    <w:rsid w:val="001C1DA6"/>
    <w:rsid w:val="001C25C6"/>
    <w:rsid w:val="001C2C01"/>
    <w:rsid w:val="001C3804"/>
    <w:rsid w:val="001C629A"/>
    <w:rsid w:val="001C65D6"/>
    <w:rsid w:val="001C79A4"/>
    <w:rsid w:val="001D12FA"/>
    <w:rsid w:val="001D1A83"/>
    <w:rsid w:val="001D1C65"/>
    <w:rsid w:val="001D1EE8"/>
    <w:rsid w:val="001D1F33"/>
    <w:rsid w:val="001D2AB9"/>
    <w:rsid w:val="001D512B"/>
    <w:rsid w:val="001D5789"/>
    <w:rsid w:val="001D7010"/>
    <w:rsid w:val="001D7D3D"/>
    <w:rsid w:val="001D7F80"/>
    <w:rsid w:val="001E0F11"/>
    <w:rsid w:val="001E187B"/>
    <w:rsid w:val="001E34A9"/>
    <w:rsid w:val="001E467D"/>
    <w:rsid w:val="001E4788"/>
    <w:rsid w:val="001F0CAD"/>
    <w:rsid w:val="001F52AA"/>
    <w:rsid w:val="001F5541"/>
    <w:rsid w:val="001F5896"/>
    <w:rsid w:val="001F6AB3"/>
    <w:rsid w:val="001F6F70"/>
    <w:rsid w:val="001F7B72"/>
    <w:rsid w:val="00200186"/>
    <w:rsid w:val="002008C6"/>
    <w:rsid w:val="002017F9"/>
    <w:rsid w:val="00201EDA"/>
    <w:rsid w:val="0020201C"/>
    <w:rsid w:val="00202821"/>
    <w:rsid w:val="002050D3"/>
    <w:rsid w:val="00205991"/>
    <w:rsid w:val="002064B5"/>
    <w:rsid w:val="00206C5F"/>
    <w:rsid w:val="00210094"/>
    <w:rsid w:val="00216652"/>
    <w:rsid w:val="00216C95"/>
    <w:rsid w:val="00216F30"/>
    <w:rsid w:val="00217516"/>
    <w:rsid w:val="0021755E"/>
    <w:rsid w:val="00217AEE"/>
    <w:rsid w:val="00221EC8"/>
    <w:rsid w:val="002222A3"/>
    <w:rsid w:val="00222DA2"/>
    <w:rsid w:val="00223F8E"/>
    <w:rsid w:val="002247D3"/>
    <w:rsid w:val="00230B2E"/>
    <w:rsid w:val="00232E39"/>
    <w:rsid w:val="0023395E"/>
    <w:rsid w:val="00233C52"/>
    <w:rsid w:val="00234387"/>
    <w:rsid w:val="00237154"/>
    <w:rsid w:val="00237726"/>
    <w:rsid w:val="0024024C"/>
    <w:rsid w:val="00240802"/>
    <w:rsid w:val="002421DF"/>
    <w:rsid w:val="0024246F"/>
    <w:rsid w:val="00244992"/>
    <w:rsid w:val="00244ABD"/>
    <w:rsid w:val="00246DBE"/>
    <w:rsid w:val="00250461"/>
    <w:rsid w:val="00251515"/>
    <w:rsid w:val="00251552"/>
    <w:rsid w:val="00252B37"/>
    <w:rsid w:val="00252CEE"/>
    <w:rsid w:val="00254BE0"/>
    <w:rsid w:val="00254FD3"/>
    <w:rsid w:val="00255114"/>
    <w:rsid w:val="00260158"/>
    <w:rsid w:val="002619A2"/>
    <w:rsid w:val="00263315"/>
    <w:rsid w:val="00264297"/>
    <w:rsid w:val="002648D1"/>
    <w:rsid w:val="00264D56"/>
    <w:rsid w:val="002657BA"/>
    <w:rsid w:val="00265959"/>
    <w:rsid w:val="00265C46"/>
    <w:rsid w:val="002670AB"/>
    <w:rsid w:val="002671D9"/>
    <w:rsid w:val="00267595"/>
    <w:rsid w:val="00267914"/>
    <w:rsid w:val="002701F6"/>
    <w:rsid w:val="00271DF2"/>
    <w:rsid w:val="00271F12"/>
    <w:rsid w:val="002724D5"/>
    <w:rsid w:val="00272D2D"/>
    <w:rsid w:val="00274994"/>
    <w:rsid w:val="00275A8A"/>
    <w:rsid w:val="00275FB4"/>
    <w:rsid w:val="002762C6"/>
    <w:rsid w:val="002805A7"/>
    <w:rsid w:val="00281C77"/>
    <w:rsid w:val="00282007"/>
    <w:rsid w:val="00282B97"/>
    <w:rsid w:val="00283B74"/>
    <w:rsid w:val="00291C79"/>
    <w:rsid w:val="00293F80"/>
    <w:rsid w:val="00294C27"/>
    <w:rsid w:val="00294F82"/>
    <w:rsid w:val="00295A67"/>
    <w:rsid w:val="00295C23"/>
    <w:rsid w:val="00296371"/>
    <w:rsid w:val="002973A1"/>
    <w:rsid w:val="002975FE"/>
    <w:rsid w:val="002A1740"/>
    <w:rsid w:val="002A19B6"/>
    <w:rsid w:val="002A2483"/>
    <w:rsid w:val="002A4ADA"/>
    <w:rsid w:val="002A4D69"/>
    <w:rsid w:val="002A5860"/>
    <w:rsid w:val="002A6852"/>
    <w:rsid w:val="002A6E1A"/>
    <w:rsid w:val="002A75A5"/>
    <w:rsid w:val="002A7CC2"/>
    <w:rsid w:val="002B05C4"/>
    <w:rsid w:val="002B11F2"/>
    <w:rsid w:val="002B237E"/>
    <w:rsid w:val="002B77BF"/>
    <w:rsid w:val="002C12ED"/>
    <w:rsid w:val="002C1398"/>
    <w:rsid w:val="002C2E56"/>
    <w:rsid w:val="002C31A4"/>
    <w:rsid w:val="002C33BC"/>
    <w:rsid w:val="002C4233"/>
    <w:rsid w:val="002C4458"/>
    <w:rsid w:val="002C4C30"/>
    <w:rsid w:val="002C517C"/>
    <w:rsid w:val="002C5C1C"/>
    <w:rsid w:val="002D337A"/>
    <w:rsid w:val="002D3C0A"/>
    <w:rsid w:val="002D3F35"/>
    <w:rsid w:val="002E03B0"/>
    <w:rsid w:val="002E1BA7"/>
    <w:rsid w:val="002E24E7"/>
    <w:rsid w:val="002E2F77"/>
    <w:rsid w:val="002E4E63"/>
    <w:rsid w:val="002E5112"/>
    <w:rsid w:val="002E5BA1"/>
    <w:rsid w:val="002E66BC"/>
    <w:rsid w:val="002F029D"/>
    <w:rsid w:val="002F0416"/>
    <w:rsid w:val="002F0997"/>
    <w:rsid w:val="002F1ECC"/>
    <w:rsid w:val="002F2F59"/>
    <w:rsid w:val="002F4960"/>
    <w:rsid w:val="002F65E4"/>
    <w:rsid w:val="002F72BE"/>
    <w:rsid w:val="002F73B7"/>
    <w:rsid w:val="002F7DAB"/>
    <w:rsid w:val="00300E46"/>
    <w:rsid w:val="00301E52"/>
    <w:rsid w:val="00302AAE"/>
    <w:rsid w:val="00302E86"/>
    <w:rsid w:val="003040E7"/>
    <w:rsid w:val="00304A5D"/>
    <w:rsid w:val="0030535C"/>
    <w:rsid w:val="00305499"/>
    <w:rsid w:val="003062C7"/>
    <w:rsid w:val="00306697"/>
    <w:rsid w:val="003145E6"/>
    <w:rsid w:val="00315046"/>
    <w:rsid w:val="00315F1A"/>
    <w:rsid w:val="00320045"/>
    <w:rsid w:val="00320DB1"/>
    <w:rsid w:val="00321428"/>
    <w:rsid w:val="00321794"/>
    <w:rsid w:val="00324675"/>
    <w:rsid w:val="00325581"/>
    <w:rsid w:val="003258E5"/>
    <w:rsid w:val="00330F94"/>
    <w:rsid w:val="003328B9"/>
    <w:rsid w:val="00333415"/>
    <w:rsid w:val="00333AD7"/>
    <w:rsid w:val="00333C97"/>
    <w:rsid w:val="00333E96"/>
    <w:rsid w:val="00334336"/>
    <w:rsid w:val="0033548A"/>
    <w:rsid w:val="00335958"/>
    <w:rsid w:val="00335F73"/>
    <w:rsid w:val="0033667E"/>
    <w:rsid w:val="003366B8"/>
    <w:rsid w:val="00336D93"/>
    <w:rsid w:val="00340E13"/>
    <w:rsid w:val="00340FBA"/>
    <w:rsid w:val="0034320A"/>
    <w:rsid w:val="00343618"/>
    <w:rsid w:val="0034458C"/>
    <w:rsid w:val="00344881"/>
    <w:rsid w:val="00344B2E"/>
    <w:rsid w:val="00344E39"/>
    <w:rsid w:val="003456D5"/>
    <w:rsid w:val="003457EC"/>
    <w:rsid w:val="00345D70"/>
    <w:rsid w:val="00347622"/>
    <w:rsid w:val="003512A8"/>
    <w:rsid w:val="003514CD"/>
    <w:rsid w:val="003538D7"/>
    <w:rsid w:val="003551AE"/>
    <w:rsid w:val="0035538B"/>
    <w:rsid w:val="00356E9C"/>
    <w:rsid w:val="00360637"/>
    <w:rsid w:val="00362032"/>
    <w:rsid w:val="00366C9F"/>
    <w:rsid w:val="00367C28"/>
    <w:rsid w:val="003709FC"/>
    <w:rsid w:val="003718FD"/>
    <w:rsid w:val="003719AC"/>
    <w:rsid w:val="0037232E"/>
    <w:rsid w:val="00374CD9"/>
    <w:rsid w:val="00375FDB"/>
    <w:rsid w:val="003765BD"/>
    <w:rsid w:val="003772B5"/>
    <w:rsid w:val="0037735B"/>
    <w:rsid w:val="0037797C"/>
    <w:rsid w:val="00382569"/>
    <w:rsid w:val="00383C9A"/>
    <w:rsid w:val="00384C83"/>
    <w:rsid w:val="00385820"/>
    <w:rsid w:val="00386FA9"/>
    <w:rsid w:val="00387786"/>
    <w:rsid w:val="00391AA5"/>
    <w:rsid w:val="00393AC2"/>
    <w:rsid w:val="00393ACC"/>
    <w:rsid w:val="00393E29"/>
    <w:rsid w:val="00394168"/>
    <w:rsid w:val="0039423D"/>
    <w:rsid w:val="00394D97"/>
    <w:rsid w:val="00395D2C"/>
    <w:rsid w:val="00397A8F"/>
    <w:rsid w:val="00397DFE"/>
    <w:rsid w:val="003A0430"/>
    <w:rsid w:val="003A0D06"/>
    <w:rsid w:val="003A2311"/>
    <w:rsid w:val="003A2DA3"/>
    <w:rsid w:val="003A45FB"/>
    <w:rsid w:val="003A5787"/>
    <w:rsid w:val="003A624C"/>
    <w:rsid w:val="003A6DDD"/>
    <w:rsid w:val="003A778B"/>
    <w:rsid w:val="003B0E97"/>
    <w:rsid w:val="003B3B5C"/>
    <w:rsid w:val="003B5F95"/>
    <w:rsid w:val="003B62DD"/>
    <w:rsid w:val="003B7D97"/>
    <w:rsid w:val="003C04E0"/>
    <w:rsid w:val="003C1361"/>
    <w:rsid w:val="003C1B1F"/>
    <w:rsid w:val="003C242D"/>
    <w:rsid w:val="003C396A"/>
    <w:rsid w:val="003C3EA9"/>
    <w:rsid w:val="003C4713"/>
    <w:rsid w:val="003C4CFA"/>
    <w:rsid w:val="003C5236"/>
    <w:rsid w:val="003C735E"/>
    <w:rsid w:val="003C73D3"/>
    <w:rsid w:val="003C7532"/>
    <w:rsid w:val="003C7D63"/>
    <w:rsid w:val="003D0DD0"/>
    <w:rsid w:val="003D2136"/>
    <w:rsid w:val="003D26AA"/>
    <w:rsid w:val="003D3DAA"/>
    <w:rsid w:val="003D4F1C"/>
    <w:rsid w:val="003D5A9F"/>
    <w:rsid w:val="003D645C"/>
    <w:rsid w:val="003D6697"/>
    <w:rsid w:val="003D765C"/>
    <w:rsid w:val="003E144B"/>
    <w:rsid w:val="003E24D7"/>
    <w:rsid w:val="003E288B"/>
    <w:rsid w:val="003E324B"/>
    <w:rsid w:val="003E4ED4"/>
    <w:rsid w:val="003E54D3"/>
    <w:rsid w:val="003E5BAA"/>
    <w:rsid w:val="003F1CED"/>
    <w:rsid w:val="003F40E6"/>
    <w:rsid w:val="003F4998"/>
    <w:rsid w:val="003F4C30"/>
    <w:rsid w:val="003F5271"/>
    <w:rsid w:val="003F7AE5"/>
    <w:rsid w:val="0040269F"/>
    <w:rsid w:val="00403DE4"/>
    <w:rsid w:val="004041D8"/>
    <w:rsid w:val="0040726B"/>
    <w:rsid w:val="0040769A"/>
    <w:rsid w:val="00413440"/>
    <w:rsid w:val="00413EB7"/>
    <w:rsid w:val="004143DC"/>
    <w:rsid w:val="00414421"/>
    <w:rsid w:val="00414957"/>
    <w:rsid w:val="004151B6"/>
    <w:rsid w:val="0041529F"/>
    <w:rsid w:val="00415EF9"/>
    <w:rsid w:val="004166EA"/>
    <w:rsid w:val="00416962"/>
    <w:rsid w:val="00416D9E"/>
    <w:rsid w:val="004216BE"/>
    <w:rsid w:val="0042267E"/>
    <w:rsid w:val="00423797"/>
    <w:rsid w:val="004239F2"/>
    <w:rsid w:val="004252EC"/>
    <w:rsid w:val="004265CF"/>
    <w:rsid w:val="004273CB"/>
    <w:rsid w:val="00427D82"/>
    <w:rsid w:val="0043102F"/>
    <w:rsid w:val="004316AE"/>
    <w:rsid w:val="004327D4"/>
    <w:rsid w:val="00432812"/>
    <w:rsid w:val="0043560E"/>
    <w:rsid w:val="00436064"/>
    <w:rsid w:val="00436E96"/>
    <w:rsid w:val="004426C3"/>
    <w:rsid w:val="00442B00"/>
    <w:rsid w:val="00447381"/>
    <w:rsid w:val="00451C43"/>
    <w:rsid w:val="004522CF"/>
    <w:rsid w:val="00453429"/>
    <w:rsid w:val="00453A3C"/>
    <w:rsid w:val="0045421C"/>
    <w:rsid w:val="004555C7"/>
    <w:rsid w:val="00460D45"/>
    <w:rsid w:val="004627B9"/>
    <w:rsid w:val="00462CD6"/>
    <w:rsid w:val="0046369A"/>
    <w:rsid w:val="0046538A"/>
    <w:rsid w:val="004659DA"/>
    <w:rsid w:val="0047366B"/>
    <w:rsid w:val="004764A2"/>
    <w:rsid w:val="00476CF9"/>
    <w:rsid w:val="004777DC"/>
    <w:rsid w:val="00477D2C"/>
    <w:rsid w:val="00482023"/>
    <w:rsid w:val="00482F2E"/>
    <w:rsid w:val="0048313C"/>
    <w:rsid w:val="00484528"/>
    <w:rsid w:val="00484C70"/>
    <w:rsid w:val="00485A57"/>
    <w:rsid w:val="00485B47"/>
    <w:rsid w:val="00485E53"/>
    <w:rsid w:val="00486969"/>
    <w:rsid w:val="00487F7D"/>
    <w:rsid w:val="0049019C"/>
    <w:rsid w:val="0049054A"/>
    <w:rsid w:val="004914AB"/>
    <w:rsid w:val="004915D0"/>
    <w:rsid w:val="00491B4E"/>
    <w:rsid w:val="004930C2"/>
    <w:rsid w:val="004944D4"/>
    <w:rsid w:val="00496767"/>
    <w:rsid w:val="00496968"/>
    <w:rsid w:val="004A0798"/>
    <w:rsid w:val="004A17E3"/>
    <w:rsid w:val="004A3A0D"/>
    <w:rsid w:val="004A4199"/>
    <w:rsid w:val="004A4583"/>
    <w:rsid w:val="004A733E"/>
    <w:rsid w:val="004B09FB"/>
    <w:rsid w:val="004B0F07"/>
    <w:rsid w:val="004B39EE"/>
    <w:rsid w:val="004B44C7"/>
    <w:rsid w:val="004B464D"/>
    <w:rsid w:val="004B48AD"/>
    <w:rsid w:val="004B4D97"/>
    <w:rsid w:val="004B600A"/>
    <w:rsid w:val="004B76A0"/>
    <w:rsid w:val="004B7C24"/>
    <w:rsid w:val="004C04DE"/>
    <w:rsid w:val="004C1763"/>
    <w:rsid w:val="004C183F"/>
    <w:rsid w:val="004C311F"/>
    <w:rsid w:val="004C315B"/>
    <w:rsid w:val="004C4A3A"/>
    <w:rsid w:val="004D145D"/>
    <w:rsid w:val="004D2792"/>
    <w:rsid w:val="004D5F0A"/>
    <w:rsid w:val="004D6684"/>
    <w:rsid w:val="004D6B12"/>
    <w:rsid w:val="004D71AD"/>
    <w:rsid w:val="004E2206"/>
    <w:rsid w:val="004E2AD3"/>
    <w:rsid w:val="004E62A6"/>
    <w:rsid w:val="004F03FF"/>
    <w:rsid w:val="004F066D"/>
    <w:rsid w:val="004F1960"/>
    <w:rsid w:val="004F2CB1"/>
    <w:rsid w:val="004F376C"/>
    <w:rsid w:val="004F4254"/>
    <w:rsid w:val="004F68DD"/>
    <w:rsid w:val="004F7427"/>
    <w:rsid w:val="004F7BD1"/>
    <w:rsid w:val="004F7F03"/>
    <w:rsid w:val="00500511"/>
    <w:rsid w:val="00500BD0"/>
    <w:rsid w:val="00501A49"/>
    <w:rsid w:val="0050322B"/>
    <w:rsid w:val="00504E29"/>
    <w:rsid w:val="00506774"/>
    <w:rsid w:val="0050706F"/>
    <w:rsid w:val="005114A8"/>
    <w:rsid w:val="005131A2"/>
    <w:rsid w:val="00513BFE"/>
    <w:rsid w:val="00513CD3"/>
    <w:rsid w:val="00514643"/>
    <w:rsid w:val="00514B99"/>
    <w:rsid w:val="00514E79"/>
    <w:rsid w:val="0051513A"/>
    <w:rsid w:val="0051590F"/>
    <w:rsid w:val="00515AE6"/>
    <w:rsid w:val="00516B6C"/>
    <w:rsid w:val="00517B22"/>
    <w:rsid w:val="00520066"/>
    <w:rsid w:val="005204B6"/>
    <w:rsid w:val="00520EC0"/>
    <w:rsid w:val="005210A8"/>
    <w:rsid w:val="005211A0"/>
    <w:rsid w:val="00522E3B"/>
    <w:rsid w:val="005238CD"/>
    <w:rsid w:val="0052526E"/>
    <w:rsid w:val="005300AA"/>
    <w:rsid w:val="00530427"/>
    <w:rsid w:val="0053345E"/>
    <w:rsid w:val="005367B1"/>
    <w:rsid w:val="00536A68"/>
    <w:rsid w:val="00536C28"/>
    <w:rsid w:val="0053777D"/>
    <w:rsid w:val="00537AC7"/>
    <w:rsid w:val="00540B18"/>
    <w:rsid w:val="00541466"/>
    <w:rsid w:val="0054205D"/>
    <w:rsid w:val="005424F0"/>
    <w:rsid w:val="0054285F"/>
    <w:rsid w:val="00544B2D"/>
    <w:rsid w:val="00545A80"/>
    <w:rsid w:val="00546DDF"/>
    <w:rsid w:val="00547296"/>
    <w:rsid w:val="005511CE"/>
    <w:rsid w:val="00551A40"/>
    <w:rsid w:val="00551B6A"/>
    <w:rsid w:val="00551F73"/>
    <w:rsid w:val="0055292D"/>
    <w:rsid w:val="00552CC0"/>
    <w:rsid w:val="005532F0"/>
    <w:rsid w:val="0055373A"/>
    <w:rsid w:val="00554529"/>
    <w:rsid w:val="005546CB"/>
    <w:rsid w:val="005546E5"/>
    <w:rsid w:val="00556234"/>
    <w:rsid w:val="00556BAF"/>
    <w:rsid w:val="005604FC"/>
    <w:rsid w:val="005606FE"/>
    <w:rsid w:val="00561DB6"/>
    <w:rsid w:val="005629EB"/>
    <w:rsid w:val="00563416"/>
    <w:rsid w:val="005634B6"/>
    <w:rsid w:val="0056460D"/>
    <w:rsid w:val="00564C4F"/>
    <w:rsid w:val="00565D4D"/>
    <w:rsid w:val="00565FDF"/>
    <w:rsid w:val="00566025"/>
    <w:rsid w:val="00570A70"/>
    <w:rsid w:val="00572FC7"/>
    <w:rsid w:val="005738E1"/>
    <w:rsid w:val="00574246"/>
    <w:rsid w:val="0057478F"/>
    <w:rsid w:val="0058196E"/>
    <w:rsid w:val="0058304F"/>
    <w:rsid w:val="005833D1"/>
    <w:rsid w:val="00585DC9"/>
    <w:rsid w:val="0058709B"/>
    <w:rsid w:val="005908D9"/>
    <w:rsid w:val="00590A69"/>
    <w:rsid w:val="005919AC"/>
    <w:rsid w:val="00592B19"/>
    <w:rsid w:val="0059381B"/>
    <w:rsid w:val="00594001"/>
    <w:rsid w:val="00594015"/>
    <w:rsid w:val="0059497F"/>
    <w:rsid w:val="0059510B"/>
    <w:rsid w:val="00595297"/>
    <w:rsid w:val="00596078"/>
    <w:rsid w:val="005961BA"/>
    <w:rsid w:val="00597CEC"/>
    <w:rsid w:val="005A28A5"/>
    <w:rsid w:val="005A2D6C"/>
    <w:rsid w:val="005A5535"/>
    <w:rsid w:val="005A56F1"/>
    <w:rsid w:val="005A6D38"/>
    <w:rsid w:val="005B1EB7"/>
    <w:rsid w:val="005B2BE9"/>
    <w:rsid w:val="005B37F8"/>
    <w:rsid w:val="005B3AED"/>
    <w:rsid w:val="005B4947"/>
    <w:rsid w:val="005B6B5B"/>
    <w:rsid w:val="005B6B90"/>
    <w:rsid w:val="005B6FE5"/>
    <w:rsid w:val="005C0527"/>
    <w:rsid w:val="005C21FA"/>
    <w:rsid w:val="005C28DA"/>
    <w:rsid w:val="005C3DEB"/>
    <w:rsid w:val="005C4C5F"/>
    <w:rsid w:val="005C6FB5"/>
    <w:rsid w:val="005C763C"/>
    <w:rsid w:val="005C7ABD"/>
    <w:rsid w:val="005D0125"/>
    <w:rsid w:val="005D21E1"/>
    <w:rsid w:val="005D24DE"/>
    <w:rsid w:val="005D2CA4"/>
    <w:rsid w:val="005D3A86"/>
    <w:rsid w:val="005D4248"/>
    <w:rsid w:val="005D6912"/>
    <w:rsid w:val="005D6D9A"/>
    <w:rsid w:val="005D7610"/>
    <w:rsid w:val="005D7972"/>
    <w:rsid w:val="005E020E"/>
    <w:rsid w:val="005E1ADA"/>
    <w:rsid w:val="005E23F3"/>
    <w:rsid w:val="005E34A4"/>
    <w:rsid w:val="005E4AEB"/>
    <w:rsid w:val="005E4B09"/>
    <w:rsid w:val="005E7C80"/>
    <w:rsid w:val="005F00BB"/>
    <w:rsid w:val="005F0C03"/>
    <w:rsid w:val="005F10E7"/>
    <w:rsid w:val="005F1C53"/>
    <w:rsid w:val="005F3EC0"/>
    <w:rsid w:val="005F626B"/>
    <w:rsid w:val="005F6DC9"/>
    <w:rsid w:val="005F6DF5"/>
    <w:rsid w:val="005F748C"/>
    <w:rsid w:val="005F75F8"/>
    <w:rsid w:val="0060037F"/>
    <w:rsid w:val="006016FF"/>
    <w:rsid w:val="00601844"/>
    <w:rsid w:val="00602773"/>
    <w:rsid w:val="00603686"/>
    <w:rsid w:val="0060442E"/>
    <w:rsid w:val="006049F0"/>
    <w:rsid w:val="00607231"/>
    <w:rsid w:val="0061092E"/>
    <w:rsid w:val="006119B2"/>
    <w:rsid w:val="006154F2"/>
    <w:rsid w:val="006161C0"/>
    <w:rsid w:val="006162C2"/>
    <w:rsid w:val="0061716B"/>
    <w:rsid w:val="006215C9"/>
    <w:rsid w:val="00621C92"/>
    <w:rsid w:val="0062306D"/>
    <w:rsid w:val="00623298"/>
    <w:rsid w:val="0062372A"/>
    <w:rsid w:val="00624065"/>
    <w:rsid w:val="00624A72"/>
    <w:rsid w:val="0062521D"/>
    <w:rsid w:val="006264A1"/>
    <w:rsid w:val="00626835"/>
    <w:rsid w:val="00626C94"/>
    <w:rsid w:val="00626F28"/>
    <w:rsid w:val="00632973"/>
    <w:rsid w:val="006346F2"/>
    <w:rsid w:val="0063545D"/>
    <w:rsid w:val="00636C7D"/>
    <w:rsid w:val="00637466"/>
    <w:rsid w:val="006378B3"/>
    <w:rsid w:val="00637AD2"/>
    <w:rsid w:val="00637E1C"/>
    <w:rsid w:val="006415E4"/>
    <w:rsid w:val="00641BCF"/>
    <w:rsid w:val="00642227"/>
    <w:rsid w:val="00643016"/>
    <w:rsid w:val="00643092"/>
    <w:rsid w:val="00645B91"/>
    <w:rsid w:val="00646850"/>
    <w:rsid w:val="006535A6"/>
    <w:rsid w:val="006539EA"/>
    <w:rsid w:val="0065444D"/>
    <w:rsid w:val="0065451D"/>
    <w:rsid w:val="006559FC"/>
    <w:rsid w:val="006604C5"/>
    <w:rsid w:val="00660B72"/>
    <w:rsid w:val="00660F63"/>
    <w:rsid w:val="006616F9"/>
    <w:rsid w:val="00661EDC"/>
    <w:rsid w:val="00663BC3"/>
    <w:rsid w:val="00664020"/>
    <w:rsid w:val="00666ADF"/>
    <w:rsid w:val="0066733E"/>
    <w:rsid w:val="006701A8"/>
    <w:rsid w:val="00670A49"/>
    <w:rsid w:val="00670D8D"/>
    <w:rsid w:val="00670DDE"/>
    <w:rsid w:val="006742E3"/>
    <w:rsid w:val="00674586"/>
    <w:rsid w:val="0067529B"/>
    <w:rsid w:val="00676228"/>
    <w:rsid w:val="00676AB0"/>
    <w:rsid w:val="0067770A"/>
    <w:rsid w:val="00677BEA"/>
    <w:rsid w:val="00677D1C"/>
    <w:rsid w:val="006809C6"/>
    <w:rsid w:val="00683A2C"/>
    <w:rsid w:val="00683E6F"/>
    <w:rsid w:val="006865B8"/>
    <w:rsid w:val="00687518"/>
    <w:rsid w:val="00687816"/>
    <w:rsid w:val="00687C5B"/>
    <w:rsid w:val="00691D8E"/>
    <w:rsid w:val="00692F4F"/>
    <w:rsid w:val="00693237"/>
    <w:rsid w:val="006938AD"/>
    <w:rsid w:val="006948D6"/>
    <w:rsid w:val="00695624"/>
    <w:rsid w:val="00695652"/>
    <w:rsid w:val="006957E8"/>
    <w:rsid w:val="00695FE7"/>
    <w:rsid w:val="00696242"/>
    <w:rsid w:val="006A010E"/>
    <w:rsid w:val="006A2978"/>
    <w:rsid w:val="006A39F1"/>
    <w:rsid w:val="006A43E4"/>
    <w:rsid w:val="006A62EE"/>
    <w:rsid w:val="006A6D38"/>
    <w:rsid w:val="006A7E66"/>
    <w:rsid w:val="006B0402"/>
    <w:rsid w:val="006B124D"/>
    <w:rsid w:val="006B1626"/>
    <w:rsid w:val="006B20C5"/>
    <w:rsid w:val="006B334B"/>
    <w:rsid w:val="006B401A"/>
    <w:rsid w:val="006B45D2"/>
    <w:rsid w:val="006B518C"/>
    <w:rsid w:val="006B5A4A"/>
    <w:rsid w:val="006B6415"/>
    <w:rsid w:val="006B7A90"/>
    <w:rsid w:val="006C1531"/>
    <w:rsid w:val="006C1837"/>
    <w:rsid w:val="006C1D45"/>
    <w:rsid w:val="006C217E"/>
    <w:rsid w:val="006C2D4B"/>
    <w:rsid w:val="006C37E0"/>
    <w:rsid w:val="006C44E3"/>
    <w:rsid w:val="006C5FE8"/>
    <w:rsid w:val="006C6D6C"/>
    <w:rsid w:val="006C730B"/>
    <w:rsid w:val="006D1582"/>
    <w:rsid w:val="006D15E5"/>
    <w:rsid w:val="006D22E8"/>
    <w:rsid w:val="006D24A0"/>
    <w:rsid w:val="006D56A7"/>
    <w:rsid w:val="006D7D9C"/>
    <w:rsid w:val="006E0668"/>
    <w:rsid w:val="006E10E3"/>
    <w:rsid w:val="006E1510"/>
    <w:rsid w:val="006E2804"/>
    <w:rsid w:val="006E395C"/>
    <w:rsid w:val="006E6071"/>
    <w:rsid w:val="006E6557"/>
    <w:rsid w:val="006F0713"/>
    <w:rsid w:val="006F3A48"/>
    <w:rsid w:val="006F4722"/>
    <w:rsid w:val="006F56A9"/>
    <w:rsid w:val="006F5C55"/>
    <w:rsid w:val="006F624B"/>
    <w:rsid w:val="006F639F"/>
    <w:rsid w:val="006F63A0"/>
    <w:rsid w:val="006F6D06"/>
    <w:rsid w:val="006F7054"/>
    <w:rsid w:val="006F7F58"/>
    <w:rsid w:val="0070173D"/>
    <w:rsid w:val="00704019"/>
    <w:rsid w:val="0070403E"/>
    <w:rsid w:val="007068A2"/>
    <w:rsid w:val="00706C06"/>
    <w:rsid w:val="00706CE2"/>
    <w:rsid w:val="007071E8"/>
    <w:rsid w:val="0071088D"/>
    <w:rsid w:val="00711712"/>
    <w:rsid w:val="00711D1C"/>
    <w:rsid w:val="00712CC1"/>
    <w:rsid w:val="00712EFD"/>
    <w:rsid w:val="00713CEC"/>
    <w:rsid w:val="007152E9"/>
    <w:rsid w:val="007158C7"/>
    <w:rsid w:val="00715C9F"/>
    <w:rsid w:val="00715EB9"/>
    <w:rsid w:val="007160A4"/>
    <w:rsid w:val="0071794B"/>
    <w:rsid w:val="00721886"/>
    <w:rsid w:val="00722CE9"/>
    <w:rsid w:val="00724C5C"/>
    <w:rsid w:val="00724CE9"/>
    <w:rsid w:val="00725901"/>
    <w:rsid w:val="0072784C"/>
    <w:rsid w:val="00727F00"/>
    <w:rsid w:val="00730D40"/>
    <w:rsid w:val="007319D7"/>
    <w:rsid w:val="00731D65"/>
    <w:rsid w:val="00732151"/>
    <w:rsid w:val="007322D3"/>
    <w:rsid w:val="007344EC"/>
    <w:rsid w:val="0073602A"/>
    <w:rsid w:val="007371B5"/>
    <w:rsid w:val="00740228"/>
    <w:rsid w:val="00743955"/>
    <w:rsid w:val="00743CFB"/>
    <w:rsid w:val="007443A6"/>
    <w:rsid w:val="00744ACC"/>
    <w:rsid w:val="00746695"/>
    <w:rsid w:val="00751472"/>
    <w:rsid w:val="007519C3"/>
    <w:rsid w:val="00751DFA"/>
    <w:rsid w:val="007565CA"/>
    <w:rsid w:val="00760784"/>
    <w:rsid w:val="007609EE"/>
    <w:rsid w:val="00760F98"/>
    <w:rsid w:val="007611C9"/>
    <w:rsid w:val="007635A3"/>
    <w:rsid w:val="007638BE"/>
    <w:rsid w:val="00764F22"/>
    <w:rsid w:val="00766357"/>
    <w:rsid w:val="00767A5D"/>
    <w:rsid w:val="00770DAA"/>
    <w:rsid w:val="0077145F"/>
    <w:rsid w:val="00771C6A"/>
    <w:rsid w:val="0077242E"/>
    <w:rsid w:val="007737C7"/>
    <w:rsid w:val="007739BF"/>
    <w:rsid w:val="00773CBB"/>
    <w:rsid w:val="00774EFA"/>
    <w:rsid w:val="00774FA2"/>
    <w:rsid w:val="00777C28"/>
    <w:rsid w:val="00777E43"/>
    <w:rsid w:val="00780B29"/>
    <w:rsid w:val="00782223"/>
    <w:rsid w:val="00783C50"/>
    <w:rsid w:val="00784196"/>
    <w:rsid w:val="00784B30"/>
    <w:rsid w:val="00784B6D"/>
    <w:rsid w:val="00785815"/>
    <w:rsid w:val="007859CB"/>
    <w:rsid w:val="00786E2D"/>
    <w:rsid w:val="0078779B"/>
    <w:rsid w:val="007907DD"/>
    <w:rsid w:val="00790BAE"/>
    <w:rsid w:val="00790D51"/>
    <w:rsid w:val="00791378"/>
    <w:rsid w:val="00792385"/>
    <w:rsid w:val="00792A24"/>
    <w:rsid w:val="00793146"/>
    <w:rsid w:val="007932FE"/>
    <w:rsid w:val="00793A3E"/>
    <w:rsid w:val="00793E9A"/>
    <w:rsid w:val="00794C79"/>
    <w:rsid w:val="00795CE0"/>
    <w:rsid w:val="00795CEB"/>
    <w:rsid w:val="00797113"/>
    <w:rsid w:val="00797442"/>
    <w:rsid w:val="007979B5"/>
    <w:rsid w:val="007979BA"/>
    <w:rsid w:val="00797FF5"/>
    <w:rsid w:val="007A062F"/>
    <w:rsid w:val="007A19B9"/>
    <w:rsid w:val="007A7A71"/>
    <w:rsid w:val="007A7AC2"/>
    <w:rsid w:val="007B1079"/>
    <w:rsid w:val="007B1147"/>
    <w:rsid w:val="007B218E"/>
    <w:rsid w:val="007B226B"/>
    <w:rsid w:val="007B3665"/>
    <w:rsid w:val="007B3E0F"/>
    <w:rsid w:val="007B4CCF"/>
    <w:rsid w:val="007B4FED"/>
    <w:rsid w:val="007B535E"/>
    <w:rsid w:val="007B5688"/>
    <w:rsid w:val="007B5862"/>
    <w:rsid w:val="007B6B5C"/>
    <w:rsid w:val="007B6EAF"/>
    <w:rsid w:val="007B7515"/>
    <w:rsid w:val="007C07FB"/>
    <w:rsid w:val="007C0CC6"/>
    <w:rsid w:val="007C1929"/>
    <w:rsid w:val="007C3BC6"/>
    <w:rsid w:val="007C3FCD"/>
    <w:rsid w:val="007C491C"/>
    <w:rsid w:val="007C4A96"/>
    <w:rsid w:val="007C5060"/>
    <w:rsid w:val="007C5226"/>
    <w:rsid w:val="007C5335"/>
    <w:rsid w:val="007C7634"/>
    <w:rsid w:val="007D1C40"/>
    <w:rsid w:val="007D1C97"/>
    <w:rsid w:val="007D2012"/>
    <w:rsid w:val="007D2C7C"/>
    <w:rsid w:val="007D2DBE"/>
    <w:rsid w:val="007D2E1F"/>
    <w:rsid w:val="007D3B6C"/>
    <w:rsid w:val="007D48F6"/>
    <w:rsid w:val="007D51CE"/>
    <w:rsid w:val="007D5B1C"/>
    <w:rsid w:val="007D5C1C"/>
    <w:rsid w:val="007D5D27"/>
    <w:rsid w:val="007D7310"/>
    <w:rsid w:val="007D7EDC"/>
    <w:rsid w:val="007E0B33"/>
    <w:rsid w:val="007E0CED"/>
    <w:rsid w:val="007E262B"/>
    <w:rsid w:val="007E30D5"/>
    <w:rsid w:val="007E35B2"/>
    <w:rsid w:val="007E432C"/>
    <w:rsid w:val="007E4593"/>
    <w:rsid w:val="007E4AFD"/>
    <w:rsid w:val="007E6262"/>
    <w:rsid w:val="007E6501"/>
    <w:rsid w:val="007E6FF4"/>
    <w:rsid w:val="007E7400"/>
    <w:rsid w:val="007E76CD"/>
    <w:rsid w:val="007F20CE"/>
    <w:rsid w:val="007F22B6"/>
    <w:rsid w:val="007F2A09"/>
    <w:rsid w:val="007F2F2E"/>
    <w:rsid w:val="007F4266"/>
    <w:rsid w:val="007F42B9"/>
    <w:rsid w:val="007F4A46"/>
    <w:rsid w:val="007F5D07"/>
    <w:rsid w:val="007F75E6"/>
    <w:rsid w:val="00800C1B"/>
    <w:rsid w:val="008016D6"/>
    <w:rsid w:val="008023F6"/>
    <w:rsid w:val="00802B9D"/>
    <w:rsid w:val="00805262"/>
    <w:rsid w:val="00805555"/>
    <w:rsid w:val="00806D4C"/>
    <w:rsid w:val="00811A25"/>
    <w:rsid w:val="00811C35"/>
    <w:rsid w:val="00811FA9"/>
    <w:rsid w:val="008121B5"/>
    <w:rsid w:val="00813876"/>
    <w:rsid w:val="00814753"/>
    <w:rsid w:val="0081628D"/>
    <w:rsid w:val="008168CF"/>
    <w:rsid w:val="00821136"/>
    <w:rsid w:val="00821AA9"/>
    <w:rsid w:val="00823C4D"/>
    <w:rsid w:val="00824F0F"/>
    <w:rsid w:val="00824F37"/>
    <w:rsid w:val="00825B8E"/>
    <w:rsid w:val="00825FB6"/>
    <w:rsid w:val="00827651"/>
    <w:rsid w:val="00830313"/>
    <w:rsid w:val="00830CE0"/>
    <w:rsid w:val="00832C91"/>
    <w:rsid w:val="0083402C"/>
    <w:rsid w:val="00834843"/>
    <w:rsid w:val="00836338"/>
    <w:rsid w:val="00836A58"/>
    <w:rsid w:val="00836C80"/>
    <w:rsid w:val="0083703F"/>
    <w:rsid w:val="0084071B"/>
    <w:rsid w:val="00841AF7"/>
    <w:rsid w:val="0084204D"/>
    <w:rsid w:val="008439FE"/>
    <w:rsid w:val="00844B14"/>
    <w:rsid w:val="00844CFB"/>
    <w:rsid w:val="00844F92"/>
    <w:rsid w:val="00845C1E"/>
    <w:rsid w:val="00847BDF"/>
    <w:rsid w:val="00850187"/>
    <w:rsid w:val="008505B8"/>
    <w:rsid w:val="00850ABD"/>
    <w:rsid w:val="00850D47"/>
    <w:rsid w:val="00850F08"/>
    <w:rsid w:val="00851F7D"/>
    <w:rsid w:val="008543BA"/>
    <w:rsid w:val="00855237"/>
    <w:rsid w:val="008564E0"/>
    <w:rsid w:val="00856A40"/>
    <w:rsid w:val="00856FB7"/>
    <w:rsid w:val="00857B0A"/>
    <w:rsid w:val="00860F63"/>
    <w:rsid w:val="00861ABC"/>
    <w:rsid w:val="008627BE"/>
    <w:rsid w:val="00863F64"/>
    <w:rsid w:val="00864A8B"/>
    <w:rsid w:val="00865679"/>
    <w:rsid w:val="00866B49"/>
    <w:rsid w:val="00867A78"/>
    <w:rsid w:val="00867F95"/>
    <w:rsid w:val="00870919"/>
    <w:rsid w:val="00870A7C"/>
    <w:rsid w:val="00870C32"/>
    <w:rsid w:val="0087115E"/>
    <w:rsid w:val="00872F5E"/>
    <w:rsid w:val="008732A3"/>
    <w:rsid w:val="0087428D"/>
    <w:rsid w:val="0087492B"/>
    <w:rsid w:val="008749B5"/>
    <w:rsid w:val="00874AFC"/>
    <w:rsid w:val="00874DD0"/>
    <w:rsid w:val="00875450"/>
    <w:rsid w:val="00875DA5"/>
    <w:rsid w:val="008761F7"/>
    <w:rsid w:val="008765EF"/>
    <w:rsid w:val="00876BDB"/>
    <w:rsid w:val="00877415"/>
    <w:rsid w:val="00877CFD"/>
    <w:rsid w:val="00880B16"/>
    <w:rsid w:val="0088169D"/>
    <w:rsid w:val="008830E2"/>
    <w:rsid w:val="0088330F"/>
    <w:rsid w:val="00884D30"/>
    <w:rsid w:val="00884F87"/>
    <w:rsid w:val="00885B53"/>
    <w:rsid w:val="0088674D"/>
    <w:rsid w:val="00886F98"/>
    <w:rsid w:val="00892EE4"/>
    <w:rsid w:val="00892FDE"/>
    <w:rsid w:val="008940ED"/>
    <w:rsid w:val="0089416D"/>
    <w:rsid w:val="00894DE3"/>
    <w:rsid w:val="00894FF7"/>
    <w:rsid w:val="00895EF5"/>
    <w:rsid w:val="008A0736"/>
    <w:rsid w:val="008A07E9"/>
    <w:rsid w:val="008A13DC"/>
    <w:rsid w:val="008A32DA"/>
    <w:rsid w:val="008A44EB"/>
    <w:rsid w:val="008A472E"/>
    <w:rsid w:val="008A4960"/>
    <w:rsid w:val="008A5401"/>
    <w:rsid w:val="008A5E58"/>
    <w:rsid w:val="008B0D82"/>
    <w:rsid w:val="008B1203"/>
    <w:rsid w:val="008B4D3D"/>
    <w:rsid w:val="008B6F6C"/>
    <w:rsid w:val="008B7D03"/>
    <w:rsid w:val="008B7FDA"/>
    <w:rsid w:val="008C006B"/>
    <w:rsid w:val="008C1BA9"/>
    <w:rsid w:val="008C5C75"/>
    <w:rsid w:val="008C737A"/>
    <w:rsid w:val="008C7E07"/>
    <w:rsid w:val="008D0F5B"/>
    <w:rsid w:val="008D14F9"/>
    <w:rsid w:val="008D1A1D"/>
    <w:rsid w:val="008D1E1E"/>
    <w:rsid w:val="008D3FEF"/>
    <w:rsid w:val="008D6AA7"/>
    <w:rsid w:val="008D733D"/>
    <w:rsid w:val="008E0FD8"/>
    <w:rsid w:val="008E146A"/>
    <w:rsid w:val="008E40D8"/>
    <w:rsid w:val="008E6970"/>
    <w:rsid w:val="008E6AC6"/>
    <w:rsid w:val="008E6F57"/>
    <w:rsid w:val="008F177B"/>
    <w:rsid w:val="008F248F"/>
    <w:rsid w:val="008F3828"/>
    <w:rsid w:val="008F68FC"/>
    <w:rsid w:val="008F6AF8"/>
    <w:rsid w:val="008F7F50"/>
    <w:rsid w:val="00900280"/>
    <w:rsid w:val="00902AED"/>
    <w:rsid w:val="009031CF"/>
    <w:rsid w:val="009067CD"/>
    <w:rsid w:val="00906BB6"/>
    <w:rsid w:val="009072C0"/>
    <w:rsid w:val="009078E7"/>
    <w:rsid w:val="00907D27"/>
    <w:rsid w:val="00913231"/>
    <w:rsid w:val="0091347E"/>
    <w:rsid w:val="00914326"/>
    <w:rsid w:val="009148FE"/>
    <w:rsid w:val="009156FC"/>
    <w:rsid w:val="00915AC4"/>
    <w:rsid w:val="00916E78"/>
    <w:rsid w:val="009170BC"/>
    <w:rsid w:val="00917C1E"/>
    <w:rsid w:val="00917F3B"/>
    <w:rsid w:val="00920FB5"/>
    <w:rsid w:val="009212DF"/>
    <w:rsid w:val="0092142D"/>
    <w:rsid w:val="009218D4"/>
    <w:rsid w:val="00921DA7"/>
    <w:rsid w:val="00921FAC"/>
    <w:rsid w:val="00922BEF"/>
    <w:rsid w:val="009254BD"/>
    <w:rsid w:val="00927500"/>
    <w:rsid w:val="00931C13"/>
    <w:rsid w:val="00934858"/>
    <w:rsid w:val="00935170"/>
    <w:rsid w:val="00935606"/>
    <w:rsid w:val="0093704C"/>
    <w:rsid w:val="00937882"/>
    <w:rsid w:val="00937CC0"/>
    <w:rsid w:val="009429A3"/>
    <w:rsid w:val="009434CF"/>
    <w:rsid w:val="009436D2"/>
    <w:rsid w:val="009439FC"/>
    <w:rsid w:val="0094497C"/>
    <w:rsid w:val="00945C63"/>
    <w:rsid w:val="00947244"/>
    <w:rsid w:val="00947444"/>
    <w:rsid w:val="00947A24"/>
    <w:rsid w:val="00953155"/>
    <w:rsid w:val="009537B8"/>
    <w:rsid w:val="00953EDF"/>
    <w:rsid w:val="009547E9"/>
    <w:rsid w:val="0095559F"/>
    <w:rsid w:val="00955C51"/>
    <w:rsid w:val="00956CEC"/>
    <w:rsid w:val="00957055"/>
    <w:rsid w:val="0096026E"/>
    <w:rsid w:val="00961768"/>
    <w:rsid w:val="00962D3A"/>
    <w:rsid w:val="00963D0E"/>
    <w:rsid w:val="00964460"/>
    <w:rsid w:val="00964B45"/>
    <w:rsid w:val="00964C43"/>
    <w:rsid w:val="00964E4F"/>
    <w:rsid w:val="00970186"/>
    <w:rsid w:val="00970310"/>
    <w:rsid w:val="00970FED"/>
    <w:rsid w:val="0097133E"/>
    <w:rsid w:val="00974915"/>
    <w:rsid w:val="0097523B"/>
    <w:rsid w:val="0097549C"/>
    <w:rsid w:val="00975657"/>
    <w:rsid w:val="00975AA0"/>
    <w:rsid w:val="00976877"/>
    <w:rsid w:val="00976EDC"/>
    <w:rsid w:val="009807BE"/>
    <w:rsid w:val="00980BB3"/>
    <w:rsid w:val="00983181"/>
    <w:rsid w:val="0098372C"/>
    <w:rsid w:val="00983F6B"/>
    <w:rsid w:val="00984D80"/>
    <w:rsid w:val="00985FE6"/>
    <w:rsid w:val="0098601B"/>
    <w:rsid w:val="00986CD4"/>
    <w:rsid w:val="00986F84"/>
    <w:rsid w:val="00987F9C"/>
    <w:rsid w:val="00990267"/>
    <w:rsid w:val="009904CA"/>
    <w:rsid w:val="0099176D"/>
    <w:rsid w:val="009918C1"/>
    <w:rsid w:val="009923B8"/>
    <w:rsid w:val="00993F59"/>
    <w:rsid w:val="0099468D"/>
    <w:rsid w:val="00994F1B"/>
    <w:rsid w:val="00996B65"/>
    <w:rsid w:val="009A0385"/>
    <w:rsid w:val="009A0707"/>
    <w:rsid w:val="009A0CD9"/>
    <w:rsid w:val="009A2E5E"/>
    <w:rsid w:val="009A3403"/>
    <w:rsid w:val="009A4889"/>
    <w:rsid w:val="009A6346"/>
    <w:rsid w:val="009A66E9"/>
    <w:rsid w:val="009A6B77"/>
    <w:rsid w:val="009B255F"/>
    <w:rsid w:val="009B2829"/>
    <w:rsid w:val="009B3203"/>
    <w:rsid w:val="009B45FB"/>
    <w:rsid w:val="009B495B"/>
    <w:rsid w:val="009C052B"/>
    <w:rsid w:val="009C3D8B"/>
    <w:rsid w:val="009C48A7"/>
    <w:rsid w:val="009C55B8"/>
    <w:rsid w:val="009C744B"/>
    <w:rsid w:val="009D0146"/>
    <w:rsid w:val="009D0C78"/>
    <w:rsid w:val="009D2AC8"/>
    <w:rsid w:val="009D37D0"/>
    <w:rsid w:val="009D389B"/>
    <w:rsid w:val="009D4010"/>
    <w:rsid w:val="009D4EF0"/>
    <w:rsid w:val="009D5994"/>
    <w:rsid w:val="009D5D07"/>
    <w:rsid w:val="009E00AD"/>
    <w:rsid w:val="009E1D72"/>
    <w:rsid w:val="009E21A6"/>
    <w:rsid w:val="009E2778"/>
    <w:rsid w:val="009E2DAF"/>
    <w:rsid w:val="009E5885"/>
    <w:rsid w:val="009F027F"/>
    <w:rsid w:val="009F038A"/>
    <w:rsid w:val="009F0F45"/>
    <w:rsid w:val="009F11B8"/>
    <w:rsid w:val="009F3F69"/>
    <w:rsid w:val="00A010B9"/>
    <w:rsid w:val="00A02CA4"/>
    <w:rsid w:val="00A035B4"/>
    <w:rsid w:val="00A049B2"/>
    <w:rsid w:val="00A06B5D"/>
    <w:rsid w:val="00A06C13"/>
    <w:rsid w:val="00A10FF2"/>
    <w:rsid w:val="00A12F75"/>
    <w:rsid w:val="00A13381"/>
    <w:rsid w:val="00A14538"/>
    <w:rsid w:val="00A15398"/>
    <w:rsid w:val="00A171B3"/>
    <w:rsid w:val="00A20309"/>
    <w:rsid w:val="00A20EC8"/>
    <w:rsid w:val="00A20FF3"/>
    <w:rsid w:val="00A214D9"/>
    <w:rsid w:val="00A21D51"/>
    <w:rsid w:val="00A23602"/>
    <w:rsid w:val="00A23CF0"/>
    <w:rsid w:val="00A24698"/>
    <w:rsid w:val="00A25153"/>
    <w:rsid w:val="00A255EE"/>
    <w:rsid w:val="00A2648A"/>
    <w:rsid w:val="00A26AEE"/>
    <w:rsid w:val="00A30338"/>
    <w:rsid w:val="00A30F93"/>
    <w:rsid w:val="00A3116F"/>
    <w:rsid w:val="00A31277"/>
    <w:rsid w:val="00A35D85"/>
    <w:rsid w:val="00A365EB"/>
    <w:rsid w:val="00A3736D"/>
    <w:rsid w:val="00A37808"/>
    <w:rsid w:val="00A37A1C"/>
    <w:rsid w:val="00A42212"/>
    <w:rsid w:val="00A427F1"/>
    <w:rsid w:val="00A4403F"/>
    <w:rsid w:val="00A4498E"/>
    <w:rsid w:val="00A4576A"/>
    <w:rsid w:val="00A47B14"/>
    <w:rsid w:val="00A507C9"/>
    <w:rsid w:val="00A50E66"/>
    <w:rsid w:val="00A5213E"/>
    <w:rsid w:val="00A525A4"/>
    <w:rsid w:val="00A532FA"/>
    <w:rsid w:val="00A533F5"/>
    <w:rsid w:val="00A56FB1"/>
    <w:rsid w:val="00A57150"/>
    <w:rsid w:val="00A57D49"/>
    <w:rsid w:val="00A60735"/>
    <w:rsid w:val="00A6104B"/>
    <w:rsid w:val="00A62739"/>
    <w:rsid w:val="00A62CAE"/>
    <w:rsid w:val="00A62FE3"/>
    <w:rsid w:val="00A630C3"/>
    <w:rsid w:val="00A63949"/>
    <w:rsid w:val="00A63C2E"/>
    <w:rsid w:val="00A63F52"/>
    <w:rsid w:val="00A64CB7"/>
    <w:rsid w:val="00A65316"/>
    <w:rsid w:val="00A7082A"/>
    <w:rsid w:val="00A76B43"/>
    <w:rsid w:val="00A7734A"/>
    <w:rsid w:val="00A77BB0"/>
    <w:rsid w:val="00A77E03"/>
    <w:rsid w:val="00A8131F"/>
    <w:rsid w:val="00A8177A"/>
    <w:rsid w:val="00A81DF4"/>
    <w:rsid w:val="00A879BA"/>
    <w:rsid w:val="00A91122"/>
    <w:rsid w:val="00A91F6D"/>
    <w:rsid w:val="00A92DB8"/>
    <w:rsid w:val="00A93BEF"/>
    <w:rsid w:val="00A93DC0"/>
    <w:rsid w:val="00A94082"/>
    <w:rsid w:val="00A94158"/>
    <w:rsid w:val="00A95D5A"/>
    <w:rsid w:val="00A97D1E"/>
    <w:rsid w:val="00AA06A4"/>
    <w:rsid w:val="00AA1106"/>
    <w:rsid w:val="00AA12A5"/>
    <w:rsid w:val="00AA1817"/>
    <w:rsid w:val="00AA1D68"/>
    <w:rsid w:val="00AA369D"/>
    <w:rsid w:val="00AA54B2"/>
    <w:rsid w:val="00AA7877"/>
    <w:rsid w:val="00AA7BC8"/>
    <w:rsid w:val="00AA7C33"/>
    <w:rsid w:val="00AB0D3F"/>
    <w:rsid w:val="00AB0F15"/>
    <w:rsid w:val="00AB1A11"/>
    <w:rsid w:val="00AB2AB3"/>
    <w:rsid w:val="00AB3068"/>
    <w:rsid w:val="00AB60A6"/>
    <w:rsid w:val="00AB6B7B"/>
    <w:rsid w:val="00AB7C6C"/>
    <w:rsid w:val="00AB7C7C"/>
    <w:rsid w:val="00AC0560"/>
    <w:rsid w:val="00AC1F49"/>
    <w:rsid w:val="00AC374E"/>
    <w:rsid w:val="00AC4DD8"/>
    <w:rsid w:val="00AC55F8"/>
    <w:rsid w:val="00AC58C6"/>
    <w:rsid w:val="00AC6338"/>
    <w:rsid w:val="00AC6DA1"/>
    <w:rsid w:val="00AD0433"/>
    <w:rsid w:val="00AD11DA"/>
    <w:rsid w:val="00AD184B"/>
    <w:rsid w:val="00AD3F8E"/>
    <w:rsid w:val="00AD45D5"/>
    <w:rsid w:val="00AD6A5A"/>
    <w:rsid w:val="00AD6B79"/>
    <w:rsid w:val="00AD7C48"/>
    <w:rsid w:val="00AE2551"/>
    <w:rsid w:val="00AE3F04"/>
    <w:rsid w:val="00AE407F"/>
    <w:rsid w:val="00AE5B2E"/>
    <w:rsid w:val="00AE7AB8"/>
    <w:rsid w:val="00AF1228"/>
    <w:rsid w:val="00AF2301"/>
    <w:rsid w:val="00AF47BC"/>
    <w:rsid w:val="00AF4F4D"/>
    <w:rsid w:val="00AF620E"/>
    <w:rsid w:val="00AF6737"/>
    <w:rsid w:val="00AF689D"/>
    <w:rsid w:val="00B01242"/>
    <w:rsid w:val="00B03603"/>
    <w:rsid w:val="00B04BB0"/>
    <w:rsid w:val="00B057B6"/>
    <w:rsid w:val="00B061CC"/>
    <w:rsid w:val="00B070E4"/>
    <w:rsid w:val="00B076A7"/>
    <w:rsid w:val="00B076B6"/>
    <w:rsid w:val="00B104C4"/>
    <w:rsid w:val="00B10B2C"/>
    <w:rsid w:val="00B11AAB"/>
    <w:rsid w:val="00B12735"/>
    <w:rsid w:val="00B13CEC"/>
    <w:rsid w:val="00B140D9"/>
    <w:rsid w:val="00B14791"/>
    <w:rsid w:val="00B15050"/>
    <w:rsid w:val="00B216AB"/>
    <w:rsid w:val="00B21B31"/>
    <w:rsid w:val="00B22E8E"/>
    <w:rsid w:val="00B23417"/>
    <w:rsid w:val="00B2728D"/>
    <w:rsid w:val="00B27474"/>
    <w:rsid w:val="00B27BC8"/>
    <w:rsid w:val="00B30099"/>
    <w:rsid w:val="00B311E8"/>
    <w:rsid w:val="00B31BB5"/>
    <w:rsid w:val="00B32A8F"/>
    <w:rsid w:val="00B3342A"/>
    <w:rsid w:val="00B34562"/>
    <w:rsid w:val="00B34C82"/>
    <w:rsid w:val="00B351AF"/>
    <w:rsid w:val="00B359DF"/>
    <w:rsid w:val="00B36C20"/>
    <w:rsid w:val="00B36FD2"/>
    <w:rsid w:val="00B411A5"/>
    <w:rsid w:val="00B433E7"/>
    <w:rsid w:val="00B44DEE"/>
    <w:rsid w:val="00B45FB7"/>
    <w:rsid w:val="00B4687B"/>
    <w:rsid w:val="00B46896"/>
    <w:rsid w:val="00B46E16"/>
    <w:rsid w:val="00B46E9F"/>
    <w:rsid w:val="00B47437"/>
    <w:rsid w:val="00B502B3"/>
    <w:rsid w:val="00B506B7"/>
    <w:rsid w:val="00B50A66"/>
    <w:rsid w:val="00B5197C"/>
    <w:rsid w:val="00B51D73"/>
    <w:rsid w:val="00B52719"/>
    <w:rsid w:val="00B52E9D"/>
    <w:rsid w:val="00B53B6F"/>
    <w:rsid w:val="00B54429"/>
    <w:rsid w:val="00B567AA"/>
    <w:rsid w:val="00B56960"/>
    <w:rsid w:val="00B56D12"/>
    <w:rsid w:val="00B5709C"/>
    <w:rsid w:val="00B61296"/>
    <w:rsid w:val="00B61B40"/>
    <w:rsid w:val="00B626E6"/>
    <w:rsid w:val="00B628C8"/>
    <w:rsid w:val="00B63453"/>
    <w:rsid w:val="00B7104F"/>
    <w:rsid w:val="00B71D46"/>
    <w:rsid w:val="00B7210C"/>
    <w:rsid w:val="00B7289B"/>
    <w:rsid w:val="00B74712"/>
    <w:rsid w:val="00B750A3"/>
    <w:rsid w:val="00B7590C"/>
    <w:rsid w:val="00B75C01"/>
    <w:rsid w:val="00B767BB"/>
    <w:rsid w:val="00B80A4E"/>
    <w:rsid w:val="00B81AAB"/>
    <w:rsid w:val="00B823F4"/>
    <w:rsid w:val="00B8288E"/>
    <w:rsid w:val="00B85FF3"/>
    <w:rsid w:val="00B90440"/>
    <w:rsid w:val="00B92A08"/>
    <w:rsid w:val="00B92C2E"/>
    <w:rsid w:val="00B944D8"/>
    <w:rsid w:val="00B94836"/>
    <w:rsid w:val="00B95E9D"/>
    <w:rsid w:val="00B9631A"/>
    <w:rsid w:val="00BA320B"/>
    <w:rsid w:val="00BA340F"/>
    <w:rsid w:val="00BA4793"/>
    <w:rsid w:val="00BA626A"/>
    <w:rsid w:val="00BA678C"/>
    <w:rsid w:val="00BA6929"/>
    <w:rsid w:val="00BB0229"/>
    <w:rsid w:val="00BB0358"/>
    <w:rsid w:val="00BB338B"/>
    <w:rsid w:val="00BB344D"/>
    <w:rsid w:val="00BB41BD"/>
    <w:rsid w:val="00BB4B0B"/>
    <w:rsid w:val="00BB4D55"/>
    <w:rsid w:val="00BB6867"/>
    <w:rsid w:val="00BB7633"/>
    <w:rsid w:val="00BC011A"/>
    <w:rsid w:val="00BC084B"/>
    <w:rsid w:val="00BC08F4"/>
    <w:rsid w:val="00BC112D"/>
    <w:rsid w:val="00BC114A"/>
    <w:rsid w:val="00BC1E13"/>
    <w:rsid w:val="00BC3FE7"/>
    <w:rsid w:val="00BC4D15"/>
    <w:rsid w:val="00BC517E"/>
    <w:rsid w:val="00BC6938"/>
    <w:rsid w:val="00BC717E"/>
    <w:rsid w:val="00BC7EDA"/>
    <w:rsid w:val="00BD0E4A"/>
    <w:rsid w:val="00BD1FCE"/>
    <w:rsid w:val="00BD2CA4"/>
    <w:rsid w:val="00BD2E49"/>
    <w:rsid w:val="00BD3895"/>
    <w:rsid w:val="00BD3BC4"/>
    <w:rsid w:val="00BD3BF6"/>
    <w:rsid w:val="00BD5027"/>
    <w:rsid w:val="00BD58DB"/>
    <w:rsid w:val="00BD5B40"/>
    <w:rsid w:val="00BD63A6"/>
    <w:rsid w:val="00BD6C29"/>
    <w:rsid w:val="00BD6EE3"/>
    <w:rsid w:val="00BE130A"/>
    <w:rsid w:val="00BE1700"/>
    <w:rsid w:val="00BE18A0"/>
    <w:rsid w:val="00BE23FD"/>
    <w:rsid w:val="00BE272A"/>
    <w:rsid w:val="00BE37E0"/>
    <w:rsid w:val="00BE39B9"/>
    <w:rsid w:val="00BE3D13"/>
    <w:rsid w:val="00BE414D"/>
    <w:rsid w:val="00BE4A03"/>
    <w:rsid w:val="00BE5EE6"/>
    <w:rsid w:val="00BE6754"/>
    <w:rsid w:val="00BE6D6C"/>
    <w:rsid w:val="00BF09B2"/>
    <w:rsid w:val="00BF09F4"/>
    <w:rsid w:val="00BF175A"/>
    <w:rsid w:val="00BF1943"/>
    <w:rsid w:val="00BF1962"/>
    <w:rsid w:val="00BF20D6"/>
    <w:rsid w:val="00BF33AF"/>
    <w:rsid w:val="00BF3A2D"/>
    <w:rsid w:val="00BF4ABB"/>
    <w:rsid w:val="00BF5452"/>
    <w:rsid w:val="00BF588C"/>
    <w:rsid w:val="00BF6556"/>
    <w:rsid w:val="00BF73C9"/>
    <w:rsid w:val="00C008FA"/>
    <w:rsid w:val="00C0237D"/>
    <w:rsid w:val="00C028AB"/>
    <w:rsid w:val="00C03CFA"/>
    <w:rsid w:val="00C05203"/>
    <w:rsid w:val="00C057AC"/>
    <w:rsid w:val="00C1362A"/>
    <w:rsid w:val="00C13A2E"/>
    <w:rsid w:val="00C13CB2"/>
    <w:rsid w:val="00C16603"/>
    <w:rsid w:val="00C174E9"/>
    <w:rsid w:val="00C206C2"/>
    <w:rsid w:val="00C2080F"/>
    <w:rsid w:val="00C2091B"/>
    <w:rsid w:val="00C21886"/>
    <w:rsid w:val="00C220F3"/>
    <w:rsid w:val="00C231AA"/>
    <w:rsid w:val="00C303C2"/>
    <w:rsid w:val="00C306B4"/>
    <w:rsid w:val="00C34198"/>
    <w:rsid w:val="00C344EE"/>
    <w:rsid w:val="00C346CF"/>
    <w:rsid w:val="00C34F45"/>
    <w:rsid w:val="00C3563E"/>
    <w:rsid w:val="00C367C7"/>
    <w:rsid w:val="00C37025"/>
    <w:rsid w:val="00C3797C"/>
    <w:rsid w:val="00C4120B"/>
    <w:rsid w:val="00C417A2"/>
    <w:rsid w:val="00C420C5"/>
    <w:rsid w:val="00C427C2"/>
    <w:rsid w:val="00C42EB3"/>
    <w:rsid w:val="00C44D13"/>
    <w:rsid w:val="00C452D6"/>
    <w:rsid w:val="00C465AB"/>
    <w:rsid w:val="00C51D03"/>
    <w:rsid w:val="00C52F21"/>
    <w:rsid w:val="00C54618"/>
    <w:rsid w:val="00C55BC3"/>
    <w:rsid w:val="00C571E5"/>
    <w:rsid w:val="00C60FC5"/>
    <w:rsid w:val="00C666FA"/>
    <w:rsid w:val="00C66EBB"/>
    <w:rsid w:val="00C6722C"/>
    <w:rsid w:val="00C70D60"/>
    <w:rsid w:val="00C7351B"/>
    <w:rsid w:val="00C73AC4"/>
    <w:rsid w:val="00C74A10"/>
    <w:rsid w:val="00C7557E"/>
    <w:rsid w:val="00C765EC"/>
    <w:rsid w:val="00C8064B"/>
    <w:rsid w:val="00C8137C"/>
    <w:rsid w:val="00C83996"/>
    <w:rsid w:val="00C86FE3"/>
    <w:rsid w:val="00C87E82"/>
    <w:rsid w:val="00C87FEB"/>
    <w:rsid w:val="00C91765"/>
    <w:rsid w:val="00C9297D"/>
    <w:rsid w:val="00C9359B"/>
    <w:rsid w:val="00C94437"/>
    <w:rsid w:val="00C96260"/>
    <w:rsid w:val="00C96BCA"/>
    <w:rsid w:val="00C97A97"/>
    <w:rsid w:val="00CA100C"/>
    <w:rsid w:val="00CA132B"/>
    <w:rsid w:val="00CA1CD2"/>
    <w:rsid w:val="00CA2C3D"/>
    <w:rsid w:val="00CA52A1"/>
    <w:rsid w:val="00CA58BA"/>
    <w:rsid w:val="00CA5926"/>
    <w:rsid w:val="00CA7420"/>
    <w:rsid w:val="00CA7BC3"/>
    <w:rsid w:val="00CA7D0F"/>
    <w:rsid w:val="00CB02B6"/>
    <w:rsid w:val="00CB0B93"/>
    <w:rsid w:val="00CB21F7"/>
    <w:rsid w:val="00CB22EE"/>
    <w:rsid w:val="00CB23FF"/>
    <w:rsid w:val="00CB2435"/>
    <w:rsid w:val="00CB2E14"/>
    <w:rsid w:val="00CB3737"/>
    <w:rsid w:val="00CB3A38"/>
    <w:rsid w:val="00CB3A5D"/>
    <w:rsid w:val="00CB5D6E"/>
    <w:rsid w:val="00CB6325"/>
    <w:rsid w:val="00CB68AF"/>
    <w:rsid w:val="00CB7271"/>
    <w:rsid w:val="00CC1129"/>
    <w:rsid w:val="00CC1DC3"/>
    <w:rsid w:val="00CC1F51"/>
    <w:rsid w:val="00CC2807"/>
    <w:rsid w:val="00CC3A85"/>
    <w:rsid w:val="00CC42B5"/>
    <w:rsid w:val="00CC56C0"/>
    <w:rsid w:val="00CC5C86"/>
    <w:rsid w:val="00CC6460"/>
    <w:rsid w:val="00CC6F51"/>
    <w:rsid w:val="00CD0196"/>
    <w:rsid w:val="00CD069F"/>
    <w:rsid w:val="00CD09C7"/>
    <w:rsid w:val="00CD1190"/>
    <w:rsid w:val="00CD1565"/>
    <w:rsid w:val="00CD236D"/>
    <w:rsid w:val="00CD3882"/>
    <w:rsid w:val="00CD3ECD"/>
    <w:rsid w:val="00CD49AB"/>
    <w:rsid w:val="00CD54FF"/>
    <w:rsid w:val="00CD5611"/>
    <w:rsid w:val="00CD56CB"/>
    <w:rsid w:val="00CD7144"/>
    <w:rsid w:val="00CE0074"/>
    <w:rsid w:val="00CE476D"/>
    <w:rsid w:val="00CE562A"/>
    <w:rsid w:val="00CE6220"/>
    <w:rsid w:val="00CE6412"/>
    <w:rsid w:val="00CE69E3"/>
    <w:rsid w:val="00CE6A50"/>
    <w:rsid w:val="00CE7E28"/>
    <w:rsid w:val="00CF0019"/>
    <w:rsid w:val="00CF043C"/>
    <w:rsid w:val="00CF0C21"/>
    <w:rsid w:val="00CF0C65"/>
    <w:rsid w:val="00CF0E3D"/>
    <w:rsid w:val="00CF1B20"/>
    <w:rsid w:val="00CF22D2"/>
    <w:rsid w:val="00CF2EC7"/>
    <w:rsid w:val="00CF2F0E"/>
    <w:rsid w:val="00CF398E"/>
    <w:rsid w:val="00CF657F"/>
    <w:rsid w:val="00CF7A0F"/>
    <w:rsid w:val="00D0093F"/>
    <w:rsid w:val="00D010E6"/>
    <w:rsid w:val="00D0117E"/>
    <w:rsid w:val="00D02CD8"/>
    <w:rsid w:val="00D03573"/>
    <w:rsid w:val="00D1012B"/>
    <w:rsid w:val="00D101E7"/>
    <w:rsid w:val="00D10BB5"/>
    <w:rsid w:val="00D1182F"/>
    <w:rsid w:val="00D11838"/>
    <w:rsid w:val="00D14ABC"/>
    <w:rsid w:val="00D14FE7"/>
    <w:rsid w:val="00D15049"/>
    <w:rsid w:val="00D152F2"/>
    <w:rsid w:val="00D1638B"/>
    <w:rsid w:val="00D16978"/>
    <w:rsid w:val="00D172AA"/>
    <w:rsid w:val="00D173C6"/>
    <w:rsid w:val="00D2023E"/>
    <w:rsid w:val="00D20711"/>
    <w:rsid w:val="00D2308F"/>
    <w:rsid w:val="00D232C7"/>
    <w:rsid w:val="00D23C8B"/>
    <w:rsid w:val="00D254E3"/>
    <w:rsid w:val="00D25CFE"/>
    <w:rsid w:val="00D25F4F"/>
    <w:rsid w:val="00D31FC9"/>
    <w:rsid w:val="00D32DFF"/>
    <w:rsid w:val="00D352B2"/>
    <w:rsid w:val="00D352B7"/>
    <w:rsid w:val="00D3565F"/>
    <w:rsid w:val="00D40340"/>
    <w:rsid w:val="00D420A5"/>
    <w:rsid w:val="00D43EE5"/>
    <w:rsid w:val="00D44F85"/>
    <w:rsid w:val="00D464DE"/>
    <w:rsid w:val="00D4733D"/>
    <w:rsid w:val="00D47A83"/>
    <w:rsid w:val="00D50C4A"/>
    <w:rsid w:val="00D514F0"/>
    <w:rsid w:val="00D51E8B"/>
    <w:rsid w:val="00D5224F"/>
    <w:rsid w:val="00D52C1E"/>
    <w:rsid w:val="00D52D8E"/>
    <w:rsid w:val="00D53D95"/>
    <w:rsid w:val="00D54CDA"/>
    <w:rsid w:val="00D55026"/>
    <w:rsid w:val="00D559F6"/>
    <w:rsid w:val="00D56892"/>
    <w:rsid w:val="00D57E55"/>
    <w:rsid w:val="00D604AB"/>
    <w:rsid w:val="00D615D2"/>
    <w:rsid w:val="00D617E0"/>
    <w:rsid w:val="00D628A0"/>
    <w:rsid w:val="00D633D4"/>
    <w:rsid w:val="00D63562"/>
    <w:rsid w:val="00D6500A"/>
    <w:rsid w:val="00D660F3"/>
    <w:rsid w:val="00D6632B"/>
    <w:rsid w:val="00D6654D"/>
    <w:rsid w:val="00D66770"/>
    <w:rsid w:val="00D668B9"/>
    <w:rsid w:val="00D67154"/>
    <w:rsid w:val="00D676F8"/>
    <w:rsid w:val="00D70773"/>
    <w:rsid w:val="00D70803"/>
    <w:rsid w:val="00D70BEE"/>
    <w:rsid w:val="00D7159F"/>
    <w:rsid w:val="00D71B44"/>
    <w:rsid w:val="00D73374"/>
    <w:rsid w:val="00D73611"/>
    <w:rsid w:val="00D740DC"/>
    <w:rsid w:val="00D74172"/>
    <w:rsid w:val="00D748E8"/>
    <w:rsid w:val="00D75C08"/>
    <w:rsid w:val="00D76C0C"/>
    <w:rsid w:val="00D8145F"/>
    <w:rsid w:val="00D8162C"/>
    <w:rsid w:val="00D83073"/>
    <w:rsid w:val="00D84523"/>
    <w:rsid w:val="00D861FA"/>
    <w:rsid w:val="00D8693E"/>
    <w:rsid w:val="00D8745F"/>
    <w:rsid w:val="00D87487"/>
    <w:rsid w:val="00D90576"/>
    <w:rsid w:val="00D91859"/>
    <w:rsid w:val="00D91F7A"/>
    <w:rsid w:val="00D94831"/>
    <w:rsid w:val="00D968D6"/>
    <w:rsid w:val="00D970D8"/>
    <w:rsid w:val="00D973A3"/>
    <w:rsid w:val="00DA1073"/>
    <w:rsid w:val="00DA20FF"/>
    <w:rsid w:val="00DA4261"/>
    <w:rsid w:val="00DA4E22"/>
    <w:rsid w:val="00DA590F"/>
    <w:rsid w:val="00DA6B74"/>
    <w:rsid w:val="00DA710D"/>
    <w:rsid w:val="00DA7257"/>
    <w:rsid w:val="00DB01A5"/>
    <w:rsid w:val="00DB05D0"/>
    <w:rsid w:val="00DB105A"/>
    <w:rsid w:val="00DB1467"/>
    <w:rsid w:val="00DB3CAD"/>
    <w:rsid w:val="00DB4B3A"/>
    <w:rsid w:val="00DB4DBA"/>
    <w:rsid w:val="00DB5301"/>
    <w:rsid w:val="00DB5EA6"/>
    <w:rsid w:val="00DB6ABF"/>
    <w:rsid w:val="00DB6D49"/>
    <w:rsid w:val="00DB79C9"/>
    <w:rsid w:val="00DC295B"/>
    <w:rsid w:val="00DC2ADE"/>
    <w:rsid w:val="00DC2D8D"/>
    <w:rsid w:val="00DC2FAE"/>
    <w:rsid w:val="00DC6B06"/>
    <w:rsid w:val="00DC70D6"/>
    <w:rsid w:val="00DC75B8"/>
    <w:rsid w:val="00DC7B7A"/>
    <w:rsid w:val="00DD0282"/>
    <w:rsid w:val="00DD0D65"/>
    <w:rsid w:val="00DD10D0"/>
    <w:rsid w:val="00DD3AEF"/>
    <w:rsid w:val="00DD448D"/>
    <w:rsid w:val="00DD4E69"/>
    <w:rsid w:val="00DD61BB"/>
    <w:rsid w:val="00DE2373"/>
    <w:rsid w:val="00DE2D29"/>
    <w:rsid w:val="00DE4667"/>
    <w:rsid w:val="00DE503D"/>
    <w:rsid w:val="00DE50F6"/>
    <w:rsid w:val="00DE5476"/>
    <w:rsid w:val="00DE54C1"/>
    <w:rsid w:val="00DE6002"/>
    <w:rsid w:val="00DE6115"/>
    <w:rsid w:val="00DE718D"/>
    <w:rsid w:val="00DF0D9A"/>
    <w:rsid w:val="00DF344C"/>
    <w:rsid w:val="00DF39AA"/>
    <w:rsid w:val="00DF576C"/>
    <w:rsid w:val="00DF6B68"/>
    <w:rsid w:val="00DF6D8F"/>
    <w:rsid w:val="00E01862"/>
    <w:rsid w:val="00E01BDF"/>
    <w:rsid w:val="00E0248B"/>
    <w:rsid w:val="00E044D5"/>
    <w:rsid w:val="00E04570"/>
    <w:rsid w:val="00E04C3F"/>
    <w:rsid w:val="00E053A1"/>
    <w:rsid w:val="00E062C8"/>
    <w:rsid w:val="00E06D2E"/>
    <w:rsid w:val="00E106B7"/>
    <w:rsid w:val="00E10923"/>
    <w:rsid w:val="00E10D9A"/>
    <w:rsid w:val="00E129AD"/>
    <w:rsid w:val="00E12F59"/>
    <w:rsid w:val="00E13A80"/>
    <w:rsid w:val="00E13E4E"/>
    <w:rsid w:val="00E14281"/>
    <w:rsid w:val="00E14ACB"/>
    <w:rsid w:val="00E14D6A"/>
    <w:rsid w:val="00E154E5"/>
    <w:rsid w:val="00E16FD9"/>
    <w:rsid w:val="00E16FFF"/>
    <w:rsid w:val="00E17590"/>
    <w:rsid w:val="00E1773E"/>
    <w:rsid w:val="00E207EB"/>
    <w:rsid w:val="00E210BB"/>
    <w:rsid w:val="00E23986"/>
    <w:rsid w:val="00E23E84"/>
    <w:rsid w:val="00E24011"/>
    <w:rsid w:val="00E274E3"/>
    <w:rsid w:val="00E30C16"/>
    <w:rsid w:val="00E30F1B"/>
    <w:rsid w:val="00E31468"/>
    <w:rsid w:val="00E31DC7"/>
    <w:rsid w:val="00E33EC4"/>
    <w:rsid w:val="00E34780"/>
    <w:rsid w:val="00E359C8"/>
    <w:rsid w:val="00E35AFE"/>
    <w:rsid w:val="00E37FDD"/>
    <w:rsid w:val="00E40C7F"/>
    <w:rsid w:val="00E427F5"/>
    <w:rsid w:val="00E4477E"/>
    <w:rsid w:val="00E46493"/>
    <w:rsid w:val="00E46CEE"/>
    <w:rsid w:val="00E47662"/>
    <w:rsid w:val="00E50E13"/>
    <w:rsid w:val="00E52448"/>
    <w:rsid w:val="00E53BEF"/>
    <w:rsid w:val="00E5416E"/>
    <w:rsid w:val="00E545CB"/>
    <w:rsid w:val="00E55B08"/>
    <w:rsid w:val="00E55F19"/>
    <w:rsid w:val="00E564CA"/>
    <w:rsid w:val="00E5667D"/>
    <w:rsid w:val="00E56859"/>
    <w:rsid w:val="00E5783E"/>
    <w:rsid w:val="00E6416A"/>
    <w:rsid w:val="00E64954"/>
    <w:rsid w:val="00E660B6"/>
    <w:rsid w:val="00E662AD"/>
    <w:rsid w:val="00E6693B"/>
    <w:rsid w:val="00E675C2"/>
    <w:rsid w:val="00E67D97"/>
    <w:rsid w:val="00E67FAD"/>
    <w:rsid w:val="00E70B5A"/>
    <w:rsid w:val="00E71ADC"/>
    <w:rsid w:val="00E72418"/>
    <w:rsid w:val="00E72611"/>
    <w:rsid w:val="00E72AB2"/>
    <w:rsid w:val="00E731E8"/>
    <w:rsid w:val="00E74A35"/>
    <w:rsid w:val="00E74DD4"/>
    <w:rsid w:val="00E76E4D"/>
    <w:rsid w:val="00E80E14"/>
    <w:rsid w:val="00E8129A"/>
    <w:rsid w:val="00E81BAA"/>
    <w:rsid w:val="00E827A7"/>
    <w:rsid w:val="00E8433A"/>
    <w:rsid w:val="00E8458B"/>
    <w:rsid w:val="00E84949"/>
    <w:rsid w:val="00E861D2"/>
    <w:rsid w:val="00E87E6E"/>
    <w:rsid w:val="00E90D3A"/>
    <w:rsid w:val="00E90DB4"/>
    <w:rsid w:val="00E911B6"/>
    <w:rsid w:val="00E91A05"/>
    <w:rsid w:val="00E9455D"/>
    <w:rsid w:val="00E94C52"/>
    <w:rsid w:val="00E95475"/>
    <w:rsid w:val="00E95784"/>
    <w:rsid w:val="00E95ADF"/>
    <w:rsid w:val="00E97E83"/>
    <w:rsid w:val="00EA0690"/>
    <w:rsid w:val="00EA2DE1"/>
    <w:rsid w:val="00EA3314"/>
    <w:rsid w:val="00EA63DC"/>
    <w:rsid w:val="00EB0FB5"/>
    <w:rsid w:val="00EB1718"/>
    <w:rsid w:val="00EB4738"/>
    <w:rsid w:val="00EB75CC"/>
    <w:rsid w:val="00EC0622"/>
    <w:rsid w:val="00EC0ECB"/>
    <w:rsid w:val="00EC1E27"/>
    <w:rsid w:val="00EC2833"/>
    <w:rsid w:val="00EC28CA"/>
    <w:rsid w:val="00EC5436"/>
    <w:rsid w:val="00EC6A3E"/>
    <w:rsid w:val="00ED0AFD"/>
    <w:rsid w:val="00ED1478"/>
    <w:rsid w:val="00ED1728"/>
    <w:rsid w:val="00ED2CCF"/>
    <w:rsid w:val="00ED3CFE"/>
    <w:rsid w:val="00ED486C"/>
    <w:rsid w:val="00ED5A0D"/>
    <w:rsid w:val="00ED60AA"/>
    <w:rsid w:val="00ED6984"/>
    <w:rsid w:val="00EE20C7"/>
    <w:rsid w:val="00EE2932"/>
    <w:rsid w:val="00EE340A"/>
    <w:rsid w:val="00EE3492"/>
    <w:rsid w:val="00EE39F4"/>
    <w:rsid w:val="00EE3C82"/>
    <w:rsid w:val="00EE4AEC"/>
    <w:rsid w:val="00EE4D3E"/>
    <w:rsid w:val="00EE4EF1"/>
    <w:rsid w:val="00EE73C8"/>
    <w:rsid w:val="00EE7F23"/>
    <w:rsid w:val="00EF3952"/>
    <w:rsid w:val="00EF519C"/>
    <w:rsid w:val="00EF5366"/>
    <w:rsid w:val="00EF5BA1"/>
    <w:rsid w:val="00EF7AFE"/>
    <w:rsid w:val="00EF7BB3"/>
    <w:rsid w:val="00F00B68"/>
    <w:rsid w:val="00F02088"/>
    <w:rsid w:val="00F02EB6"/>
    <w:rsid w:val="00F02FDE"/>
    <w:rsid w:val="00F05DCE"/>
    <w:rsid w:val="00F05E82"/>
    <w:rsid w:val="00F10AC1"/>
    <w:rsid w:val="00F10D10"/>
    <w:rsid w:val="00F10D4A"/>
    <w:rsid w:val="00F1214D"/>
    <w:rsid w:val="00F12C32"/>
    <w:rsid w:val="00F13693"/>
    <w:rsid w:val="00F13898"/>
    <w:rsid w:val="00F142D0"/>
    <w:rsid w:val="00F14FF4"/>
    <w:rsid w:val="00F15805"/>
    <w:rsid w:val="00F17C6C"/>
    <w:rsid w:val="00F20AC3"/>
    <w:rsid w:val="00F22638"/>
    <w:rsid w:val="00F23D5C"/>
    <w:rsid w:val="00F253A3"/>
    <w:rsid w:val="00F25640"/>
    <w:rsid w:val="00F26419"/>
    <w:rsid w:val="00F2685E"/>
    <w:rsid w:val="00F27AD2"/>
    <w:rsid w:val="00F27D47"/>
    <w:rsid w:val="00F27FFE"/>
    <w:rsid w:val="00F30E8E"/>
    <w:rsid w:val="00F31327"/>
    <w:rsid w:val="00F33391"/>
    <w:rsid w:val="00F34999"/>
    <w:rsid w:val="00F37FE8"/>
    <w:rsid w:val="00F403B8"/>
    <w:rsid w:val="00F4095E"/>
    <w:rsid w:val="00F40EAB"/>
    <w:rsid w:val="00F462E2"/>
    <w:rsid w:val="00F467D3"/>
    <w:rsid w:val="00F477A7"/>
    <w:rsid w:val="00F5039C"/>
    <w:rsid w:val="00F50C6C"/>
    <w:rsid w:val="00F5184C"/>
    <w:rsid w:val="00F537E5"/>
    <w:rsid w:val="00F537ED"/>
    <w:rsid w:val="00F54625"/>
    <w:rsid w:val="00F548B4"/>
    <w:rsid w:val="00F548DF"/>
    <w:rsid w:val="00F55AAE"/>
    <w:rsid w:val="00F55E70"/>
    <w:rsid w:val="00F55F45"/>
    <w:rsid w:val="00F56826"/>
    <w:rsid w:val="00F57551"/>
    <w:rsid w:val="00F576AF"/>
    <w:rsid w:val="00F576FB"/>
    <w:rsid w:val="00F619C4"/>
    <w:rsid w:val="00F61EA8"/>
    <w:rsid w:val="00F621DF"/>
    <w:rsid w:val="00F62537"/>
    <w:rsid w:val="00F62E9F"/>
    <w:rsid w:val="00F64B69"/>
    <w:rsid w:val="00F67826"/>
    <w:rsid w:val="00F67DB0"/>
    <w:rsid w:val="00F712E3"/>
    <w:rsid w:val="00F71637"/>
    <w:rsid w:val="00F723E0"/>
    <w:rsid w:val="00F72995"/>
    <w:rsid w:val="00F7416C"/>
    <w:rsid w:val="00F80818"/>
    <w:rsid w:val="00F814FD"/>
    <w:rsid w:val="00F81C2E"/>
    <w:rsid w:val="00F82312"/>
    <w:rsid w:val="00F82668"/>
    <w:rsid w:val="00F826A9"/>
    <w:rsid w:val="00F82B0F"/>
    <w:rsid w:val="00F84AD0"/>
    <w:rsid w:val="00F85DA8"/>
    <w:rsid w:val="00F86B9A"/>
    <w:rsid w:val="00F86C0D"/>
    <w:rsid w:val="00F87386"/>
    <w:rsid w:val="00F904A2"/>
    <w:rsid w:val="00F90941"/>
    <w:rsid w:val="00F90E10"/>
    <w:rsid w:val="00F91EF0"/>
    <w:rsid w:val="00F9208E"/>
    <w:rsid w:val="00F922D0"/>
    <w:rsid w:val="00F925D5"/>
    <w:rsid w:val="00F939B8"/>
    <w:rsid w:val="00F939F4"/>
    <w:rsid w:val="00F94643"/>
    <w:rsid w:val="00F94913"/>
    <w:rsid w:val="00F95505"/>
    <w:rsid w:val="00F95C84"/>
    <w:rsid w:val="00F96BE1"/>
    <w:rsid w:val="00FA12BD"/>
    <w:rsid w:val="00FA1D07"/>
    <w:rsid w:val="00FA2C40"/>
    <w:rsid w:val="00FA3132"/>
    <w:rsid w:val="00FA39A8"/>
    <w:rsid w:val="00FA5A7D"/>
    <w:rsid w:val="00FA6071"/>
    <w:rsid w:val="00FA61B0"/>
    <w:rsid w:val="00FA67F0"/>
    <w:rsid w:val="00FA69B3"/>
    <w:rsid w:val="00FA6E55"/>
    <w:rsid w:val="00FA7117"/>
    <w:rsid w:val="00FA71EF"/>
    <w:rsid w:val="00FB063B"/>
    <w:rsid w:val="00FB0A17"/>
    <w:rsid w:val="00FB4986"/>
    <w:rsid w:val="00FB5B61"/>
    <w:rsid w:val="00FB77F6"/>
    <w:rsid w:val="00FC0A8B"/>
    <w:rsid w:val="00FC1DE2"/>
    <w:rsid w:val="00FC213B"/>
    <w:rsid w:val="00FC2691"/>
    <w:rsid w:val="00FC3EE9"/>
    <w:rsid w:val="00FC4055"/>
    <w:rsid w:val="00FC4634"/>
    <w:rsid w:val="00FC4A8C"/>
    <w:rsid w:val="00FC5A18"/>
    <w:rsid w:val="00FC6A1D"/>
    <w:rsid w:val="00FC6B99"/>
    <w:rsid w:val="00FC6E84"/>
    <w:rsid w:val="00FD0E7B"/>
    <w:rsid w:val="00FD0EC2"/>
    <w:rsid w:val="00FD2A74"/>
    <w:rsid w:val="00FD3024"/>
    <w:rsid w:val="00FD4153"/>
    <w:rsid w:val="00FD55DF"/>
    <w:rsid w:val="00FD7059"/>
    <w:rsid w:val="00FD7E1C"/>
    <w:rsid w:val="00FD7F24"/>
    <w:rsid w:val="00FE1C38"/>
    <w:rsid w:val="00FE2180"/>
    <w:rsid w:val="00FE2704"/>
    <w:rsid w:val="00FE3ABC"/>
    <w:rsid w:val="00FE4B49"/>
    <w:rsid w:val="00FE4CD2"/>
    <w:rsid w:val="00FE582F"/>
    <w:rsid w:val="00FE5C12"/>
    <w:rsid w:val="00FE7943"/>
    <w:rsid w:val="00FE7ACC"/>
    <w:rsid w:val="00FE7DC4"/>
    <w:rsid w:val="00FF0129"/>
    <w:rsid w:val="00FF0E9F"/>
    <w:rsid w:val="00FF101E"/>
    <w:rsid w:val="00FF1337"/>
    <w:rsid w:val="00FF15E6"/>
    <w:rsid w:val="00FF298F"/>
    <w:rsid w:val="00FF3734"/>
    <w:rsid w:val="00FF550C"/>
    <w:rsid w:val="00FF6A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1136"/>
    <w:rPr>
      <w:rFonts w:ascii="Arial" w:hAnsi="Arial"/>
      <w:sz w:val="24"/>
      <w:szCs w:val="24"/>
    </w:rPr>
  </w:style>
  <w:style w:type="paragraph" w:styleId="berschrift1">
    <w:name w:val="heading 1"/>
    <w:basedOn w:val="Standard"/>
    <w:next w:val="Standard"/>
    <w:link w:val="berschrift1Zchn"/>
    <w:uiPriority w:val="9"/>
    <w:qFormat/>
    <w:locked/>
    <w:rsid w:val="00E5416E"/>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berschrift2">
    <w:name w:val="heading 2"/>
    <w:basedOn w:val="Standard"/>
    <w:link w:val="berschrift2Zchn"/>
    <w:uiPriority w:val="99"/>
    <w:qFormat/>
    <w:rsid w:val="00F40EAB"/>
    <w:pPr>
      <w:spacing w:before="100" w:beforeAutospacing="1" w:after="100" w:afterAutospacing="1"/>
      <w:outlineLvl w:val="1"/>
    </w:pPr>
    <w:rPr>
      <w:rFonts w:ascii="Times New Roman" w:hAnsi="Times New Roman"/>
      <w:b/>
      <w:bCs/>
      <w:sz w:val="36"/>
      <w:szCs w:val="36"/>
    </w:rPr>
  </w:style>
  <w:style w:type="paragraph" w:styleId="berschrift3">
    <w:name w:val="heading 3"/>
    <w:basedOn w:val="Standard"/>
    <w:link w:val="berschrift3Zchn"/>
    <w:uiPriority w:val="9"/>
    <w:qFormat/>
    <w:locked/>
    <w:rsid w:val="00E1773E"/>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E5416E"/>
    <w:rPr>
      <w:rFonts w:asciiTheme="majorHAnsi" w:eastAsiaTheme="majorEastAsia" w:hAnsiTheme="majorHAnsi" w:cs="Times New Roman"/>
      <w:b/>
      <w:bCs/>
      <w:color w:val="365F91" w:themeColor="accent1" w:themeShade="BF"/>
      <w:sz w:val="28"/>
      <w:szCs w:val="28"/>
    </w:rPr>
  </w:style>
  <w:style w:type="character" w:customStyle="1" w:styleId="berschrift2Zchn">
    <w:name w:val="Überschrift 2 Zchn"/>
    <w:basedOn w:val="Absatz-Standardschriftart"/>
    <w:link w:val="berschrift2"/>
    <w:uiPriority w:val="99"/>
    <w:semiHidden/>
    <w:locked/>
    <w:rsid w:val="007152E9"/>
    <w:rPr>
      <w:rFonts w:ascii="Cambria" w:hAnsi="Cambria" w:cs="Times New Roman"/>
      <w:b/>
      <w:i/>
      <w:sz w:val="28"/>
    </w:rPr>
  </w:style>
  <w:style w:type="character" w:customStyle="1" w:styleId="berschrift3Zchn">
    <w:name w:val="Überschrift 3 Zchn"/>
    <w:basedOn w:val="Absatz-Standardschriftart"/>
    <w:link w:val="berschrift3"/>
    <w:uiPriority w:val="9"/>
    <w:locked/>
    <w:rsid w:val="00E1773E"/>
    <w:rPr>
      <w:rFonts w:cs="Times New Roman"/>
      <w:b/>
      <w:bCs/>
      <w:sz w:val="27"/>
      <w:szCs w:val="27"/>
    </w:rPr>
  </w:style>
  <w:style w:type="paragraph" w:styleId="Kopfzeile">
    <w:name w:val="header"/>
    <w:basedOn w:val="Standard"/>
    <w:link w:val="KopfzeileZchn"/>
    <w:uiPriority w:val="99"/>
    <w:rsid w:val="00544B2D"/>
    <w:pPr>
      <w:tabs>
        <w:tab w:val="center" w:pos="4536"/>
        <w:tab w:val="right" w:pos="9072"/>
      </w:tabs>
    </w:pPr>
  </w:style>
  <w:style w:type="character" w:customStyle="1" w:styleId="KopfzeileZchn">
    <w:name w:val="Kopfzeile Zchn"/>
    <w:basedOn w:val="Absatz-Standardschriftart"/>
    <w:link w:val="Kopfzeile"/>
    <w:uiPriority w:val="99"/>
    <w:semiHidden/>
    <w:locked/>
    <w:rsid w:val="007152E9"/>
    <w:rPr>
      <w:rFonts w:ascii="Arial" w:hAnsi="Arial" w:cs="Times New Roman"/>
      <w:sz w:val="24"/>
    </w:rPr>
  </w:style>
  <w:style w:type="paragraph" w:styleId="Fuzeile">
    <w:name w:val="footer"/>
    <w:basedOn w:val="Standard"/>
    <w:link w:val="FuzeileZchn"/>
    <w:uiPriority w:val="99"/>
    <w:rsid w:val="00544B2D"/>
    <w:pPr>
      <w:tabs>
        <w:tab w:val="center" w:pos="4536"/>
        <w:tab w:val="right" w:pos="9072"/>
      </w:tabs>
    </w:pPr>
  </w:style>
  <w:style w:type="character" w:customStyle="1" w:styleId="FuzeileZchn">
    <w:name w:val="Fußzeile Zchn"/>
    <w:basedOn w:val="Absatz-Standardschriftart"/>
    <w:link w:val="Fuzeile"/>
    <w:uiPriority w:val="99"/>
    <w:locked/>
    <w:rsid w:val="007152E9"/>
    <w:rPr>
      <w:rFonts w:ascii="Arial" w:hAnsi="Arial" w:cs="Times New Roman"/>
      <w:sz w:val="24"/>
    </w:rPr>
  </w:style>
  <w:style w:type="character" w:styleId="Hyperlink">
    <w:name w:val="Hyperlink"/>
    <w:basedOn w:val="Absatz-Standardschriftart"/>
    <w:uiPriority w:val="99"/>
    <w:rsid w:val="006B518C"/>
    <w:rPr>
      <w:rFonts w:cs="Times New Roman"/>
      <w:color w:val="0000FF"/>
      <w:u w:val="single"/>
    </w:rPr>
  </w:style>
  <w:style w:type="character" w:styleId="Seitenzahl">
    <w:name w:val="page number"/>
    <w:basedOn w:val="Absatz-Standardschriftart"/>
    <w:uiPriority w:val="99"/>
    <w:rsid w:val="006264A1"/>
    <w:rPr>
      <w:rFonts w:cs="Times New Roman"/>
    </w:rPr>
  </w:style>
  <w:style w:type="paragraph" w:styleId="Sprechblasentext">
    <w:name w:val="Balloon Text"/>
    <w:basedOn w:val="Standard"/>
    <w:link w:val="SprechblasentextZchn"/>
    <w:uiPriority w:val="99"/>
    <w:semiHidden/>
    <w:rsid w:val="001716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152E9"/>
    <w:rPr>
      <w:rFonts w:cs="Times New Roman"/>
      <w:sz w:val="2"/>
    </w:rPr>
  </w:style>
  <w:style w:type="paragraph" w:customStyle="1" w:styleId="Schrift1">
    <w:name w:val="Schrift 1"/>
    <w:basedOn w:val="Standard"/>
    <w:uiPriority w:val="99"/>
    <w:rsid w:val="003D26AA"/>
    <w:pPr>
      <w:autoSpaceDE w:val="0"/>
      <w:autoSpaceDN w:val="0"/>
      <w:adjustRightInd w:val="0"/>
    </w:pPr>
    <w:rPr>
      <w:rFonts w:cs="Arial"/>
      <w:sz w:val="15"/>
      <w:szCs w:val="22"/>
    </w:rPr>
  </w:style>
  <w:style w:type="paragraph" w:customStyle="1" w:styleId="Schrift2">
    <w:name w:val="Schrift 2"/>
    <w:basedOn w:val="Standard"/>
    <w:uiPriority w:val="99"/>
    <w:rsid w:val="003D26AA"/>
    <w:pPr>
      <w:autoSpaceDE w:val="0"/>
      <w:autoSpaceDN w:val="0"/>
      <w:adjustRightInd w:val="0"/>
    </w:pPr>
    <w:rPr>
      <w:rFonts w:cs="Arial"/>
      <w:sz w:val="15"/>
      <w:szCs w:val="22"/>
    </w:rPr>
  </w:style>
  <w:style w:type="paragraph" w:customStyle="1" w:styleId="Schrift3">
    <w:name w:val="Schrift 3"/>
    <w:basedOn w:val="Standard"/>
    <w:uiPriority w:val="99"/>
    <w:rsid w:val="003D26AA"/>
    <w:pPr>
      <w:autoSpaceDE w:val="0"/>
      <w:autoSpaceDN w:val="0"/>
      <w:adjustRightInd w:val="0"/>
    </w:pPr>
    <w:rPr>
      <w:rFonts w:cs="Arial"/>
      <w:sz w:val="22"/>
      <w:szCs w:val="22"/>
    </w:rPr>
  </w:style>
  <w:style w:type="paragraph" w:customStyle="1" w:styleId="Schrift4">
    <w:name w:val="Schrift 4"/>
    <w:basedOn w:val="Standard"/>
    <w:uiPriority w:val="99"/>
    <w:rsid w:val="003D26AA"/>
    <w:pPr>
      <w:autoSpaceDE w:val="0"/>
      <w:autoSpaceDN w:val="0"/>
      <w:adjustRightInd w:val="0"/>
    </w:pPr>
    <w:rPr>
      <w:rFonts w:cs="Arial"/>
      <w:b/>
      <w:sz w:val="22"/>
      <w:szCs w:val="22"/>
    </w:rPr>
  </w:style>
  <w:style w:type="paragraph" w:customStyle="1" w:styleId="Schrift5">
    <w:name w:val="Schrift 5"/>
    <w:basedOn w:val="Standard"/>
    <w:uiPriority w:val="99"/>
    <w:rsid w:val="003D26AA"/>
    <w:pPr>
      <w:autoSpaceDE w:val="0"/>
      <w:autoSpaceDN w:val="0"/>
      <w:adjustRightInd w:val="0"/>
    </w:pPr>
    <w:rPr>
      <w:rFonts w:cs="Arial"/>
      <w:sz w:val="22"/>
      <w:szCs w:val="22"/>
    </w:rPr>
  </w:style>
  <w:style w:type="paragraph" w:customStyle="1" w:styleId="Schrift6">
    <w:name w:val="Schrift 6"/>
    <w:basedOn w:val="Standard"/>
    <w:uiPriority w:val="99"/>
    <w:rsid w:val="003D26AA"/>
    <w:pPr>
      <w:autoSpaceDE w:val="0"/>
      <w:autoSpaceDN w:val="0"/>
      <w:adjustRightInd w:val="0"/>
    </w:pPr>
    <w:rPr>
      <w:rFonts w:cs="Arial"/>
      <w:sz w:val="13"/>
      <w:szCs w:val="22"/>
    </w:rPr>
  </w:style>
  <w:style w:type="table" w:styleId="Tabellenraster">
    <w:name w:val="Table Grid"/>
    <w:basedOn w:val="NormaleTabelle"/>
    <w:uiPriority w:val="99"/>
    <w:rsid w:val="006956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
    <w:name w:val="bodytext"/>
    <w:basedOn w:val="Standard"/>
    <w:rsid w:val="00F40EAB"/>
    <w:pPr>
      <w:spacing w:before="100" w:beforeAutospacing="1" w:after="100" w:afterAutospacing="1"/>
    </w:pPr>
    <w:rPr>
      <w:rFonts w:ascii="Times New Roman" w:hAnsi="Times New Roman"/>
    </w:rPr>
  </w:style>
  <w:style w:type="paragraph" w:styleId="StandardWeb">
    <w:name w:val="Normal (Web)"/>
    <w:basedOn w:val="Standard"/>
    <w:uiPriority w:val="99"/>
    <w:rsid w:val="00E33EC4"/>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rsid w:val="00695624"/>
    <w:rPr>
      <w:rFonts w:cs="Times New Roman"/>
      <w:sz w:val="16"/>
    </w:rPr>
  </w:style>
  <w:style w:type="paragraph" w:styleId="Kommentartext">
    <w:name w:val="annotation text"/>
    <w:basedOn w:val="Standard"/>
    <w:link w:val="KommentartextZchn"/>
    <w:uiPriority w:val="99"/>
    <w:semiHidden/>
    <w:rsid w:val="00695624"/>
    <w:rPr>
      <w:sz w:val="20"/>
      <w:szCs w:val="20"/>
    </w:rPr>
  </w:style>
  <w:style w:type="character" w:customStyle="1" w:styleId="KommentartextZchn">
    <w:name w:val="Kommentartext Zchn"/>
    <w:basedOn w:val="Absatz-Standardschriftart"/>
    <w:link w:val="Kommentartext"/>
    <w:uiPriority w:val="99"/>
    <w:semiHidden/>
    <w:locked/>
    <w:rsid w:val="007152E9"/>
    <w:rPr>
      <w:rFonts w:ascii="Arial" w:hAnsi="Arial" w:cs="Times New Roman"/>
      <w:sz w:val="20"/>
    </w:rPr>
  </w:style>
  <w:style w:type="paragraph" w:styleId="Kommentarthema">
    <w:name w:val="annotation subject"/>
    <w:basedOn w:val="Kommentartext"/>
    <w:next w:val="Kommentartext"/>
    <w:link w:val="KommentarthemaZchn"/>
    <w:uiPriority w:val="99"/>
    <w:semiHidden/>
    <w:rsid w:val="00695624"/>
    <w:rPr>
      <w:b/>
      <w:bCs/>
    </w:rPr>
  </w:style>
  <w:style w:type="character" w:customStyle="1" w:styleId="KommentarthemaZchn">
    <w:name w:val="Kommentarthema Zchn"/>
    <w:basedOn w:val="KommentartextZchn"/>
    <w:link w:val="Kommentarthema"/>
    <w:uiPriority w:val="99"/>
    <w:semiHidden/>
    <w:locked/>
    <w:rsid w:val="007152E9"/>
    <w:rPr>
      <w:rFonts w:ascii="Arial" w:hAnsi="Arial" w:cs="Times New Roman"/>
      <w:b/>
      <w:sz w:val="20"/>
    </w:rPr>
  </w:style>
  <w:style w:type="paragraph" w:styleId="Listenabsatz">
    <w:name w:val="List Paragraph"/>
    <w:basedOn w:val="Standard"/>
    <w:uiPriority w:val="34"/>
    <w:qFormat/>
    <w:rsid w:val="00B03603"/>
    <w:pPr>
      <w:ind w:left="720"/>
      <w:contextualSpacing/>
    </w:pPr>
  </w:style>
  <w:style w:type="character" w:styleId="Fett">
    <w:name w:val="Strong"/>
    <w:basedOn w:val="Absatz-Standardschriftart"/>
    <w:uiPriority w:val="22"/>
    <w:qFormat/>
    <w:locked/>
    <w:rsid w:val="007B3E0F"/>
    <w:rPr>
      <w:rFonts w:cs="Times New Roman"/>
      <w:b/>
      <w:bCs/>
    </w:rPr>
  </w:style>
  <w:style w:type="paragraph" w:customStyle="1" w:styleId="bodytext1">
    <w:name w:val="bodytext1"/>
    <w:basedOn w:val="Standard"/>
    <w:rsid w:val="00023597"/>
    <w:pPr>
      <w:shd w:val="clear" w:color="auto" w:fill="F4F7FC"/>
      <w:spacing w:before="100" w:beforeAutospacing="1" w:after="100" w:afterAutospacing="1"/>
    </w:pPr>
    <w:rPr>
      <w:rFonts w:ascii="Times New Roman" w:hAnsi="Times New Roman"/>
    </w:rPr>
  </w:style>
  <w:style w:type="paragraph" w:customStyle="1" w:styleId="Default">
    <w:name w:val="Default"/>
    <w:basedOn w:val="Standard"/>
    <w:rsid w:val="00A23CF0"/>
    <w:pPr>
      <w:autoSpaceDE w:val="0"/>
      <w:autoSpaceDN w:val="0"/>
    </w:pPr>
    <w:rPr>
      <w:rFonts w:ascii="Bosch Serif" w:hAnsi="Bosch Serif"/>
      <w:color w:val="000000"/>
    </w:rPr>
  </w:style>
  <w:style w:type="character" w:styleId="HTMLSchreibmaschine">
    <w:name w:val="HTML Typewriter"/>
    <w:basedOn w:val="Absatz-Standardschriftart"/>
    <w:uiPriority w:val="99"/>
    <w:semiHidden/>
    <w:unhideWhenUsed/>
    <w:rsid w:val="00CC56C0"/>
    <w:rPr>
      <w:rFonts w:ascii="Courier New" w:hAnsi="Courier New" w:cs="Courier New"/>
      <w:sz w:val="24"/>
      <w:szCs w:val="24"/>
    </w:rPr>
  </w:style>
  <w:style w:type="paragraph" w:styleId="Dokumentstruktur">
    <w:name w:val="Document Map"/>
    <w:basedOn w:val="Standard"/>
    <w:link w:val="DokumentstrukturZchn"/>
    <w:uiPriority w:val="99"/>
    <w:semiHidden/>
    <w:unhideWhenUsed/>
    <w:rsid w:val="00590A69"/>
    <w:rPr>
      <w:rFonts w:ascii="Times New Roman" w:hAnsi="Times New Roman"/>
    </w:rPr>
  </w:style>
  <w:style w:type="character" w:customStyle="1" w:styleId="DokumentstrukturZchn">
    <w:name w:val="Dokumentstruktur Zchn"/>
    <w:basedOn w:val="Absatz-Standardschriftart"/>
    <w:link w:val="Dokumentstruktur"/>
    <w:uiPriority w:val="99"/>
    <w:semiHidden/>
    <w:locked/>
    <w:rsid w:val="00590A69"/>
    <w:rPr>
      <w:rFonts w:cs="Times New Roman"/>
      <w:sz w:val="24"/>
      <w:szCs w:val="24"/>
    </w:rPr>
  </w:style>
  <w:style w:type="paragraph" w:styleId="Textkrper">
    <w:name w:val="Body Text"/>
    <w:basedOn w:val="Standard"/>
    <w:link w:val="TextkrperZchn"/>
    <w:uiPriority w:val="99"/>
    <w:rsid w:val="00E5416E"/>
    <w:pPr>
      <w:pBdr>
        <w:bottom w:val="single" w:sz="4" w:space="1" w:color="auto"/>
      </w:pBdr>
      <w:spacing w:line="360" w:lineRule="auto"/>
    </w:pPr>
    <w:rPr>
      <w:rFonts w:ascii="Times New Roman" w:hAnsi="Times New Roman"/>
      <w:szCs w:val="20"/>
    </w:rPr>
  </w:style>
  <w:style w:type="character" w:customStyle="1" w:styleId="TextkrperZchn">
    <w:name w:val="Textkörper Zchn"/>
    <w:basedOn w:val="Absatz-Standardschriftart"/>
    <w:link w:val="Textkrper"/>
    <w:uiPriority w:val="99"/>
    <w:locked/>
    <w:rsid w:val="00E5416E"/>
    <w:rPr>
      <w:rFonts w:cs="Times New Roman"/>
      <w:sz w:val="24"/>
    </w:rPr>
  </w:style>
  <w:style w:type="paragraph" w:customStyle="1" w:styleId="Medienkontakt">
    <w:name w:val="Medienkontakt"/>
    <w:basedOn w:val="Standard"/>
    <w:rsid w:val="00E5416E"/>
    <w:rPr>
      <w:rFonts w:cs="Arial"/>
      <w:b/>
      <w:sz w:val="20"/>
    </w:rPr>
  </w:style>
  <w:style w:type="paragraph" w:customStyle="1" w:styleId="MedienkontaktAdresse">
    <w:name w:val="Medienkontakt Adresse"/>
    <w:basedOn w:val="Standard"/>
    <w:rsid w:val="00E5416E"/>
    <w:rPr>
      <w:rFonts w:cs="Arial"/>
      <w:sz w:val="20"/>
    </w:rPr>
  </w:style>
  <w:style w:type="paragraph" w:styleId="NurText">
    <w:name w:val="Plain Text"/>
    <w:basedOn w:val="Standard"/>
    <w:link w:val="NurTextZchn"/>
    <w:uiPriority w:val="99"/>
    <w:unhideWhenUsed/>
    <w:rsid w:val="00B8288E"/>
    <w:rPr>
      <w:rFonts w:cs="Arial"/>
      <w:sz w:val="20"/>
      <w:szCs w:val="20"/>
      <w:lang w:eastAsia="en-US"/>
    </w:rPr>
  </w:style>
  <w:style w:type="character" w:customStyle="1" w:styleId="NurTextZchn">
    <w:name w:val="Nur Text Zchn"/>
    <w:basedOn w:val="Absatz-Standardschriftart"/>
    <w:link w:val="NurText"/>
    <w:uiPriority w:val="99"/>
    <w:locked/>
    <w:rsid w:val="00B8288E"/>
    <w:rPr>
      <w:rFonts w:ascii="Arial" w:hAnsi="Arial" w:cs="Arial"/>
      <w:lang w:val="x-none" w:eastAsia="en-US"/>
    </w:rPr>
  </w:style>
  <w:style w:type="character" w:styleId="BesuchterHyperlink">
    <w:name w:val="FollowedHyperlink"/>
    <w:basedOn w:val="Absatz-Standardschriftart"/>
    <w:uiPriority w:val="99"/>
    <w:semiHidden/>
    <w:unhideWhenUsed/>
    <w:rsid w:val="00B8288E"/>
    <w:rPr>
      <w:rFonts w:cs="Times New Roman"/>
      <w:color w:val="800080" w:themeColor="followedHyperlink"/>
      <w:u w:val="single"/>
    </w:rPr>
  </w:style>
  <w:style w:type="table" w:customStyle="1" w:styleId="TableNormal">
    <w:name w:val="Table Normal"/>
    <w:rsid w:val="00E64954"/>
    <w:pPr>
      <w:pBdr>
        <w:top w:val="none" w:sz="96" w:space="31" w:color="FFFFFF" w:frame="1"/>
        <w:left w:val="none" w:sz="96" w:space="31" w:color="FFFFFF" w:frame="1"/>
        <w:bottom w:val="none" w:sz="96" w:space="31" w:color="FFFFFF" w:frame="1"/>
        <w:right w:val="none" w:sz="96" w:space="31" w:color="FFFFFF" w:frame="1"/>
      </w:pBdr>
    </w:pPr>
    <w:rPr>
      <w:rFonts w:eastAsia="Arial Unicode M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1136"/>
    <w:rPr>
      <w:rFonts w:ascii="Arial" w:hAnsi="Arial"/>
      <w:sz w:val="24"/>
      <w:szCs w:val="24"/>
    </w:rPr>
  </w:style>
  <w:style w:type="paragraph" w:styleId="berschrift1">
    <w:name w:val="heading 1"/>
    <w:basedOn w:val="Standard"/>
    <w:next w:val="Standard"/>
    <w:link w:val="berschrift1Zchn"/>
    <w:uiPriority w:val="9"/>
    <w:qFormat/>
    <w:locked/>
    <w:rsid w:val="00E5416E"/>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berschrift2">
    <w:name w:val="heading 2"/>
    <w:basedOn w:val="Standard"/>
    <w:link w:val="berschrift2Zchn"/>
    <w:uiPriority w:val="99"/>
    <w:qFormat/>
    <w:rsid w:val="00F40EAB"/>
    <w:pPr>
      <w:spacing w:before="100" w:beforeAutospacing="1" w:after="100" w:afterAutospacing="1"/>
      <w:outlineLvl w:val="1"/>
    </w:pPr>
    <w:rPr>
      <w:rFonts w:ascii="Times New Roman" w:hAnsi="Times New Roman"/>
      <w:b/>
      <w:bCs/>
      <w:sz w:val="36"/>
      <w:szCs w:val="36"/>
    </w:rPr>
  </w:style>
  <w:style w:type="paragraph" w:styleId="berschrift3">
    <w:name w:val="heading 3"/>
    <w:basedOn w:val="Standard"/>
    <w:link w:val="berschrift3Zchn"/>
    <w:uiPriority w:val="9"/>
    <w:qFormat/>
    <w:locked/>
    <w:rsid w:val="00E1773E"/>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E5416E"/>
    <w:rPr>
      <w:rFonts w:asciiTheme="majorHAnsi" w:eastAsiaTheme="majorEastAsia" w:hAnsiTheme="majorHAnsi" w:cs="Times New Roman"/>
      <w:b/>
      <w:bCs/>
      <w:color w:val="365F91" w:themeColor="accent1" w:themeShade="BF"/>
      <w:sz w:val="28"/>
      <w:szCs w:val="28"/>
    </w:rPr>
  </w:style>
  <w:style w:type="character" w:customStyle="1" w:styleId="berschrift2Zchn">
    <w:name w:val="Überschrift 2 Zchn"/>
    <w:basedOn w:val="Absatz-Standardschriftart"/>
    <w:link w:val="berschrift2"/>
    <w:uiPriority w:val="99"/>
    <w:semiHidden/>
    <w:locked/>
    <w:rsid w:val="007152E9"/>
    <w:rPr>
      <w:rFonts w:ascii="Cambria" w:hAnsi="Cambria" w:cs="Times New Roman"/>
      <w:b/>
      <w:i/>
      <w:sz w:val="28"/>
    </w:rPr>
  </w:style>
  <w:style w:type="character" w:customStyle="1" w:styleId="berschrift3Zchn">
    <w:name w:val="Überschrift 3 Zchn"/>
    <w:basedOn w:val="Absatz-Standardschriftart"/>
    <w:link w:val="berschrift3"/>
    <w:uiPriority w:val="9"/>
    <w:locked/>
    <w:rsid w:val="00E1773E"/>
    <w:rPr>
      <w:rFonts w:cs="Times New Roman"/>
      <w:b/>
      <w:bCs/>
      <w:sz w:val="27"/>
      <w:szCs w:val="27"/>
    </w:rPr>
  </w:style>
  <w:style w:type="paragraph" w:styleId="Kopfzeile">
    <w:name w:val="header"/>
    <w:basedOn w:val="Standard"/>
    <w:link w:val="KopfzeileZchn"/>
    <w:uiPriority w:val="99"/>
    <w:rsid w:val="00544B2D"/>
    <w:pPr>
      <w:tabs>
        <w:tab w:val="center" w:pos="4536"/>
        <w:tab w:val="right" w:pos="9072"/>
      </w:tabs>
    </w:pPr>
  </w:style>
  <w:style w:type="character" w:customStyle="1" w:styleId="KopfzeileZchn">
    <w:name w:val="Kopfzeile Zchn"/>
    <w:basedOn w:val="Absatz-Standardschriftart"/>
    <w:link w:val="Kopfzeile"/>
    <w:uiPriority w:val="99"/>
    <w:semiHidden/>
    <w:locked/>
    <w:rsid w:val="007152E9"/>
    <w:rPr>
      <w:rFonts w:ascii="Arial" w:hAnsi="Arial" w:cs="Times New Roman"/>
      <w:sz w:val="24"/>
    </w:rPr>
  </w:style>
  <w:style w:type="paragraph" w:styleId="Fuzeile">
    <w:name w:val="footer"/>
    <w:basedOn w:val="Standard"/>
    <w:link w:val="FuzeileZchn"/>
    <w:uiPriority w:val="99"/>
    <w:rsid w:val="00544B2D"/>
    <w:pPr>
      <w:tabs>
        <w:tab w:val="center" w:pos="4536"/>
        <w:tab w:val="right" w:pos="9072"/>
      </w:tabs>
    </w:pPr>
  </w:style>
  <w:style w:type="character" w:customStyle="1" w:styleId="FuzeileZchn">
    <w:name w:val="Fußzeile Zchn"/>
    <w:basedOn w:val="Absatz-Standardschriftart"/>
    <w:link w:val="Fuzeile"/>
    <w:uiPriority w:val="99"/>
    <w:locked/>
    <w:rsid w:val="007152E9"/>
    <w:rPr>
      <w:rFonts w:ascii="Arial" w:hAnsi="Arial" w:cs="Times New Roman"/>
      <w:sz w:val="24"/>
    </w:rPr>
  </w:style>
  <w:style w:type="character" w:styleId="Hyperlink">
    <w:name w:val="Hyperlink"/>
    <w:basedOn w:val="Absatz-Standardschriftart"/>
    <w:uiPriority w:val="99"/>
    <w:rsid w:val="006B518C"/>
    <w:rPr>
      <w:rFonts w:cs="Times New Roman"/>
      <w:color w:val="0000FF"/>
      <w:u w:val="single"/>
    </w:rPr>
  </w:style>
  <w:style w:type="character" w:styleId="Seitenzahl">
    <w:name w:val="page number"/>
    <w:basedOn w:val="Absatz-Standardschriftart"/>
    <w:uiPriority w:val="99"/>
    <w:rsid w:val="006264A1"/>
    <w:rPr>
      <w:rFonts w:cs="Times New Roman"/>
    </w:rPr>
  </w:style>
  <w:style w:type="paragraph" w:styleId="Sprechblasentext">
    <w:name w:val="Balloon Text"/>
    <w:basedOn w:val="Standard"/>
    <w:link w:val="SprechblasentextZchn"/>
    <w:uiPriority w:val="99"/>
    <w:semiHidden/>
    <w:rsid w:val="001716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152E9"/>
    <w:rPr>
      <w:rFonts w:cs="Times New Roman"/>
      <w:sz w:val="2"/>
    </w:rPr>
  </w:style>
  <w:style w:type="paragraph" w:customStyle="1" w:styleId="Schrift1">
    <w:name w:val="Schrift 1"/>
    <w:basedOn w:val="Standard"/>
    <w:uiPriority w:val="99"/>
    <w:rsid w:val="003D26AA"/>
    <w:pPr>
      <w:autoSpaceDE w:val="0"/>
      <w:autoSpaceDN w:val="0"/>
      <w:adjustRightInd w:val="0"/>
    </w:pPr>
    <w:rPr>
      <w:rFonts w:cs="Arial"/>
      <w:sz w:val="15"/>
      <w:szCs w:val="22"/>
    </w:rPr>
  </w:style>
  <w:style w:type="paragraph" w:customStyle="1" w:styleId="Schrift2">
    <w:name w:val="Schrift 2"/>
    <w:basedOn w:val="Standard"/>
    <w:uiPriority w:val="99"/>
    <w:rsid w:val="003D26AA"/>
    <w:pPr>
      <w:autoSpaceDE w:val="0"/>
      <w:autoSpaceDN w:val="0"/>
      <w:adjustRightInd w:val="0"/>
    </w:pPr>
    <w:rPr>
      <w:rFonts w:cs="Arial"/>
      <w:sz w:val="15"/>
      <w:szCs w:val="22"/>
    </w:rPr>
  </w:style>
  <w:style w:type="paragraph" w:customStyle="1" w:styleId="Schrift3">
    <w:name w:val="Schrift 3"/>
    <w:basedOn w:val="Standard"/>
    <w:uiPriority w:val="99"/>
    <w:rsid w:val="003D26AA"/>
    <w:pPr>
      <w:autoSpaceDE w:val="0"/>
      <w:autoSpaceDN w:val="0"/>
      <w:adjustRightInd w:val="0"/>
    </w:pPr>
    <w:rPr>
      <w:rFonts w:cs="Arial"/>
      <w:sz w:val="22"/>
      <w:szCs w:val="22"/>
    </w:rPr>
  </w:style>
  <w:style w:type="paragraph" w:customStyle="1" w:styleId="Schrift4">
    <w:name w:val="Schrift 4"/>
    <w:basedOn w:val="Standard"/>
    <w:uiPriority w:val="99"/>
    <w:rsid w:val="003D26AA"/>
    <w:pPr>
      <w:autoSpaceDE w:val="0"/>
      <w:autoSpaceDN w:val="0"/>
      <w:adjustRightInd w:val="0"/>
    </w:pPr>
    <w:rPr>
      <w:rFonts w:cs="Arial"/>
      <w:b/>
      <w:sz w:val="22"/>
      <w:szCs w:val="22"/>
    </w:rPr>
  </w:style>
  <w:style w:type="paragraph" w:customStyle="1" w:styleId="Schrift5">
    <w:name w:val="Schrift 5"/>
    <w:basedOn w:val="Standard"/>
    <w:uiPriority w:val="99"/>
    <w:rsid w:val="003D26AA"/>
    <w:pPr>
      <w:autoSpaceDE w:val="0"/>
      <w:autoSpaceDN w:val="0"/>
      <w:adjustRightInd w:val="0"/>
    </w:pPr>
    <w:rPr>
      <w:rFonts w:cs="Arial"/>
      <w:sz w:val="22"/>
      <w:szCs w:val="22"/>
    </w:rPr>
  </w:style>
  <w:style w:type="paragraph" w:customStyle="1" w:styleId="Schrift6">
    <w:name w:val="Schrift 6"/>
    <w:basedOn w:val="Standard"/>
    <w:uiPriority w:val="99"/>
    <w:rsid w:val="003D26AA"/>
    <w:pPr>
      <w:autoSpaceDE w:val="0"/>
      <w:autoSpaceDN w:val="0"/>
      <w:adjustRightInd w:val="0"/>
    </w:pPr>
    <w:rPr>
      <w:rFonts w:cs="Arial"/>
      <w:sz w:val="13"/>
      <w:szCs w:val="22"/>
    </w:rPr>
  </w:style>
  <w:style w:type="table" w:styleId="Tabellenraster">
    <w:name w:val="Table Grid"/>
    <w:basedOn w:val="NormaleTabelle"/>
    <w:uiPriority w:val="99"/>
    <w:rsid w:val="006956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
    <w:name w:val="bodytext"/>
    <w:basedOn w:val="Standard"/>
    <w:rsid w:val="00F40EAB"/>
    <w:pPr>
      <w:spacing w:before="100" w:beforeAutospacing="1" w:after="100" w:afterAutospacing="1"/>
    </w:pPr>
    <w:rPr>
      <w:rFonts w:ascii="Times New Roman" w:hAnsi="Times New Roman"/>
    </w:rPr>
  </w:style>
  <w:style w:type="paragraph" w:styleId="StandardWeb">
    <w:name w:val="Normal (Web)"/>
    <w:basedOn w:val="Standard"/>
    <w:uiPriority w:val="99"/>
    <w:rsid w:val="00E33EC4"/>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rsid w:val="00695624"/>
    <w:rPr>
      <w:rFonts w:cs="Times New Roman"/>
      <w:sz w:val="16"/>
    </w:rPr>
  </w:style>
  <w:style w:type="paragraph" w:styleId="Kommentartext">
    <w:name w:val="annotation text"/>
    <w:basedOn w:val="Standard"/>
    <w:link w:val="KommentartextZchn"/>
    <w:uiPriority w:val="99"/>
    <w:semiHidden/>
    <w:rsid w:val="00695624"/>
    <w:rPr>
      <w:sz w:val="20"/>
      <w:szCs w:val="20"/>
    </w:rPr>
  </w:style>
  <w:style w:type="character" w:customStyle="1" w:styleId="KommentartextZchn">
    <w:name w:val="Kommentartext Zchn"/>
    <w:basedOn w:val="Absatz-Standardschriftart"/>
    <w:link w:val="Kommentartext"/>
    <w:uiPriority w:val="99"/>
    <w:semiHidden/>
    <w:locked/>
    <w:rsid w:val="007152E9"/>
    <w:rPr>
      <w:rFonts w:ascii="Arial" w:hAnsi="Arial" w:cs="Times New Roman"/>
      <w:sz w:val="20"/>
    </w:rPr>
  </w:style>
  <w:style w:type="paragraph" w:styleId="Kommentarthema">
    <w:name w:val="annotation subject"/>
    <w:basedOn w:val="Kommentartext"/>
    <w:next w:val="Kommentartext"/>
    <w:link w:val="KommentarthemaZchn"/>
    <w:uiPriority w:val="99"/>
    <w:semiHidden/>
    <w:rsid w:val="00695624"/>
    <w:rPr>
      <w:b/>
      <w:bCs/>
    </w:rPr>
  </w:style>
  <w:style w:type="character" w:customStyle="1" w:styleId="KommentarthemaZchn">
    <w:name w:val="Kommentarthema Zchn"/>
    <w:basedOn w:val="KommentartextZchn"/>
    <w:link w:val="Kommentarthema"/>
    <w:uiPriority w:val="99"/>
    <w:semiHidden/>
    <w:locked/>
    <w:rsid w:val="007152E9"/>
    <w:rPr>
      <w:rFonts w:ascii="Arial" w:hAnsi="Arial" w:cs="Times New Roman"/>
      <w:b/>
      <w:sz w:val="20"/>
    </w:rPr>
  </w:style>
  <w:style w:type="paragraph" w:styleId="Listenabsatz">
    <w:name w:val="List Paragraph"/>
    <w:basedOn w:val="Standard"/>
    <w:uiPriority w:val="34"/>
    <w:qFormat/>
    <w:rsid w:val="00B03603"/>
    <w:pPr>
      <w:ind w:left="720"/>
      <w:contextualSpacing/>
    </w:pPr>
  </w:style>
  <w:style w:type="character" w:styleId="Fett">
    <w:name w:val="Strong"/>
    <w:basedOn w:val="Absatz-Standardschriftart"/>
    <w:uiPriority w:val="22"/>
    <w:qFormat/>
    <w:locked/>
    <w:rsid w:val="007B3E0F"/>
    <w:rPr>
      <w:rFonts w:cs="Times New Roman"/>
      <w:b/>
      <w:bCs/>
    </w:rPr>
  </w:style>
  <w:style w:type="paragraph" w:customStyle="1" w:styleId="bodytext1">
    <w:name w:val="bodytext1"/>
    <w:basedOn w:val="Standard"/>
    <w:rsid w:val="00023597"/>
    <w:pPr>
      <w:shd w:val="clear" w:color="auto" w:fill="F4F7FC"/>
      <w:spacing w:before="100" w:beforeAutospacing="1" w:after="100" w:afterAutospacing="1"/>
    </w:pPr>
    <w:rPr>
      <w:rFonts w:ascii="Times New Roman" w:hAnsi="Times New Roman"/>
    </w:rPr>
  </w:style>
  <w:style w:type="paragraph" w:customStyle="1" w:styleId="Default">
    <w:name w:val="Default"/>
    <w:basedOn w:val="Standard"/>
    <w:rsid w:val="00A23CF0"/>
    <w:pPr>
      <w:autoSpaceDE w:val="0"/>
      <w:autoSpaceDN w:val="0"/>
    </w:pPr>
    <w:rPr>
      <w:rFonts w:ascii="Bosch Serif" w:hAnsi="Bosch Serif"/>
      <w:color w:val="000000"/>
    </w:rPr>
  </w:style>
  <w:style w:type="character" w:styleId="HTMLSchreibmaschine">
    <w:name w:val="HTML Typewriter"/>
    <w:basedOn w:val="Absatz-Standardschriftart"/>
    <w:uiPriority w:val="99"/>
    <w:semiHidden/>
    <w:unhideWhenUsed/>
    <w:rsid w:val="00CC56C0"/>
    <w:rPr>
      <w:rFonts w:ascii="Courier New" w:hAnsi="Courier New" w:cs="Courier New"/>
      <w:sz w:val="24"/>
      <w:szCs w:val="24"/>
    </w:rPr>
  </w:style>
  <w:style w:type="paragraph" w:styleId="Dokumentstruktur">
    <w:name w:val="Document Map"/>
    <w:basedOn w:val="Standard"/>
    <w:link w:val="DokumentstrukturZchn"/>
    <w:uiPriority w:val="99"/>
    <w:semiHidden/>
    <w:unhideWhenUsed/>
    <w:rsid w:val="00590A69"/>
    <w:rPr>
      <w:rFonts w:ascii="Times New Roman" w:hAnsi="Times New Roman"/>
    </w:rPr>
  </w:style>
  <w:style w:type="character" w:customStyle="1" w:styleId="DokumentstrukturZchn">
    <w:name w:val="Dokumentstruktur Zchn"/>
    <w:basedOn w:val="Absatz-Standardschriftart"/>
    <w:link w:val="Dokumentstruktur"/>
    <w:uiPriority w:val="99"/>
    <w:semiHidden/>
    <w:locked/>
    <w:rsid w:val="00590A69"/>
    <w:rPr>
      <w:rFonts w:cs="Times New Roman"/>
      <w:sz w:val="24"/>
      <w:szCs w:val="24"/>
    </w:rPr>
  </w:style>
  <w:style w:type="paragraph" w:styleId="Textkrper">
    <w:name w:val="Body Text"/>
    <w:basedOn w:val="Standard"/>
    <w:link w:val="TextkrperZchn"/>
    <w:uiPriority w:val="99"/>
    <w:rsid w:val="00E5416E"/>
    <w:pPr>
      <w:pBdr>
        <w:bottom w:val="single" w:sz="4" w:space="1" w:color="auto"/>
      </w:pBdr>
      <w:spacing w:line="360" w:lineRule="auto"/>
    </w:pPr>
    <w:rPr>
      <w:rFonts w:ascii="Times New Roman" w:hAnsi="Times New Roman"/>
      <w:szCs w:val="20"/>
    </w:rPr>
  </w:style>
  <w:style w:type="character" w:customStyle="1" w:styleId="TextkrperZchn">
    <w:name w:val="Textkörper Zchn"/>
    <w:basedOn w:val="Absatz-Standardschriftart"/>
    <w:link w:val="Textkrper"/>
    <w:uiPriority w:val="99"/>
    <w:locked/>
    <w:rsid w:val="00E5416E"/>
    <w:rPr>
      <w:rFonts w:cs="Times New Roman"/>
      <w:sz w:val="24"/>
    </w:rPr>
  </w:style>
  <w:style w:type="paragraph" w:customStyle="1" w:styleId="Medienkontakt">
    <w:name w:val="Medienkontakt"/>
    <w:basedOn w:val="Standard"/>
    <w:rsid w:val="00E5416E"/>
    <w:rPr>
      <w:rFonts w:cs="Arial"/>
      <w:b/>
      <w:sz w:val="20"/>
    </w:rPr>
  </w:style>
  <w:style w:type="paragraph" w:customStyle="1" w:styleId="MedienkontaktAdresse">
    <w:name w:val="Medienkontakt Adresse"/>
    <w:basedOn w:val="Standard"/>
    <w:rsid w:val="00E5416E"/>
    <w:rPr>
      <w:rFonts w:cs="Arial"/>
      <w:sz w:val="20"/>
    </w:rPr>
  </w:style>
  <w:style w:type="paragraph" w:styleId="NurText">
    <w:name w:val="Plain Text"/>
    <w:basedOn w:val="Standard"/>
    <w:link w:val="NurTextZchn"/>
    <w:uiPriority w:val="99"/>
    <w:unhideWhenUsed/>
    <w:rsid w:val="00B8288E"/>
    <w:rPr>
      <w:rFonts w:cs="Arial"/>
      <w:sz w:val="20"/>
      <w:szCs w:val="20"/>
      <w:lang w:eastAsia="en-US"/>
    </w:rPr>
  </w:style>
  <w:style w:type="character" w:customStyle="1" w:styleId="NurTextZchn">
    <w:name w:val="Nur Text Zchn"/>
    <w:basedOn w:val="Absatz-Standardschriftart"/>
    <w:link w:val="NurText"/>
    <w:uiPriority w:val="99"/>
    <w:locked/>
    <w:rsid w:val="00B8288E"/>
    <w:rPr>
      <w:rFonts w:ascii="Arial" w:hAnsi="Arial" w:cs="Arial"/>
      <w:lang w:val="x-none" w:eastAsia="en-US"/>
    </w:rPr>
  </w:style>
  <w:style w:type="character" w:styleId="BesuchterHyperlink">
    <w:name w:val="FollowedHyperlink"/>
    <w:basedOn w:val="Absatz-Standardschriftart"/>
    <w:uiPriority w:val="99"/>
    <w:semiHidden/>
    <w:unhideWhenUsed/>
    <w:rsid w:val="00B8288E"/>
    <w:rPr>
      <w:rFonts w:cs="Times New Roman"/>
      <w:color w:val="800080" w:themeColor="followedHyperlink"/>
      <w:u w:val="single"/>
    </w:rPr>
  </w:style>
  <w:style w:type="table" w:customStyle="1" w:styleId="TableNormal">
    <w:name w:val="Table Normal"/>
    <w:rsid w:val="00E64954"/>
    <w:pPr>
      <w:pBdr>
        <w:top w:val="none" w:sz="96" w:space="31" w:color="FFFFFF" w:frame="1"/>
        <w:left w:val="none" w:sz="96" w:space="31" w:color="FFFFFF" w:frame="1"/>
        <w:bottom w:val="none" w:sz="96" w:space="31" w:color="FFFFFF" w:frame="1"/>
        <w:right w:val="none" w:sz="96" w:space="31" w:color="FFFFFF" w:frame="1"/>
      </w:pBdr>
    </w:pPr>
    <w:rPr>
      <w:rFonts w:eastAsia="Arial Unicode M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27056">
      <w:bodyDiv w:val="1"/>
      <w:marLeft w:val="0"/>
      <w:marRight w:val="0"/>
      <w:marTop w:val="0"/>
      <w:marBottom w:val="0"/>
      <w:divBdr>
        <w:top w:val="none" w:sz="0" w:space="0" w:color="auto"/>
        <w:left w:val="none" w:sz="0" w:space="0" w:color="auto"/>
        <w:bottom w:val="none" w:sz="0" w:space="0" w:color="auto"/>
        <w:right w:val="none" w:sz="0" w:space="0" w:color="auto"/>
      </w:divBdr>
    </w:div>
    <w:div w:id="243271613">
      <w:bodyDiv w:val="1"/>
      <w:marLeft w:val="0"/>
      <w:marRight w:val="0"/>
      <w:marTop w:val="0"/>
      <w:marBottom w:val="0"/>
      <w:divBdr>
        <w:top w:val="none" w:sz="0" w:space="0" w:color="auto"/>
        <w:left w:val="none" w:sz="0" w:space="0" w:color="auto"/>
        <w:bottom w:val="none" w:sz="0" w:space="0" w:color="auto"/>
        <w:right w:val="none" w:sz="0" w:space="0" w:color="auto"/>
      </w:divBdr>
    </w:div>
    <w:div w:id="514616415">
      <w:marLeft w:val="0"/>
      <w:marRight w:val="0"/>
      <w:marTop w:val="0"/>
      <w:marBottom w:val="0"/>
      <w:divBdr>
        <w:top w:val="none" w:sz="0" w:space="0" w:color="auto"/>
        <w:left w:val="none" w:sz="0" w:space="0" w:color="auto"/>
        <w:bottom w:val="none" w:sz="0" w:space="0" w:color="auto"/>
        <w:right w:val="none" w:sz="0" w:space="0" w:color="auto"/>
      </w:divBdr>
    </w:div>
    <w:div w:id="514616419">
      <w:marLeft w:val="0"/>
      <w:marRight w:val="0"/>
      <w:marTop w:val="0"/>
      <w:marBottom w:val="0"/>
      <w:divBdr>
        <w:top w:val="none" w:sz="0" w:space="0" w:color="auto"/>
        <w:left w:val="none" w:sz="0" w:space="0" w:color="auto"/>
        <w:bottom w:val="none" w:sz="0" w:space="0" w:color="auto"/>
        <w:right w:val="none" w:sz="0" w:space="0" w:color="auto"/>
      </w:divBdr>
    </w:div>
    <w:div w:id="514616420">
      <w:marLeft w:val="0"/>
      <w:marRight w:val="0"/>
      <w:marTop w:val="0"/>
      <w:marBottom w:val="0"/>
      <w:divBdr>
        <w:top w:val="none" w:sz="0" w:space="0" w:color="auto"/>
        <w:left w:val="none" w:sz="0" w:space="0" w:color="auto"/>
        <w:bottom w:val="none" w:sz="0" w:space="0" w:color="auto"/>
        <w:right w:val="none" w:sz="0" w:space="0" w:color="auto"/>
      </w:divBdr>
    </w:div>
    <w:div w:id="514616432">
      <w:marLeft w:val="0"/>
      <w:marRight w:val="0"/>
      <w:marTop w:val="0"/>
      <w:marBottom w:val="0"/>
      <w:divBdr>
        <w:top w:val="none" w:sz="0" w:space="0" w:color="auto"/>
        <w:left w:val="none" w:sz="0" w:space="0" w:color="auto"/>
        <w:bottom w:val="none" w:sz="0" w:space="0" w:color="auto"/>
        <w:right w:val="none" w:sz="0" w:space="0" w:color="auto"/>
      </w:divBdr>
    </w:div>
    <w:div w:id="514616433">
      <w:marLeft w:val="0"/>
      <w:marRight w:val="0"/>
      <w:marTop w:val="0"/>
      <w:marBottom w:val="0"/>
      <w:divBdr>
        <w:top w:val="none" w:sz="0" w:space="0" w:color="auto"/>
        <w:left w:val="none" w:sz="0" w:space="0" w:color="auto"/>
        <w:bottom w:val="none" w:sz="0" w:space="0" w:color="auto"/>
        <w:right w:val="none" w:sz="0" w:space="0" w:color="auto"/>
      </w:divBdr>
      <w:divsChild>
        <w:div w:id="514616470">
          <w:marLeft w:val="0"/>
          <w:marRight w:val="0"/>
          <w:marTop w:val="0"/>
          <w:marBottom w:val="0"/>
          <w:divBdr>
            <w:top w:val="none" w:sz="0" w:space="0" w:color="auto"/>
            <w:left w:val="none" w:sz="0" w:space="0" w:color="auto"/>
            <w:bottom w:val="none" w:sz="0" w:space="0" w:color="auto"/>
            <w:right w:val="none" w:sz="0" w:space="0" w:color="auto"/>
          </w:divBdr>
          <w:divsChild>
            <w:div w:id="514616517">
              <w:marLeft w:val="0"/>
              <w:marRight w:val="0"/>
              <w:marTop w:val="0"/>
              <w:marBottom w:val="0"/>
              <w:divBdr>
                <w:top w:val="none" w:sz="0" w:space="0" w:color="auto"/>
                <w:left w:val="none" w:sz="0" w:space="0" w:color="auto"/>
                <w:bottom w:val="none" w:sz="0" w:space="0" w:color="auto"/>
                <w:right w:val="none" w:sz="0" w:space="0" w:color="auto"/>
              </w:divBdr>
              <w:divsChild>
                <w:div w:id="514616440">
                  <w:marLeft w:val="0"/>
                  <w:marRight w:val="0"/>
                  <w:marTop w:val="0"/>
                  <w:marBottom w:val="0"/>
                  <w:divBdr>
                    <w:top w:val="none" w:sz="0" w:space="0" w:color="auto"/>
                    <w:left w:val="none" w:sz="0" w:space="0" w:color="auto"/>
                    <w:bottom w:val="none" w:sz="0" w:space="0" w:color="auto"/>
                    <w:right w:val="none" w:sz="0" w:space="0" w:color="auto"/>
                  </w:divBdr>
                  <w:divsChild>
                    <w:div w:id="514616477">
                      <w:marLeft w:val="0"/>
                      <w:marRight w:val="0"/>
                      <w:marTop w:val="0"/>
                      <w:marBottom w:val="0"/>
                      <w:divBdr>
                        <w:top w:val="none" w:sz="0" w:space="0" w:color="auto"/>
                        <w:left w:val="none" w:sz="0" w:space="0" w:color="auto"/>
                        <w:bottom w:val="none" w:sz="0" w:space="0" w:color="auto"/>
                        <w:right w:val="none" w:sz="0" w:space="0" w:color="auto"/>
                      </w:divBdr>
                      <w:divsChild>
                        <w:div w:id="514616479">
                          <w:marLeft w:val="0"/>
                          <w:marRight w:val="0"/>
                          <w:marTop w:val="0"/>
                          <w:marBottom w:val="0"/>
                          <w:divBdr>
                            <w:top w:val="none" w:sz="0" w:space="0" w:color="auto"/>
                            <w:left w:val="none" w:sz="0" w:space="0" w:color="auto"/>
                            <w:bottom w:val="none" w:sz="0" w:space="0" w:color="auto"/>
                            <w:right w:val="none" w:sz="0" w:space="0" w:color="auto"/>
                          </w:divBdr>
                          <w:divsChild>
                            <w:div w:id="514616450">
                              <w:marLeft w:val="0"/>
                              <w:marRight w:val="0"/>
                              <w:marTop w:val="0"/>
                              <w:marBottom w:val="0"/>
                              <w:divBdr>
                                <w:top w:val="none" w:sz="0" w:space="0" w:color="auto"/>
                                <w:left w:val="none" w:sz="0" w:space="0" w:color="auto"/>
                                <w:bottom w:val="none" w:sz="0" w:space="0" w:color="auto"/>
                                <w:right w:val="none" w:sz="0" w:space="0" w:color="auto"/>
                              </w:divBdr>
                              <w:divsChild>
                                <w:div w:id="514616441">
                                  <w:marLeft w:val="0"/>
                                  <w:marRight w:val="0"/>
                                  <w:marTop w:val="0"/>
                                  <w:marBottom w:val="0"/>
                                  <w:divBdr>
                                    <w:top w:val="none" w:sz="0" w:space="0" w:color="auto"/>
                                    <w:left w:val="none" w:sz="0" w:space="0" w:color="auto"/>
                                    <w:bottom w:val="none" w:sz="0" w:space="0" w:color="auto"/>
                                    <w:right w:val="none" w:sz="0" w:space="0" w:color="auto"/>
                                  </w:divBdr>
                                  <w:divsChild>
                                    <w:div w:id="514616475">
                                      <w:marLeft w:val="0"/>
                                      <w:marRight w:val="0"/>
                                      <w:marTop w:val="0"/>
                                      <w:marBottom w:val="0"/>
                                      <w:divBdr>
                                        <w:top w:val="none" w:sz="0" w:space="0" w:color="auto"/>
                                        <w:left w:val="none" w:sz="0" w:space="0" w:color="auto"/>
                                        <w:bottom w:val="none" w:sz="0" w:space="0" w:color="auto"/>
                                        <w:right w:val="none" w:sz="0" w:space="0" w:color="auto"/>
                                      </w:divBdr>
                                      <w:divsChild>
                                        <w:div w:id="51461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4616438">
      <w:marLeft w:val="0"/>
      <w:marRight w:val="0"/>
      <w:marTop w:val="0"/>
      <w:marBottom w:val="0"/>
      <w:divBdr>
        <w:top w:val="none" w:sz="0" w:space="0" w:color="auto"/>
        <w:left w:val="none" w:sz="0" w:space="0" w:color="auto"/>
        <w:bottom w:val="none" w:sz="0" w:space="0" w:color="auto"/>
        <w:right w:val="none" w:sz="0" w:space="0" w:color="auto"/>
      </w:divBdr>
      <w:divsChild>
        <w:div w:id="514616462">
          <w:marLeft w:val="0"/>
          <w:marRight w:val="0"/>
          <w:marTop w:val="0"/>
          <w:marBottom w:val="0"/>
          <w:divBdr>
            <w:top w:val="none" w:sz="0" w:space="0" w:color="auto"/>
            <w:left w:val="none" w:sz="0" w:space="0" w:color="auto"/>
            <w:bottom w:val="none" w:sz="0" w:space="0" w:color="auto"/>
            <w:right w:val="none" w:sz="0" w:space="0" w:color="auto"/>
          </w:divBdr>
          <w:divsChild>
            <w:div w:id="514616521">
              <w:marLeft w:val="0"/>
              <w:marRight w:val="0"/>
              <w:marTop w:val="0"/>
              <w:marBottom w:val="0"/>
              <w:divBdr>
                <w:top w:val="none" w:sz="0" w:space="0" w:color="auto"/>
                <w:left w:val="none" w:sz="0" w:space="0" w:color="auto"/>
                <w:bottom w:val="none" w:sz="0" w:space="0" w:color="auto"/>
                <w:right w:val="none" w:sz="0" w:space="0" w:color="auto"/>
              </w:divBdr>
              <w:divsChild>
                <w:div w:id="514616466">
                  <w:marLeft w:val="0"/>
                  <w:marRight w:val="0"/>
                  <w:marTop w:val="0"/>
                  <w:marBottom w:val="0"/>
                  <w:divBdr>
                    <w:top w:val="none" w:sz="0" w:space="0" w:color="auto"/>
                    <w:left w:val="none" w:sz="0" w:space="0" w:color="auto"/>
                    <w:bottom w:val="none" w:sz="0" w:space="0" w:color="auto"/>
                    <w:right w:val="none" w:sz="0" w:space="0" w:color="auto"/>
                  </w:divBdr>
                  <w:divsChild>
                    <w:div w:id="514616513">
                      <w:marLeft w:val="0"/>
                      <w:marRight w:val="0"/>
                      <w:marTop w:val="0"/>
                      <w:marBottom w:val="0"/>
                      <w:divBdr>
                        <w:top w:val="none" w:sz="0" w:space="0" w:color="auto"/>
                        <w:left w:val="none" w:sz="0" w:space="0" w:color="auto"/>
                        <w:bottom w:val="none" w:sz="0" w:space="0" w:color="auto"/>
                        <w:right w:val="none" w:sz="0" w:space="0" w:color="auto"/>
                      </w:divBdr>
                      <w:divsChild>
                        <w:div w:id="5146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616447">
      <w:marLeft w:val="0"/>
      <w:marRight w:val="0"/>
      <w:marTop w:val="0"/>
      <w:marBottom w:val="0"/>
      <w:divBdr>
        <w:top w:val="none" w:sz="0" w:space="0" w:color="auto"/>
        <w:left w:val="none" w:sz="0" w:space="0" w:color="auto"/>
        <w:bottom w:val="none" w:sz="0" w:space="0" w:color="auto"/>
        <w:right w:val="none" w:sz="0" w:space="0" w:color="auto"/>
      </w:divBdr>
    </w:div>
    <w:div w:id="514616449">
      <w:marLeft w:val="0"/>
      <w:marRight w:val="0"/>
      <w:marTop w:val="0"/>
      <w:marBottom w:val="0"/>
      <w:divBdr>
        <w:top w:val="none" w:sz="0" w:space="0" w:color="auto"/>
        <w:left w:val="none" w:sz="0" w:space="0" w:color="auto"/>
        <w:bottom w:val="none" w:sz="0" w:space="0" w:color="auto"/>
        <w:right w:val="none" w:sz="0" w:space="0" w:color="auto"/>
      </w:divBdr>
      <w:divsChild>
        <w:div w:id="514616478">
          <w:marLeft w:val="0"/>
          <w:marRight w:val="0"/>
          <w:marTop w:val="0"/>
          <w:marBottom w:val="0"/>
          <w:divBdr>
            <w:top w:val="none" w:sz="0" w:space="0" w:color="auto"/>
            <w:left w:val="none" w:sz="0" w:space="0" w:color="auto"/>
            <w:bottom w:val="none" w:sz="0" w:space="0" w:color="auto"/>
            <w:right w:val="none" w:sz="0" w:space="0" w:color="auto"/>
          </w:divBdr>
          <w:divsChild>
            <w:div w:id="514616448">
              <w:marLeft w:val="0"/>
              <w:marRight w:val="0"/>
              <w:marTop w:val="0"/>
              <w:marBottom w:val="0"/>
              <w:divBdr>
                <w:top w:val="none" w:sz="0" w:space="0" w:color="auto"/>
                <w:left w:val="none" w:sz="0" w:space="0" w:color="auto"/>
                <w:bottom w:val="none" w:sz="0" w:space="0" w:color="auto"/>
                <w:right w:val="none" w:sz="0" w:space="0" w:color="auto"/>
              </w:divBdr>
              <w:divsChild>
                <w:div w:id="514616460">
                  <w:marLeft w:val="0"/>
                  <w:marRight w:val="0"/>
                  <w:marTop w:val="0"/>
                  <w:marBottom w:val="0"/>
                  <w:divBdr>
                    <w:top w:val="none" w:sz="0" w:space="0" w:color="auto"/>
                    <w:left w:val="none" w:sz="0" w:space="0" w:color="auto"/>
                    <w:bottom w:val="none" w:sz="0" w:space="0" w:color="auto"/>
                    <w:right w:val="none" w:sz="0" w:space="0" w:color="auto"/>
                  </w:divBdr>
                  <w:divsChild>
                    <w:div w:id="514616519">
                      <w:marLeft w:val="0"/>
                      <w:marRight w:val="0"/>
                      <w:marTop w:val="0"/>
                      <w:marBottom w:val="0"/>
                      <w:divBdr>
                        <w:top w:val="none" w:sz="0" w:space="0" w:color="auto"/>
                        <w:left w:val="none" w:sz="0" w:space="0" w:color="auto"/>
                        <w:bottom w:val="none" w:sz="0" w:space="0" w:color="auto"/>
                        <w:right w:val="none" w:sz="0" w:space="0" w:color="auto"/>
                      </w:divBdr>
                      <w:divsChild>
                        <w:div w:id="514616427">
                          <w:marLeft w:val="0"/>
                          <w:marRight w:val="0"/>
                          <w:marTop w:val="0"/>
                          <w:marBottom w:val="0"/>
                          <w:divBdr>
                            <w:top w:val="none" w:sz="0" w:space="0" w:color="auto"/>
                            <w:left w:val="none" w:sz="0" w:space="0" w:color="auto"/>
                            <w:bottom w:val="none" w:sz="0" w:space="0" w:color="auto"/>
                            <w:right w:val="none" w:sz="0" w:space="0" w:color="auto"/>
                          </w:divBdr>
                          <w:divsChild>
                            <w:div w:id="51461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616452">
      <w:marLeft w:val="0"/>
      <w:marRight w:val="0"/>
      <w:marTop w:val="0"/>
      <w:marBottom w:val="0"/>
      <w:divBdr>
        <w:top w:val="none" w:sz="0" w:space="0" w:color="auto"/>
        <w:left w:val="none" w:sz="0" w:space="0" w:color="auto"/>
        <w:bottom w:val="none" w:sz="0" w:space="0" w:color="auto"/>
        <w:right w:val="none" w:sz="0" w:space="0" w:color="auto"/>
      </w:divBdr>
      <w:divsChild>
        <w:div w:id="514616464">
          <w:marLeft w:val="0"/>
          <w:marRight w:val="0"/>
          <w:marTop w:val="0"/>
          <w:marBottom w:val="0"/>
          <w:divBdr>
            <w:top w:val="none" w:sz="0" w:space="0" w:color="auto"/>
            <w:left w:val="none" w:sz="0" w:space="0" w:color="auto"/>
            <w:bottom w:val="none" w:sz="0" w:space="0" w:color="auto"/>
            <w:right w:val="none" w:sz="0" w:space="0" w:color="auto"/>
          </w:divBdr>
          <w:divsChild>
            <w:div w:id="514616476">
              <w:marLeft w:val="0"/>
              <w:marRight w:val="0"/>
              <w:marTop w:val="0"/>
              <w:marBottom w:val="0"/>
              <w:divBdr>
                <w:top w:val="none" w:sz="0" w:space="0" w:color="auto"/>
                <w:left w:val="none" w:sz="0" w:space="0" w:color="auto"/>
                <w:bottom w:val="none" w:sz="0" w:space="0" w:color="auto"/>
                <w:right w:val="none" w:sz="0" w:space="0" w:color="auto"/>
              </w:divBdr>
              <w:divsChild>
                <w:div w:id="514616445">
                  <w:marLeft w:val="0"/>
                  <w:marRight w:val="0"/>
                  <w:marTop w:val="0"/>
                  <w:marBottom w:val="0"/>
                  <w:divBdr>
                    <w:top w:val="none" w:sz="0" w:space="0" w:color="auto"/>
                    <w:left w:val="none" w:sz="0" w:space="0" w:color="auto"/>
                    <w:bottom w:val="none" w:sz="0" w:space="0" w:color="auto"/>
                    <w:right w:val="none" w:sz="0" w:space="0" w:color="auto"/>
                  </w:divBdr>
                  <w:divsChild>
                    <w:div w:id="514616469">
                      <w:marLeft w:val="0"/>
                      <w:marRight w:val="0"/>
                      <w:marTop w:val="0"/>
                      <w:marBottom w:val="0"/>
                      <w:divBdr>
                        <w:top w:val="none" w:sz="0" w:space="0" w:color="auto"/>
                        <w:left w:val="none" w:sz="0" w:space="0" w:color="auto"/>
                        <w:bottom w:val="none" w:sz="0" w:space="0" w:color="auto"/>
                        <w:right w:val="none" w:sz="0" w:space="0" w:color="auto"/>
                      </w:divBdr>
                      <w:divsChild>
                        <w:div w:id="514616483">
                          <w:marLeft w:val="0"/>
                          <w:marRight w:val="0"/>
                          <w:marTop w:val="0"/>
                          <w:marBottom w:val="0"/>
                          <w:divBdr>
                            <w:top w:val="none" w:sz="0" w:space="0" w:color="auto"/>
                            <w:left w:val="none" w:sz="0" w:space="0" w:color="auto"/>
                            <w:bottom w:val="none" w:sz="0" w:space="0" w:color="auto"/>
                            <w:right w:val="none" w:sz="0" w:space="0" w:color="auto"/>
                          </w:divBdr>
                          <w:divsChild>
                            <w:div w:id="51461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616453">
      <w:marLeft w:val="0"/>
      <w:marRight w:val="0"/>
      <w:marTop w:val="0"/>
      <w:marBottom w:val="0"/>
      <w:divBdr>
        <w:top w:val="none" w:sz="0" w:space="0" w:color="auto"/>
        <w:left w:val="none" w:sz="0" w:space="0" w:color="auto"/>
        <w:bottom w:val="none" w:sz="0" w:space="0" w:color="auto"/>
        <w:right w:val="none" w:sz="0" w:space="0" w:color="auto"/>
      </w:divBdr>
    </w:div>
    <w:div w:id="514616456">
      <w:marLeft w:val="0"/>
      <w:marRight w:val="0"/>
      <w:marTop w:val="0"/>
      <w:marBottom w:val="0"/>
      <w:divBdr>
        <w:top w:val="none" w:sz="0" w:space="0" w:color="auto"/>
        <w:left w:val="none" w:sz="0" w:space="0" w:color="auto"/>
        <w:bottom w:val="none" w:sz="0" w:space="0" w:color="auto"/>
        <w:right w:val="none" w:sz="0" w:space="0" w:color="auto"/>
      </w:divBdr>
      <w:divsChild>
        <w:div w:id="514616473">
          <w:marLeft w:val="0"/>
          <w:marRight w:val="0"/>
          <w:marTop w:val="0"/>
          <w:marBottom w:val="0"/>
          <w:divBdr>
            <w:top w:val="none" w:sz="0" w:space="0" w:color="auto"/>
            <w:left w:val="none" w:sz="0" w:space="0" w:color="auto"/>
            <w:bottom w:val="none" w:sz="0" w:space="0" w:color="auto"/>
            <w:right w:val="none" w:sz="0" w:space="0" w:color="auto"/>
          </w:divBdr>
          <w:divsChild>
            <w:div w:id="514616482">
              <w:marLeft w:val="0"/>
              <w:marRight w:val="0"/>
              <w:marTop w:val="0"/>
              <w:marBottom w:val="0"/>
              <w:divBdr>
                <w:top w:val="none" w:sz="0" w:space="0" w:color="auto"/>
                <w:left w:val="none" w:sz="0" w:space="0" w:color="auto"/>
                <w:bottom w:val="none" w:sz="0" w:space="0" w:color="auto"/>
                <w:right w:val="none" w:sz="0" w:space="0" w:color="auto"/>
              </w:divBdr>
              <w:divsChild>
                <w:div w:id="514616423">
                  <w:marLeft w:val="0"/>
                  <w:marRight w:val="0"/>
                  <w:marTop w:val="0"/>
                  <w:marBottom w:val="0"/>
                  <w:divBdr>
                    <w:top w:val="none" w:sz="0" w:space="0" w:color="auto"/>
                    <w:left w:val="none" w:sz="0" w:space="0" w:color="auto"/>
                    <w:bottom w:val="none" w:sz="0" w:space="0" w:color="auto"/>
                    <w:right w:val="none" w:sz="0" w:space="0" w:color="auto"/>
                  </w:divBdr>
                  <w:divsChild>
                    <w:div w:id="514616421">
                      <w:marLeft w:val="0"/>
                      <w:marRight w:val="0"/>
                      <w:marTop w:val="0"/>
                      <w:marBottom w:val="0"/>
                      <w:divBdr>
                        <w:top w:val="none" w:sz="0" w:space="0" w:color="auto"/>
                        <w:left w:val="none" w:sz="0" w:space="0" w:color="auto"/>
                        <w:bottom w:val="none" w:sz="0" w:space="0" w:color="auto"/>
                        <w:right w:val="none" w:sz="0" w:space="0" w:color="auto"/>
                      </w:divBdr>
                      <w:divsChild>
                        <w:div w:id="514616434">
                          <w:marLeft w:val="0"/>
                          <w:marRight w:val="0"/>
                          <w:marTop w:val="0"/>
                          <w:marBottom w:val="0"/>
                          <w:divBdr>
                            <w:top w:val="none" w:sz="0" w:space="0" w:color="auto"/>
                            <w:left w:val="none" w:sz="0" w:space="0" w:color="auto"/>
                            <w:bottom w:val="none" w:sz="0" w:space="0" w:color="auto"/>
                            <w:right w:val="none" w:sz="0" w:space="0" w:color="auto"/>
                          </w:divBdr>
                          <w:divsChild>
                            <w:div w:id="51461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616459">
      <w:marLeft w:val="0"/>
      <w:marRight w:val="0"/>
      <w:marTop w:val="0"/>
      <w:marBottom w:val="0"/>
      <w:divBdr>
        <w:top w:val="none" w:sz="0" w:space="0" w:color="auto"/>
        <w:left w:val="none" w:sz="0" w:space="0" w:color="auto"/>
        <w:bottom w:val="none" w:sz="0" w:space="0" w:color="auto"/>
        <w:right w:val="none" w:sz="0" w:space="0" w:color="auto"/>
      </w:divBdr>
    </w:div>
    <w:div w:id="514616463">
      <w:marLeft w:val="0"/>
      <w:marRight w:val="0"/>
      <w:marTop w:val="0"/>
      <w:marBottom w:val="0"/>
      <w:divBdr>
        <w:top w:val="none" w:sz="0" w:space="0" w:color="auto"/>
        <w:left w:val="none" w:sz="0" w:space="0" w:color="auto"/>
        <w:bottom w:val="none" w:sz="0" w:space="0" w:color="auto"/>
        <w:right w:val="none" w:sz="0" w:space="0" w:color="auto"/>
      </w:divBdr>
      <w:divsChild>
        <w:div w:id="514616429">
          <w:marLeft w:val="0"/>
          <w:marRight w:val="0"/>
          <w:marTop w:val="0"/>
          <w:marBottom w:val="0"/>
          <w:divBdr>
            <w:top w:val="none" w:sz="0" w:space="0" w:color="auto"/>
            <w:left w:val="none" w:sz="0" w:space="0" w:color="auto"/>
            <w:bottom w:val="none" w:sz="0" w:space="0" w:color="auto"/>
            <w:right w:val="none" w:sz="0" w:space="0" w:color="auto"/>
          </w:divBdr>
          <w:divsChild>
            <w:div w:id="514616533">
              <w:marLeft w:val="0"/>
              <w:marRight w:val="0"/>
              <w:marTop w:val="0"/>
              <w:marBottom w:val="0"/>
              <w:divBdr>
                <w:top w:val="none" w:sz="0" w:space="0" w:color="auto"/>
                <w:left w:val="none" w:sz="0" w:space="0" w:color="auto"/>
                <w:bottom w:val="none" w:sz="0" w:space="0" w:color="auto"/>
                <w:right w:val="none" w:sz="0" w:space="0" w:color="auto"/>
              </w:divBdr>
              <w:divsChild>
                <w:div w:id="514616471">
                  <w:marLeft w:val="0"/>
                  <w:marRight w:val="0"/>
                  <w:marTop w:val="0"/>
                  <w:marBottom w:val="0"/>
                  <w:divBdr>
                    <w:top w:val="none" w:sz="0" w:space="0" w:color="auto"/>
                    <w:left w:val="none" w:sz="0" w:space="0" w:color="auto"/>
                    <w:bottom w:val="none" w:sz="0" w:space="0" w:color="auto"/>
                    <w:right w:val="none" w:sz="0" w:space="0" w:color="auto"/>
                  </w:divBdr>
                  <w:divsChild>
                    <w:div w:id="514616424">
                      <w:marLeft w:val="0"/>
                      <w:marRight w:val="0"/>
                      <w:marTop w:val="0"/>
                      <w:marBottom w:val="0"/>
                      <w:divBdr>
                        <w:top w:val="none" w:sz="0" w:space="0" w:color="auto"/>
                        <w:left w:val="none" w:sz="0" w:space="0" w:color="auto"/>
                        <w:bottom w:val="none" w:sz="0" w:space="0" w:color="auto"/>
                        <w:right w:val="none" w:sz="0" w:space="0" w:color="auto"/>
                      </w:divBdr>
                      <w:divsChild>
                        <w:div w:id="514616426">
                          <w:marLeft w:val="0"/>
                          <w:marRight w:val="0"/>
                          <w:marTop w:val="0"/>
                          <w:marBottom w:val="0"/>
                          <w:divBdr>
                            <w:top w:val="none" w:sz="0" w:space="0" w:color="auto"/>
                            <w:left w:val="none" w:sz="0" w:space="0" w:color="auto"/>
                            <w:bottom w:val="none" w:sz="0" w:space="0" w:color="auto"/>
                            <w:right w:val="none" w:sz="0" w:space="0" w:color="auto"/>
                          </w:divBdr>
                          <w:divsChild>
                            <w:div w:id="514616435">
                              <w:marLeft w:val="0"/>
                              <w:marRight w:val="0"/>
                              <w:marTop w:val="0"/>
                              <w:marBottom w:val="0"/>
                              <w:divBdr>
                                <w:top w:val="none" w:sz="0" w:space="0" w:color="auto"/>
                                <w:left w:val="none" w:sz="0" w:space="0" w:color="auto"/>
                                <w:bottom w:val="none" w:sz="0" w:space="0" w:color="auto"/>
                                <w:right w:val="none" w:sz="0" w:space="0" w:color="auto"/>
                              </w:divBdr>
                              <w:divsChild>
                                <w:div w:id="51461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616480">
      <w:marLeft w:val="0"/>
      <w:marRight w:val="0"/>
      <w:marTop w:val="0"/>
      <w:marBottom w:val="0"/>
      <w:divBdr>
        <w:top w:val="none" w:sz="0" w:space="0" w:color="auto"/>
        <w:left w:val="none" w:sz="0" w:space="0" w:color="auto"/>
        <w:bottom w:val="none" w:sz="0" w:space="0" w:color="auto"/>
        <w:right w:val="none" w:sz="0" w:space="0" w:color="auto"/>
      </w:divBdr>
    </w:div>
    <w:div w:id="514616481">
      <w:marLeft w:val="0"/>
      <w:marRight w:val="0"/>
      <w:marTop w:val="0"/>
      <w:marBottom w:val="0"/>
      <w:divBdr>
        <w:top w:val="none" w:sz="0" w:space="0" w:color="auto"/>
        <w:left w:val="none" w:sz="0" w:space="0" w:color="auto"/>
        <w:bottom w:val="none" w:sz="0" w:space="0" w:color="auto"/>
        <w:right w:val="none" w:sz="0" w:space="0" w:color="auto"/>
      </w:divBdr>
      <w:divsChild>
        <w:div w:id="514616439">
          <w:marLeft w:val="0"/>
          <w:marRight w:val="0"/>
          <w:marTop w:val="0"/>
          <w:marBottom w:val="0"/>
          <w:divBdr>
            <w:top w:val="none" w:sz="0" w:space="0" w:color="auto"/>
            <w:left w:val="none" w:sz="0" w:space="0" w:color="auto"/>
            <w:bottom w:val="none" w:sz="0" w:space="0" w:color="auto"/>
            <w:right w:val="none" w:sz="0" w:space="0" w:color="auto"/>
          </w:divBdr>
          <w:divsChild>
            <w:div w:id="514616512">
              <w:marLeft w:val="0"/>
              <w:marRight w:val="0"/>
              <w:marTop w:val="0"/>
              <w:marBottom w:val="0"/>
              <w:divBdr>
                <w:top w:val="none" w:sz="0" w:space="0" w:color="auto"/>
                <w:left w:val="none" w:sz="0" w:space="0" w:color="auto"/>
                <w:bottom w:val="none" w:sz="0" w:space="0" w:color="auto"/>
                <w:right w:val="none" w:sz="0" w:space="0" w:color="auto"/>
              </w:divBdr>
              <w:divsChild>
                <w:div w:id="514616467">
                  <w:marLeft w:val="0"/>
                  <w:marRight w:val="0"/>
                  <w:marTop w:val="0"/>
                  <w:marBottom w:val="0"/>
                  <w:divBdr>
                    <w:top w:val="none" w:sz="0" w:space="0" w:color="auto"/>
                    <w:left w:val="none" w:sz="0" w:space="0" w:color="auto"/>
                    <w:bottom w:val="none" w:sz="0" w:space="0" w:color="auto"/>
                    <w:right w:val="none" w:sz="0" w:space="0" w:color="auto"/>
                  </w:divBdr>
                  <w:divsChild>
                    <w:div w:id="514616454">
                      <w:marLeft w:val="0"/>
                      <w:marRight w:val="0"/>
                      <w:marTop w:val="0"/>
                      <w:marBottom w:val="0"/>
                      <w:divBdr>
                        <w:top w:val="none" w:sz="0" w:space="0" w:color="auto"/>
                        <w:left w:val="none" w:sz="0" w:space="0" w:color="auto"/>
                        <w:bottom w:val="none" w:sz="0" w:space="0" w:color="auto"/>
                        <w:right w:val="none" w:sz="0" w:space="0" w:color="auto"/>
                      </w:divBdr>
                      <w:divsChild>
                        <w:div w:id="514616430">
                          <w:marLeft w:val="0"/>
                          <w:marRight w:val="0"/>
                          <w:marTop w:val="0"/>
                          <w:marBottom w:val="0"/>
                          <w:divBdr>
                            <w:top w:val="none" w:sz="0" w:space="0" w:color="auto"/>
                            <w:left w:val="none" w:sz="0" w:space="0" w:color="auto"/>
                            <w:bottom w:val="none" w:sz="0" w:space="0" w:color="auto"/>
                            <w:right w:val="none" w:sz="0" w:space="0" w:color="auto"/>
                          </w:divBdr>
                          <w:divsChild>
                            <w:div w:id="514616468">
                              <w:marLeft w:val="0"/>
                              <w:marRight w:val="0"/>
                              <w:marTop w:val="0"/>
                              <w:marBottom w:val="0"/>
                              <w:divBdr>
                                <w:top w:val="none" w:sz="0" w:space="0" w:color="auto"/>
                                <w:left w:val="none" w:sz="0" w:space="0" w:color="auto"/>
                                <w:bottom w:val="none" w:sz="0" w:space="0" w:color="auto"/>
                                <w:right w:val="none" w:sz="0" w:space="0" w:color="auto"/>
                              </w:divBdr>
                              <w:divsChild>
                                <w:div w:id="514616461">
                                  <w:marLeft w:val="0"/>
                                  <w:marRight w:val="0"/>
                                  <w:marTop w:val="0"/>
                                  <w:marBottom w:val="0"/>
                                  <w:divBdr>
                                    <w:top w:val="none" w:sz="0" w:space="0" w:color="auto"/>
                                    <w:left w:val="none" w:sz="0" w:space="0" w:color="auto"/>
                                    <w:bottom w:val="none" w:sz="0" w:space="0" w:color="auto"/>
                                    <w:right w:val="none" w:sz="0" w:space="0" w:color="auto"/>
                                  </w:divBdr>
                                  <w:divsChild>
                                    <w:div w:id="514616437">
                                      <w:marLeft w:val="0"/>
                                      <w:marRight w:val="0"/>
                                      <w:marTop w:val="0"/>
                                      <w:marBottom w:val="0"/>
                                      <w:divBdr>
                                        <w:top w:val="none" w:sz="0" w:space="0" w:color="auto"/>
                                        <w:left w:val="none" w:sz="0" w:space="0" w:color="auto"/>
                                        <w:bottom w:val="none" w:sz="0" w:space="0" w:color="auto"/>
                                        <w:right w:val="none" w:sz="0" w:space="0" w:color="auto"/>
                                      </w:divBdr>
                                      <w:divsChild>
                                        <w:div w:id="51461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4616484">
      <w:marLeft w:val="0"/>
      <w:marRight w:val="0"/>
      <w:marTop w:val="0"/>
      <w:marBottom w:val="0"/>
      <w:divBdr>
        <w:top w:val="none" w:sz="0" w:space="0" w:color="auto"/>
        <w:left w:val="none" w:sz="0" w:space="0" w:color="auto"/>
        <w:bottom w:val="none" w:sz="0" w:space="0" w:color="auto"/>
        <w:right w:val="none" w:sz="0" w:space="0" w:color="auto"/>
      </w:divBdr>
      <w:divsChild>
        <w:div w:id="514616472">
          <w:marLeft w:val="0"/>
          <w:marRight w:val="0"/>
          <w:marTop w:val="0"/>
          <w:marBottom w:val="0"/>
          <w:divBdr>
            <w:top w:val="none" w:sz="0" w:space="0" w:color="auto"/>
            <w:left w:val="none" w:sz="0" w:space="0" w:color="auto"/>
            <w:bottom w:val="none" w:sz="0" w:space="0" w:color="auto"/>
            <w:right w:val="none" w:sz="0" w:space="0" w:color="auto"/>
          </w:divBdr>
          <w:divsChild>
            <w:div w:id="514616532">
              <w:marLeft w:val="0"/>
              <w:marRight w:val="0"/>
              <w:marTop w:val="0"/>
              <w:marBottom w:val="0"/>
              <w:divBdr>
                <w:top w:val="none" w:sz="0" w:space="0" w:color="auto"/>
                <w:left w:val="none" w:sz="0" w:space="0" w:color="auto"/>
                <w:bottom w:val="none" w:sz="0" w:space="0" w:color="auto"/>
                <w:right w:val="none" w:sz="0" w:space="0" w:color="auto"/>
              </w:divBdr>
              <w:divsChild>
                <w:div w:id="514616518">
                  <w:marLeft w:val="0"/>
                  <w:marRight w:val="0"/>
                  <w:marTop w:val="0"/>
                  <w:marBottom w:val="0"/>
                  <w:divBdr>
                    <w:top w:val="none" w:sz="0" w:space="0" w:color="auto"/>
                    <w:left w:val="none" w:sz="0" w:space="0" w:color="auto"/>
                    <w:bottom w:val="none" w:sz="0" w:space="0" w:color="auto"/>
                    <w:right w:val="none" w:sz="0" w:space="0" w:color="auto"/>
                  </w:divBdr>
                  <w:divsChild>
                    <w:div w:id="514616524">
                      <w:marLeft w:val="0"/>
                      <w:marRight w:val="0"/>
                      <w:marTop w:val="0"/>
                      <w:marBottom w:val="0"/>
                      <w:divBdr>
                        <w:top w:val="none" w:sz="0" w:space="0" w:color="auto"/>
                        <w:left w:val="none" w:sz="0" w:space="0" w:color="auto"/>
                        <w:bottom w:val="none" w:sz="0" w:space="0" w:color="auto"/>
                        <w:right w:val="none" w:sz="0" w:space="0" w:color="auto"/>
                      </w:divBdr>
                      <w:divsChild>
                        <w:div w:id="514616442">
                          <w:marLeft w:val="0"/>
                          <w:marRight w:val="0"/>
                          <w:marTop w:val="0"/>
                          <w:marBottom w:val="0"/>
                          <w:divBdr>
                            <w:top w:val="none" w:sz="0" w:space="0" w:color="auto"/>
                            <w:left w:val="none" w:sz="0" w:space="0" w:color="auto"/>
                            <w:bottom w:val="none" w:sz="0" w:space="0" w:color="auto"/>
                            <w:right w:val="none" w:sz="0" w:space="0" w:color="auto"/>
                          </w:divBdr>
                          <w:divsChild>
                            <w:div w:id="51461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616488">
      <w:marLeft w:val="0"/>
      <w:marRight w:val="0"/>
      <w:marTop w:val="0"/>
      <w:marBottom w:val="0"/>
      <w:divBdr>
        <w:top w:val="none" w:sz="0" w:space="0" w:color="auto"/>
        <w:left w:val="none" w:sz="0" w:space="0" w:color="auto"/>
        <w:bottom w:val="none" w:sz="0" w:space="0" w:color="auto"/>
        <w:right w:val="none" w:sz="0" w:space="0" w:color="auto"/>
      </w:divBdr>
    </w:div>
    <w:div w:id="514616489">
      <w:marLeft w:val="0"/>
      <w:marRight w:val="0"/>
      <w:marTop w:val="0"/>
      <w:marBottom w:val="0"/>
      <w:divBdr>
        <w:top w:val="none" w:sz="0" w:space="0" w:color="auto"/>
        <w:left w:val="none" w:sz="0" w:space="0" w:color="auto"/>
        <w:bottom w:val="none" w:sz="0" w:space="0" w:color="auto"/>
        <w:right w:val="none" w:sz="0" w:space="0" w:color="auto"/>
      </w:divBdr>
      <w:divsChild>
        <w:div w:id="514616500">
          <w:marLeft w:val="0"/>
          <w:marRight w:val="0"/>
          <w:marTop w:val="0"/>
          <w:marBottom w:val="0"/>
          <w:divBdr>
            <w:top w:val="none" w:sz="0" w:space="0" w:color="auto"/>
            <w:left w:val="none" w:sz="0" w:space="0" w:color="auto"/>
            <w:bottom w:val="none" w:sz="0" w:space="0" w:color="auto"/>
            <w:right w:val="none" w:sz="0" w:space="0" w:color="auto"/>
          </w:divBdr>
          <w:divsChild>
            <w:div w:id="514616486">
              <w:marLeft w:val="0"/>
              <w:marRight w:val="0"/>
              <w:marTop w:val="0"/>
              <w:marBottom w:val="0"/>
              <w:divBdr>
                <w:top w:val="none" w:sz="0" w:space="0" w:color="auto"/>
                <w:left w:val="none" w:sz="0" w:space="0" w:color="auto"/>
                <w:bottom w:val="none" w:sz="0" w:space="0" w:color="auto"/>
                <w:right w:val="none" w:sz="0" w:space="0" w:color="auto"/>
              </w:divBdr>
              <w:divsChild>
                <w:div w:id="51461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16490">
      <w:marLeft w:val="0"/>
      <w:marRight w:val="0"/>
      <w:marTop w:val="0"/>
      <w:marBottom w:val="0"/>
      <w:divBdr>
        <w:top w:val="none" w:sz="0" w:space="0" w:color="auto"/>
        <w:left w:val="none" w:sz="0" w:space="0" w:color="auto"/>
        <w:bottom w:val="none" w:sz="0" w:space="0" w:color="auto"/>
        <w:right w:val="none" w:sz="0" w:space="0" w:color="auto"/>
      </w:divBdr>
      <w:divsChild>
        <w:div w:id="514616494">
          <w:marLeft w:val="0"/>
          <w:marRight w:val="0"/>
          <w:marTop w:val="0"/>
          <w:marBottom w:val="0"/>
          <w:divBdr>
            <w:top w:val="none" w:sz="0" w:space="0" w:color="auto"/>
            <w:left w:val="none" w:sz="0" w:space="0" w:color="auto"/>
            <w:bottom w:val="none" w:sz="0" w:space="0" w:color="auto"/>
            <w:right w:val="none" w:sz="0" w:space="0" w:color="auto"/>
          </w:divBdr>
          <w:divsChild>
            <w:div w:id="514616504">
              <w:marLeft w:val="0"/>
              <w:marRight w:val="0"/>
              <w:marTop w:val="0"/>
              <w:marBottom w:val="0"/>
              <w:divBdr>
                <w:top w:val="none" w:sz="0" w:space="0" w:color="auto"/>
                <w:left w:val="none" w:sz="0" w:space="0" w:color="auto"/>
                <w:bottom w:val="none" w:sz="0" w:space="0" w:color="auto"/>
                <w:right w:val="none" w:sz="0" w:space="0" w:color="auto"/>
              </w:divBdr>
              <w:divsChild>
                <w:div w:id="51461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16491">
      <w:marLeft w:val="0"/>
      <w:marRight w:val="0"/>
      <w:marTop w:val="0"/>
      <w:marBottom w:val="0"/>
      <w:divBdr>
        <w:top w:val="none" w:sz="0" w:space="0" w:color="auto"/>
        <w:left w:val="none" w:sz="0" w:space="0" w:color="auto"/>
        <w:bottom w:val="none" w:sz="0" w:space="0" w:color="auto"/>
        <w:right w:val="none" w:sz="0" w:space="0" w:color="auto"/>
      </w:divBdr>
      <w:divsChild>
        <w:div w:id="514616509">
          <w:marLeft w:val="0"/>
          <w:marRight w:val="0"/>
          <w:marTop w:val="0"/>
          <w:marBottom w:val="0"/>
          <w:divBdr>
            <w:top w:val="none" w:sz="0" w:space="0" w:color="auto"/>
            <w:left w:val="none" w:sz="0" w:space="0" w:color="auto"/>
            <w:bottom w:val="none" w:sz="0" w:space="0" w:color="auto"/>
            <w:right w:val="none" w:sz="0" w:space="0" w:color="auto"/>
          </w:divBdr>
          <w:divsChild>
            <w:div w:id="514616502">
              <w:marLeft w:val="0"/>
              <w:marRight w:val="0"/>
              <w:marTop w:val="0"/>
              <w:marBottom w:val="0"/>
              <w:divBdr>
                <w:top w:val="none" w:sz="0" w:space="0" w:color="auto"/>
                <w:left w:val="none" w:sz="0" w:space="0" w:color="auto"/>
                <w:bottom w:val="none" w:sz="0" w:space="0" w:color="auto"/>
                <w:right w:val="none" w:sz="0" w:space="0" w:color="auto"/>
              </w:divBdr>
              <w:divsChild>
                <w:div w:id="514616496">
                  <w:marLeft w:val="0"/>
                  <w:marRight w:val="0"/>
                  <w:marTop w:val="0"/>
                  <w:marBottom w:val="0"/>
                  <w:divBdr>
                    <w:top w:val="none" w:sz="0" w:space="0" w:color="auto"/>
                    <w:left w:val="none" w:sz="0" w:space="0" w:color="auto"/>
                    <w:bottom w:val="none" w:sz="0" w:space="0" w:color="auto"/>
                    <w:right w:val="none" w:sz="0" w:space="0" w:color="auto"/>
                  </w:divBdr>
                  <w:divsChild>
                    <w:div w:id="514616499">
                      <w:marLeft w:val="0"/>
                      <w:marRight w:val="0"/>
                      <w:marTop w:val="0"/>
                      <w:marBottom w:val="0"/>
                      <w:divBdr>
                        <w:top w:val="none" w:sz="0" w:space="0" w:color="auto"/>
                        <w:left w:val="none" w:sz="0" w:space="0" w:color="auto"/>
                        <w:bottom w:val="none" w:sz="0" w:space="0" w:color="auto"/>
                        <w:right w:val="none" w:sz="0" w:space="0" w:color="auto"/>
                      </w:divBdr>
                      <w:divsChild>
                        <w:div w:id="514616487">
                          <w:marLeft w:val="0"/>
                          <w:marRight w:val="0"/>
                          <w:marTop w:val="0"/>
                          <w:marBottom w:val="0"/>
                          <w:divBdr>
                            <w:top w:val="none" w:sz="0" w:space="0" w:color="auto"/>
                            <w:left w:val="none" w:sz="0" w:space="0" w:color="auto"/>
                            <w:bottom w:val="none" w:sz="0" w:space="0" w:color="auto"/>
                            <w:right w:val="none" w:sz="0" w:space="0" w:color="auto"/>
                          </w:divBdr>
                          <w:divsChild>
                            <w:div w:id="51461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616493">
      <w:marLeft w:val="0"/>
      <w:marRight w:val="0"/>
      <w:marTop w:val="0"/>
      <w:marBottom w:val="0"/>
      <w:divBdr>
        <w:top w:val="none" w:sz="0" w:space="0" w:color="auto"/>
        <w:left w:val="none" w:sz="0" w:space="0" w:color="auto"/>
        <w:bottom w:val="none" w:sz="0" w:space="0" w:color="auto"/>
        <w:right w:val="none" w:sz="0" w:space="0" w:color="auto"/>
      </w:divBdr>
    </w:div>
    <w:div w:id="514616503">
      <w:marLeft w:val="0"/>
      <w:marRight w:val="0"/>
      <w:marTop w:val="0"/>
      <w:marBottom w:val="0"/>
      <w:divBdr>
        <w:top w:val="none" w:sz="0" w:space="0" w:color="auto"/>
        <w:left w:val="none" w:sz="0" w:space="0" w:color="auto"/>
        <w:bottom w:val="none" w:sz="0" w:space="0" w:color="auto"/>
        <w:right w:val="none" w:sz="0" w:space="0" w:color="auto"/>
      </w:divBdr>
    </w:div>
    <w:div w:id="514616505">
      <w:marLeft w:val="0"/>
      <w:marRight w:val="0"/>
      <w:marTop w:val="0"/>
      <w:marBottom w:val="0"/>
      <w:divBdr>
        <w:top w:val="none" w:sz="0" w:space="0" w:color="auto"/>
        <w:left w:val="none" w:sz="0" w:space="0" w:color="auto"/>
        <w:bottom w:val="none" w:sz="0" w:space="0" w:color="auto"/>
        <w:right w:val="none" w:sz="0" w:space="0" w:color="auto"/>
      </w:divBdr>
      <w:divsChild>
        <w:div w:id="514616501">
          <w:marLeft w:val="0"/>
          <w:marRight w:val="0"/>
          <w:marTop w:val="0"/>
          <w:marBottom w:val="0"/>
          <w:divBdr>
            <w:top w:val="none" w:sz="0" w:space="0" w:color="auto"/>
            <w:left w:val="none" w:sz="0" w:space="0" w:color="auto"/>
            <w:bottom w:val="none" w:sz="0" w:space="0" w:color="auto"/>
            <w:right w:val="none" w:sz="0" w:space="0" w:color="auto"/>
          </w:divBdr>
          <w:divsChild>
            <w:div w:id="514616507">
              <w:marLeft w:val="0"/>
              <w:marRight w:val="0"/>
              <w:marTop w:val="0"/>
              <w:marBottom w:val="0"/>
              <w:divBdr>
                <w:top w:val="none" w:sz="0" w:space="0" w:color="auto"/>
                <w:left w:val="none" w:sz="0" w:space="0" w:color="auto"/>
                <w:bottom w:val="none" w:sz="0" w:space="0" w:color="auto"/>
                <w:right w:val="none" w:sz="0" w:space="0" w:color="auto"/>
              </w:divBdr>
              <w:divsChild>
                <w:div w:id="514616492">
                  <w:marLeft w:val="0"/>
                  <w:marRight w:val="0"/>
                  <w:marTop w:val="0"/>
                  <w:marBottom w:val="0"/>
                  <w:divBdr>
                    <w:top w:val="none" w:sz="0" w:space="0" w:color="auto"/>
                    <w:left w:val="none" w:sz="0" w:space="0" w:color="auto"/>
                    <w:bottom w:val="none" w:sz="0" w:space="0" w:color="auto"/>
                    <w:right w:val="none" w:sz="0" w:space="0" w:color="auto"/>
                  </w:divBdr>
                  <w:divsChild>
                    <w:div w:id="514616495">
                      <w:marLeft w:val="0"/>
                      <w:marRight w:val="0"/>
                      <w:marTop w:val="0"/>
                      <w:marBottom w:val="0"/>
                      <w:divBdr>
                        <w:top w:val="none" w:sz="0" w:space="0" w:color="auto"/>
                        <w:left w:val="none" w:sz="0" w:space="0" w:color="auto"/>
                        <w:bottom w:val="none" w:sz="0" w:space="0" w:color="auto"/>
                        <w:right w:val="none" w:sz="0" w:space="0" w:color="auto"/>
                      </w:divBdr>
                      <w:divsChild>
                        <w:div w:id="51461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616506">
      <w:marLeft w:val="0"/>
      <w:marRight w:val="0"/>
      <w:marTop w:val="0"/>
      <w:marBottom w:val="0"/>
      <w:divBdr>
        <w:top w:val="none" w:sz="0" w:space="0" w:color="auto"/>
        <w:left w:val="none" w:sz="0" w:space="0" w:color="auto"/>
        <w:bottom w:val="none" w:sz="0" w:space="0" w:color="auto"/>
        <w:right w:val="none" w:sz="0" w:space="0" w:color="auto"/>
      </w:divBdr>
    </w:div>
    <w:div w:id="514616510">
      <w:marLeft w:val="0"/>
      <w:marRight w:val="0"/>
      <w:marTop w:val="0"/>
      <w:marBottom w:val="0"/>
      <w:divBdr>
        <w:top w:val="none" w:sz="0" w:space="0" w:color="auto"/>
        <w:left w:val="none" w:sz="0" w:space="0" w:color="auto"/>
        <w:bottom w:val="none" w:sz="0" w:space="0" w:color="auto"/>
        <w:right w:val="none" w:sz="0" w:space="0" w:color="auto"/>
      </w:divBdr>
    </w:div>
    <w:div w:id="514616515">
      <w:marLeft w:val="0"/>
      <w:marRight w:val="0"/>
      <w:marTop w:val="0"/>
      <w:marBottom w:val="0"/>
      <w:divBdr>
        <w:top w:val="none" w:sz="0" w:space="0" w:color="auto"/>
        <w:left w:val="none" w:sz="0" w:space="0" w:color="auto"/>
        <w:bottom w:val="none" w:sz="0" w:space="0" w:color="auto"/>
        <w:right w:val="none" w:sz="0" w:space="0" w:color="auto"/>
      </w:divBdr>
      <w:divsChild>
        <w:div w:id="514616443">
          <w:marLeft w:val="0"/>
          <w:marRight w:val="0"/>
          <w:marTop w:val="0"/>
          <w:marBottom w:val="0"/>
          <w:divBdr>
            <w:top w:val="none" w:sz="0" w:space="0" w:color="auto"/>
            <w:left w:val="none" w:sz="0" w:space="0" w:color="auto"/>
            <w:bottom w:val="none" w:sz="0" w:space="0" w:color="auto"/>
            <w:right w:val="none" w:sz="0" w:space="0" w:color="auto"/>
          </w:divBdr>
          <w:divsChild>
            <w:div w:id="514616444">
              <w:marLeft w:val="0"/>
              <w:marRight w:val="0"/>
              <w:marTop w:val="0"/>
              <w:marBottom w:val="0"/>
              <w:divBdr>
                <w:top w:val="none" w:sz="0" w:space="0" w:color="auto"/>
                <w:left w:val="none" w:sz="0" w:space="0" w:color="auto"/>
                <w:bottom w:val="none" w:sz="0" w:space="0" w:color="auto"/>
                <w:right w:val="none" w:sz="0" w:space="0" w:color="auto"/>
              </w:divBdr>
              <w:divsChild>
                <w:div w:id="514616522">
                  <w:marLeft w:val="0"/>
                  <w:marRight w:val="0"/>
                  <w:marTop w:val="0"/>
                  <w:marBottom w:val="0"/>
                  <w:divBdr>
                    <w:top w:val="none" w:sz="0" w:space="0" w:color="auto"/>
                    <w:left w:val="none" w:sz="0" w:space="0" w:color="auto"/>
                    <w:bottom w:val="none" w:sz="0" w:space="0" w:color="auto"/>
                    <w:right w:val="none" w:sz="0" w:space="0" w:color="auto"/>
                  </w:divBdr>
                  <w:divsChild>
                    <w:div w:id="514616474">
                      <w:marLeft w:val="0"/>
                      <w:marRight w:val="0"/>
                      <w:marTop w:val="0"/>
                      <w:marBottom w:val="0"/>
                      <w:divBdr>
                        <w:top w:val="none" w:sz="0" w:space="0" w:color="auto"/>
                        <w:left w:val="none" w:sz="0" w:space="0" w:color="auto"/>
                        <w:bottom w:val="none" w:sz="0" w:space="0" w:color="auto"/>
                        <w:right w:val="none" w:sz="0" w:space="0" w:color="auto"/>
                      </w:divBdr>
                      <w:divsChild>
                        <w:div w:id="514616422">
                          <w:marLeft w:val="0"/>
                          <w:marRight w:val="0"/>
                          <w:marTop w:val="0"/>
                          <w:marBottom w:val="0"/>
                          <w:divBdr>
                            <w:top w:val="none" w:sz="0" w:space="0" w:color="auto"/>
                            <w:left w:val="none" w:sz="0" w:space="0" w:color="auto"/>
                            <w:bottom w:val="none" w:sz="0" w:space="0" w:color="auto"/>
                            <w:right w:val="none" w:sz="0" w:space="0" w:color="auto"/>
                          </w:divBdr>
                          <w:divsChild>
                            <w:div w:id="51461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616520">
      <w:marLeft w:val="0"/>
      <w:marRight w:val="0"/>
      <w:marTop w:val="0"/>
      <w:marBottom w:val="0"/>
      <w:divBdr>
        <w:top w:val="none" w:sz="0" w:space="0" w:color="auto"/>
        <w:left w:val="none" w:sz="0" w:space="0" w:color="auto"/>
        <w:bottom w:val="none" w:sz="0" w:space="0" w:color="auto"/>
        <w:right w:val="none" w:sz="0" w:space="0" w:color="auto"/>
      </w:divBdr>
    </w:div>
    <w:div w:id="514616523">
      <w:marLeft w:val="0"/>
      <w:marRight w:val="0"/>
      <w:marTop w:val="0"/>
      <w:marBottom w:val="0"/>
      <w:divBdr>
        <w:top w:val="none" w:sz="0" w:space="0" w:color="auto"/>
        <w:left w:val="none" w:sz="0" w:space="0" w:color="auto"/>
        <w:bottom w:val="none" w:sz="0" w:space="0" w:color="auto"/>
        <w:right w:val="none" w:sz="0" w:space="0" w:color="auto"/>
      </w:divBdr>
      <w:divsChild>
        <w:div w:id="514616465">
          <w:marLeft w:val="0"/>
          <w:marRight w:val="0"/>
          <w:marTop w:val="0"/>
          <w:marBottom w:val="0"/>
          <w:divBdr>
            <w:top w:val="none" w:sz="0" w:space="0" w:color="auto"/>
            <w:left w:val="none" w:sz="0" w:space="0" w:color="auto"/>
            <w:bottom w:val="none" w:sz="0" w:space="0" w:color="auto"/>
            <w:right w:val="none" w:sz="0" w:space="0" w:color="auto"/>
          </w:divBdr>
          <w:divsChild>
            <w:div w:id="514616526">
              <w:marLeft w:val="0"/>
              <w:marRight w:val="0"/>
              <w:marTop w:val="0"/>
              <w:marBottom w:val="0"/>
              <w:divBdr>
                <w:top w:val="none" w:sz="0" w:space="0" w:color="auto"/>
                <w:left w:val="none" w:sz="0" w:space="0" w:color="auto"/>
                <w:bottom w:val="none" w:sz="0" w:space="0" w:color="auto"/>
                <w:right w:val="none" w:sz="0" w:space="0" w:color="auto"/>
              </w:divBdr>
              <w:divsChild>
                <w:div w:id="514616455">
                  <w:marLeft w:val="0"/>
                  <w:marRight w:val="0"/>
                  <w:marTop w:val="0"/>
                  <w:marBottom w:val="0"/>
                  <w:divBdr>
                    <w:top w:val="none" w:sz="0" w:space="0" w:color="auto"/>
                    <w:left w:val="none" w:sz="0" w:space="0" w:color="auto"/>
                    <w:bottom w:val="none" w:sz="0" w:space="0" w:color="auto"/>
                    <w:right w:val="none" w:sz="0" w:space="0" w:color="auto"/>
                  </w:divBdr>
                  <w:divsChild>
                    <w:div w:id="514616514">
                      <w:marLeft w:val="0"/>
                      <w:marRight w:val="0"/>
                      <w:marTop w:val="0"/>
                      <w:marBottom w:val="0"/>
                      <w:divBdr>
                        <w:top w:val="none" w:sz="0" w:space="0" w:color="auto"/>
                        <w:left w:val="none" w:sz="0" w:space="0" w:color="auto"/>
                        <w:bottom w:val="none" w:sz="0" w:space="0" w:color="auto"/>
                        <w:right w:val="none" w:sz="0" w:space="0" w:color="auto"/>
                      </w:divBdr>
                      <w:divsChild>
                        <w:div w:id="514616528">
                          <w:marLeft w:val="0"/>
                          <w:marRight w:val="0"/>
                          <w:marTop w:val="0"/>
                          <w:marBottom w:val="0"/>
                          <w:divBdr>
                            <w:top w:val="none" w:sz="0" w:space="0" w:color="auto"/>
                            <w:left w:val="none" w:sz="0" w:space="0" w:color="auto"/>
                            <w:bottom w:val="none" w:sz="0" w:space="0" w:color="auto"/>
                            <w:right w:val="none" w:sz="0" w:space="0" w:color="auto"/>
                          </w:divBdr>
                          <w:divsChild>
                            <w:div w:id="514616425">
                              <w:marLeft w:val="0"/>
                              <w:marRight w:val="0"/>
                              <w:marTop w:val="0"/>
                              <w:marBottom w:val="0"/>
                              <w:divBdr>
                                <w:top w:val="none" w:sz="0" w:space="0" w:color="auto"/>
                                <w:left w:val="none" w:sz="0" w:space="0" w:color="auto"/>
                                <w:bottom w:val="none" w:sz="0" w:space="0" w:color="auto"/>
                                <w:right w:val="none" w:sz="0" w:space="0" w:color="auto"/>
                              </w:divBdr>
                              <w:divsChild>
                                <w:div w:id="514616525">
                                  <w:marLeft w:val="0"/>
                                  <w:marRight w:val="0"/>
                                  <w:marTop w:val="0"/>
                                  <w:marBottom w:val="0"/>
                                  <w:divBdr>
                                    <w:top w:val="none" w:sz="0" w:space="0" w:color="auto"/>
                                    <w:left w:val="none" w:sz="0" w:space="0" w:color="auto"/>
                                    <w:bottom w:val="none" w:sz="0" w:space="0" w:color="auto"/>
                                    <w:right w:val="none" w:sz="0" w:space="0" w:color="auto"/>
                                  </w:divBdr>
                                  <w:divsChild>
                                    <w:div w:id="514616446">
                                      <w:marLeft w:val="0"/>
                                      <w:marRight w:val="0"/>
                                      <w:marTop w:val="0"/>
                                      <w:marBottom w:val="0"/>
                                      <w:divBdr>
                                        <w:top w:val="none" w:sz="0" w:space="0" w:color="auto"/>
                                        <w:left w:val="none" w:sz="0" w:space="0" w:color="auto"/>
                                        <w:bottom w:val="none" w:sz="0" w:space="0" w:color="auto"/>
                                        <w:right w:val="none" w:sz="0" w:space="0" w:color="auto"/>
                                      </w:divBdr>
                                      <w:divsChild>
                                        <w:div w:id="5146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4616527">
      <w:marLeft w:val="0"/>
      <w:marRight w:val="0"/>
      <w:marTop w:val="0"/>
      <w:marBottom w:val="0"/>
      <w:divBdr>
        <w:top w:val="none" w:sz="0" w:space="0" w:color="auto"/>
        <w:left w:val="none" w:sz="0" w:space="0" w:color="auto"/>
        <w:bottom w:val="none" w:sz="0" w:space="0" w:color="auto"/>
        <w:right w:val="none" w:sz="0" w:space="0" w:color="auto"/>
      </w:divBdr>
    </w:div>
    <w:div w:id="514616529">
      <w:marLeft w:val="0"/>
      <w:marRight w:val="0"/>
      <w:marTop w:val="0"/>
      <w:marBottom w:val="0"/>
      <w:divBdr>
        <w:top w:val="none" w:sz="0" w:space="0" w:color="auto"/>
        <w:left w:val="none" w:sz="0" w:space="0" w:color="auto"/>
        <w:bottom w:val="none" w:sz="0" w:space="0" w:color="auto"/>
        <w:right w:val="none" w:sz="0" w:space="0" w:color="auto"/>
      </w:divBdr>
    </w:div>
    <w:div w:id="514616536">
      <w:marLeft w:val="0"/>
      <w:marRight w:val="0"/>
      <w:marTop w:val="0"/>
      <w:marBottom w:val="0"/>
      <w:divBdr>
        <w:top w:val="none" w:sz="0" w:space="0" w:color="auto"/>
        <w:left w:val="none" w:sz="0" w:space="0" w:color="auto"/>
        <w:bottom w:val="none" w:sz="0" w:space="0" w:color="auto"/>
        <w:right w:val="none" w:sz="0" w:space="0" w:color="auto"/>
      </w:divBdr>
    </w:div>
    <w:div w:id="514616537">
      <w:marLeft w:val="0"/>
      <w:marRight w:val="0"/>
      <w:marTop w:val="0"/>
      <w:marBottom w:val="0"/>
      <w:divBdr>
        <w:top w:val="none" w:sz="0" w:space="0" w:color="auto"/>
        <w:left w:val="none" w:sz="0" w:space="0" w:color="auto"/>
        <w:bottom w:val="none" w:sz="0" w:space="0" w:color="auto"/>
        <w:right w:val="none" w:sz="0" w:space="0" w:color="auto"/>
      </w:divBdr>
    </w:div>
    <w:div w:id="514616538">
      <w:marLeft w:val="0"/>
      <w:marRight w:val="0"/>
      <w:marTop w:val="0"/>
      <w:marBottom w:val="0"/>
      <w:divBdr>
        <w:top w:val="none" w:sz="0" w:space="0" w:color="auto"/>
        <w:left w:val="none" w:sz="0" w:space="0" w:color="auto"/>
        <w:bottom w:val="none" w:sz="0" w:space="0" w:color="auto"/>
        <w:right w:val="none" w:sz="0" w:space="0" w:color="auto"/>
      </w:divBdr>
    </w:div>
    <w:div w:id="514616539">
      <w:marLeft w:val="0"/>
      <w:marRight w:val="0"/>
      <w:marTop w:val="0"/>
      <w:marBottom w:val="0"/>
      <w:divBdr>
        <w:top w:val="none" w:sz="0" w:space="0" w:color="auto"/>
        <w:left w:val="none" w:sz="0" w:space="0" w:color="auto"/>
        <w:bottom w:val="none" w:sz="0" w:space="0" w:color="auto"/>
        <w:right w:val="none" w:sz="0" w:space="0" w:color="auto"/>
      </w:divBdr>
    </w:div>
    <w:div w:id="514616541">
      <w:marLeft w:val="0"/>
      <w:marRight w:val="0"/>
      <w:marTop w:val="0"/>
      <w:marBottom w:val="0"/>
      <w:divBdr>
        <w:top w:val="none" w:sz="0" w:space="0" w:color="auto"/>
        <w:left w:val="none" w:sz="0" w:space="0" w:color="auto"/>
        <w:bottom w:val="none" w:sz="0" w:space="0" w:color="auto"/>
        <w:right w:val="none" w:sz="0" w:space="0" w:color="auto"/>
      </w:divBdr>
    </w:div>
    <w:div w:id="514616542">
      <w:marLeft w:val="0"/>
      <w:marRight w:val="0"/>
      <w:marTop w:val="0"/>
      <w:marBottom w:val="0"/>
      <w:divBdr>
        <w:top w:val="none" w:sz="0" w:space="0" w:color="auto"/>
        <w:left w:val="none" w:sz="0" w:space="0" w:color="auto"/>
        <w:bottom w:val="none" w:sz="0" w:space="0" w:color="auto"/>
        <w:right w:val="none" w:sz="0" w:space="0" w:color="auto"/>
      </w:divBdr>
      <w:divsChild>
        <w:div w:id="514616535">
          <w:marLeft w:val="0"/>
          <w:marRight w:val="0"/>
          <w:marTop w:val="0"/>
          <w:marBottom w:val="0"/>
          <w:divBdr>
            <w:top w:val="none" w:sz="0" w:space="0" w:color="auto"/>
            <w:left w:val="none" w:sz="0" w:space="0" w:color="auto"/>
            <w:bottom w:val="none" w:sz="0" w:space="0" w:color="auto"/>
            <w:right w:val="none" w:sz="0" w:space="0" w:color="auto"/>
          </w:divBdr>
          <w:divsChild>
            <w:div w:id="514616416">
              <w:marLeft w:val="0"/>
              <w:marRight w:val="0"/>
              <w:marTop w:val="0"/>
              <w:marBottom w:val="0"/>
              <w:divBdr>
                <w:top w:val="none" w:sz="0" w:space="0" w:color="auto"/>
                <w:left w:val="none" w:sz="0" w:space="0" w:color="auto"/>
                <w:bottom w:val="none" w:sz="0" w:space="0" w:color="auto"/>
                <w:right w:val="none" w:sz="0" w:space="0" w:color="auto"/>
              </w:divBdr>
              <w:divsChild>
                <w:div w:id="514616417">
                  <w:marLeft w:val="0"/>
                  <w:marRight w:val="0"/>
                  <w:marTop w:val="0"/>
                  <w:marBottom w:val="0"/>
                  <w:divBdr>
                    <w:top w:val="none" w:sz="0" w:space="0" w:color="auto"/>
                    <w:left w:val="none" w:sz="0" w:space="0" w:color="auto"/>
                    <w:bottom w:val="none" w:sz="0" w:space="0" w:color="auto"/>
                    <w:right w:val="none" w:sz="0" w:space="0" w:color="auto"/>
                  </w:divBdr>
                  <w:divsChild>
                    <w:div w:id="514616540">
                      <w:marLeft w:val="0"/>
                      <w:marRight w:val="0"/>
                      <w:marTop w:val="0"/>
                      <w:marBottom w:val="0"/>
                      <w:divBdr>
                        <w:top w:val="none" w:sz="0" w:space="0" w:color="auto"/>
                        <w:left w:val="none" w:sz="0" w:space="0" w:color="auto"/>
                        <w:bottom w:val="none" w:sz="0" w:space="0" w:color="auto"/>
                        <w:right w:val="none" w:sz="0" w:space="0" w:color="auto"/>
                      </w:divBdr>
                      <w:divsChild>
                        <w:div w:id="514616418">
                          <w:marLeft w:val="0"/>
                          <w:marRight w:val="0"/>
                          <w:marTop w:val="0"/>
                          <w:marBottom w:val="0"/>
                          <w:divBdr>
                            <w:top w:val="none" w:sz="0" w:space="0" w:color="auto"/>
                            <w:left w:val="none" w:sz="0" w:space="0" w:color="auto"/>
                            <w:bottom w:val="none" w:sz="0" w:space="0" w:color="auto"/>
                            <w:right w:val="none" w:sz="0" w:space="0" w:color="auto"/>
                          </w:divBdr>
                          <w:divsChild>
                            <w:div w:id="51461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616543">
      <w:marLeft w:val="0"/>
      <w:marRight w:val="0"/>
      <w:marTop w:val="0"/>
      <w:marBottom w:val="0"/>
      <w:divBdr>
        <w:top w:val="none" w:sz="0" w:space="0" w:color="auto"/>
        <w:left w:val="none" w:sz="0" w:space="0" w:color="auto"/>
        <w:bottom w:val="none" w:sz="0" w:space="0" w:color="auto"/>
        <w:right w:val="none" w:sz="0" w:space="0" w:color="auto"/>
      </w:divBdr>
    </w:div>
    <w:div w:id="514616544">
      <w:marLeft w:val="0"/>
      <w:marRight w:val="0"/>
      <w:marTop w:val="0"/>
      <w:marBottom w:val="0"/>
      <w:divBdr>
        <w:top w:val="none" w:sz="0" w:space="0" w:color="auto"/>
        <w:left w:val="none" w:sz="0" w:space="0" w:color="auto"/>
        <w:bottom w:val="none" w:sz="0" w:space="0" w:color="auto"/>
        <w:right w:val="none" w:sz="0" w:space="0" w:color="auto"/>
      </w:divBdr>
    </w:div>
    <w:div w:id="941255751">
      <w:bodyDiv w:val="1"/>
      <w:marLeft w:val="0"/>
      <w:marRight w:val="0"/>
      <w:marTop w:val="0"/>
      <w:marBottom w:val="0"/>
      <w:divBdr>
        <w:top w:val="none" w:sz="0" w:space="0" w:color="auto"/>
        <w:left w:val="none" w:sz="0" w:space="0" w:color="auto"/>
        <w:bottom w:val="none" w:sz="0" w:space="0" w:color="auto"/>
        <w:right w:val="none" w:sz="0" w:space="0" w:color="auto"/>
      </w:divBdr>
      <w:divsChild>
        <w:div w:id="1491560950">
          <w:marLeft w:val="0"/>
          <w:marRight w:val="0"/>
          <w:marTop w:val="300"/>
          <w:marBottom w:val="0"/>
          <w:divBdr>
            <w:top w:val="none" w:sz="0" w:space="0" w:color="auto"/>
            <w:left w:val="none" w:sz="0" w:space="0" w:color="auto"/>
            <w:bottom w:val="none" w:sz="0" w:space="0" w:color="auto"/>
            <w:right w:val="none" w:sz="0" w:space="0" w:color="auto"/>
          </w:divBdr>
          <w:divsChild>
            <w:div w:id="1712069289">
              <w:marLeft w:val="0"/>
              <w:marRight w:val="300"/>
              <w:marTop w:val="0"/>
              <w:marBottom w:val="0"/>
              <w:divBdr>
                <w:top w:val="none" w:sz="0" w:space="0" w:color="auto"/>
                <w:left w:val="none" w:sz="0" w:space="0" w:color="auto"/>
                <w:bottom w:val="none" w:sz="0" w:space="0" w:color="auto"/>
                <w:right w:val="none" w:sz="0" w:space="0" w:color="auto"/>
              </w:divBdr>
              <w:divsChild>
                <w:div w:id="76283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033083">
      <w:bodyDiv w:val="1"/>
      <w:marLeft w:val="0"/>
      <w:marRight w:val="0"/>
      <w:marTop w:val="0"/>
      <w:marBottom w:val="0"/>
      <w:divBdr>
        <w:top w:val="none" w:sz="0" w:space="0" w:color="auto"/>
        <w:left w:val="none" w:sz="0" w:space="0" w:color="auto"/>
        <w:bottom w:val="none" w:sz="0" w:space="0" w:color="auto"/>
        <w:right w:val="none" w:sz="0" w:space="0" w:color="auto"/>
      </w:divBdr>
      <w:divsChild>
        <w:div w:id="1754005950">
          <w:marLeft w:val="0"/>
          <w:marRight w:val="0"/>
          <w:marTop w:val="0"/>
          <w:marBottom w:val="0"/>
          <w:divBdr>
            <w:top w:val="none" w:sz="0" w:space="0" w:color="auto"/>
            <w:left w:val="none" w:sz="0" w:space="0" w:color="auto"/>
            <w:bottom w:val="none" w:sz="0" w:space="0" w:color="auto"/>
            <w:right w:val="none" w:sz="0" w:space="0" w:color="auto"/>
          </w:divBdr>
          <w:divsChild>
            <w:div w:id="211550524">
              <w:marLeft w:val="0"/>
              <w:marRight w:val="0"/>
              <w:marTop w:val="0"/>
              <w:marBottom w:val="0"/>
              <w:divBdr>
                <w:top w:val="none" w:sz="0" w:space="0" w:color="auto"/>
                <w:left w:val="none" w:sz="0" w:space="0" w:color="auto"/>
                <w:bottom w:val="none" w:sz="0" w:space="0" w:color="auto"/>
                <w:right w:val="none" w:sz="0" w:space="0" w:color="auto"/>
              </w:divBdr>
              <w:divsChild>
                <w:div w:id="946235686">
                  <w:marLeft w:val="0"/>
                  <w:marRight w:val="0"/>
                  <w:marTop w:val="0"/>
                  <w:marBottom w:val="0"/>
                  <w:divBdr>
                    <w:top w:val="none" w:sz="0" w:space="0" w:color="auto"/>
                    <w:left w:val="none" w:sz="0" w:space="0" w:color="auto"/>
                    <w:bottom w:val="none" w:sz="0" w:space="0" w:color="auto"/>
                    <w:right w:val="none" w:sz="0" w:space="0" w:color="auto"/>
                  </w:divBdr>
                  <w:divsChild>
                    <w:div w:id="2079474787">
                      <w:marLeft w:val="0"/>
                      <w:marRight w:val="0"/>
                      <w:marTop w:val="0"/>
                      <w:marBottom w:val="0"/>
                      <w:divBdr>
                        <w:top w:val="none" w:sz="0" w:space="0" w:color="auto"/>
                        <w:left w:val="none" w:sz="0" w:space="0" w:color="auto"/>
                        <w:bottom w:val="none" w:sz="0" w:space="0" w:color="auto"/>
                        <w:right w:val="none" w:sz="0" w:space="0" w:color="auto"/>
                      </w:divBdr>
                      <w:divsChild>
                        <w:div w:id="562105818">
                          <w:marLeft w:val="0"/>
                          <w:marRight w:val="0"/>
                          <w:marTop w:val="0"/>
                          <w:marBottom w:val="0"/>
                          <w:divBdr>
                            <w:top w:val="none" w:sz="0" w:space="0" w:color="auto"/>
                            <w:left w:val="none" w:sz="0" w:space="0" w:color="auto"/>
                            <w:bottom w:val="none" w:sz="0" w:space="0" w:color="auto"/>
                            <w:right w:val="none" w:sz="0" w:space="0" w:color="auto"/>
                          </w:divBdr>
                          <w:divsChild>
                            <w:div w:id="1040664021">
                              <w:marLeft w:val="0"/>
                              <w:marRight w:val="0"/>
                              <w:marTop w:val="0"/>
                              <w:marBottom w:val="0"/>
                              <w:divBdr>
                                <w:top w:val="none" w:sz="0" w:space="0" w:color="auto"/>
                                <w:left w:val="none" w:sz="0" w:space="0" w:color="auto"/>
                                <w:bottom w:val="none" w:sz="0" w:space="0" w:color="auto"/>
                                <w:right w:val="none" w:sz="0" w:space="0" w:color="auto"/>
                              </w:divBdr>
                              <w:divsChild>
                                <w:div w:id="178981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765293">
      <w:bodyDiv w:val="1"/>
      <w:marLeft w:val="0"/>
      <w:marRight w:val="0"/>
      <w:marTop w:val="0"/>
      <w:marBottom w:val="0"/>
      <w:divBdr>
        <w:top w:val="none" w:sz="0" w:space="0" w:color="auto"/>
        <w:left w:val="none" w:sz="0" w:space="0" w:color="auto"/>
        <w:bottom w:val="none" w:sz="0" w:space="0" w:color="auto"/>
        <w:right w:val="none" w:sz="0" w:space="0" w:color="auto"/>
      </w:divBdr>
      <w:divsChild>
        <w:div w:id="1639651832">
          <w:marLeft w:val="0"/>
          <w:marRight w:val="0"/>
          <w:marTop w:val="300"/>
          <w:marBottom w:val="0"/>
          <w:divBdr>
            <w:top w:val="none" w:sz="0" w:space="0" w:color="auto"/>
            <w:left w:val="none" w:sz="0" w:space="0" w:color="auto"/>
            <w:bottom w:val="none" w:sz="0" w:space="0" w:color="auto"/>
            <w:right w:val="none" w:sz="0" w:space="0" w:color="auto"/>
          </w:divBdr>
          <w:divsChild>
            <w:div w:id="1267039026">
              <w:marLeft w:val="0"/>
              <w:marRight w:val="300"/>
              <w:marTop w:val="0"/>
              <w:marBottom w:val="0"/>
              <w:divBdr>
                <w:top w:val="none" w:sz="0" w:space="0" w:color="auto"/>
                <w:left w:val="none" w:sz="0" w:space="0" w:color="auto"/>
                <w:bottom w:val="none" w:sz="0" w:space="0" w:color="auto"/>
                <w:right w:val="none" w:sz="0" w:space="0" w:color="auto"/>
              </w:divBdr>
              <w:divsChild>
                <w:div w:id="99361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976478">
      <w:bodyDiv w:val="1"/>
      <w:marLeft w:val="0"/>
      <w:marRight w:val="0"/>
      <w:marTop w:val="0"/>
      <w:marBottom w:val="0"/>
      <w:divBdr>
        <w:top w:val="none" w:sz="0" w:space="0" w:color="auto"/>
        <w:left w:val="none" w:sz="0" w:space="0" w:color="auto"/>
        <w:bottom w:val="none" w:sz="0" w:space="0" w:color="auto"/>
        <w:right w:val="none" w:sz="0" w:space="0" w:color="auto"/>
      </w:divBdr>
    </w:div>
    <w:div w:id="1870291658">
      <w:bodyDiv w:val="1"/>
      <w:marLeft w:val="0"/>
      <w:marRight w:val="0"/>
      <w:marTop w:val="0"/>
      <w:marBottom w:val="0"/>
      <w:divBdr>
        <w:top w:val="none" w:sz="0" w:space="0" w:color="auto"/>
        <w:left w:val="none" w:sz="0" w:space="0" w:color="auto"/>
        <w:bottom w:val="none" w:sz="0" w:space="0" w:color="auto"/>
        <w:right w:val="none" w:sz="0" w:space="0" w:color="auto"/>
      </w:divBdr>
      <w:divsChild>
        <w:div w:id="512649359">
          <w:marLeft w:val="0"/>
          <w:marRight w:val="0"/>
          <w:marTop w:val="0"/>
          <w:marBottom w:val="0"/>
          <w:divBdr>
            <w:top w:val="none" w:sz="0" w:space="0" w:color="auto"/>
            <w:left w:val="none" w:sz="0" w:space="0" w:color="auto"/>
            <w:bottom w:val="none" w:sz="0" w:space="0" w:color="auto"/>
            <w:right w:val="none" w:sz="0" w:space="0" w:color="auto"/>
          </w:divBdr>
          <w:divsChild>
            <w:div w:id="1627350517">
              <w:marLeft w:val="0"/>
              <w:marRight w:val="0"/>
              <w:marTop w:val="0"/>
              <w:marBottom w:val="0"/>
              <w:divBdr>
                <w:top w:val="none" w:sz="0" w:space="0" w:color="auto"/>
                <w:left w:val="none" w:sz="0" w:space="0" w:color="auto"/>
                <w:bottom w:val="none" w:sz="0" w:space="0" w:color="auto"/>
                <w:right w:val="none" w:sz="0" w:space="0" w:color="auto"/>
              </w:divBdr>
              <w:divsChild>
                <w:div w:id="1242106923">
                  <w:marLeft w:val="0"/>
                  <w:marRight w:val="0"/>
                  <w:marTop w:val="0"/>
                  <w:marBottom w:val="0"/>
                  <w:divBdr>
                    <w:top w:val="none" w:sz="0" w:space="0" w:color="auto"/>
                    <w:left w:val="none" w:sz="0" w:space="0" w:color="auto"/>
                    <w:bottom w:val="none" w:sz="0" w:space="0" w:color="auto"/>
                    <w:right w:val="none" w:sz="0" w:space="0" w:color="auto"/>
                  </w:divBdr>
                  <w:divsChild>
                    <w:div w:id="2078698899">
                      <w:marLeft w:val="0"/>
                      <w:marRight w:val="0"/>
                      <w:marTop w:val="0"/>
                      <w:marBottom w:val="0"/>
                      <w:divBdr>
                        <w:top w:val="none" w:sz="0" w:space="0" w:color="auto"/>
                        <w:left w:val="none" w:sz="0" w:space="0" w:color="auto"/>
                        <w:bottom w:val="none" w:sz="0" w:space="0" w:color="auto"/>
                        <w:right w:val="none" w:sz="0" w:space="0" w:color="auto"/>
                      </w:divBdr>
                      <w:divsChild>
                        <w:div w:id="1234437610">
                          <w:marLeft w:val="0"/>
                          <w:marRight w:val="0"/>
                          <w:marTop w:val="0"/>
                          <w:marBottom w:val="0"/>
                          <w:divBdr>
                            <w:top w:val="none" w:sz="0" w:space="0" w:color="auto"/>
                            <w:left w:val="none" w:sz="0" w:space="0" w:color="auto"/>
                            <w:bottom w:val="none" w:sz="0" w:space="0" w:color="auto"/>
                            <w:right w:val="none" w:sz="0" w:space="0" w:color="auto"/>
                          </w:divBdr>
                          <w:divsChild>
                            <w:div w:id="1164708129">
                              <w:marLeft w:val="0"/>
                              <w:marRight w:val="0"/>
                              <w:marTop w:val="0"/>
                              <w:marBottom w:val="0"/>
                              <w:divBdr>
                                <w:top w:val="none" w:sz="0" w:space="0" w:color="auto"/>
                                <w:left w:val="none" w:sz="0" w:space="0" w:color="auto"/>
                                <w:bottom w:val="none" w:sz="0" w:space="0" w:color="auto"/>
                                <w:right w:val="none" w:sz="0" w:space="0" w:color="auto"/>
                              </w:divBdr>
                              <w:divsChild>
                                <w:div w:id="11785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17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bosch-stiftung.de" TargetMode="External"/><Relationship Id="rId4" Type="http://schemas.microsoft.com/office/2007/relationships/stylesWithEffects" Target="stylesWithEffects.xml"/><Relationship Id="rId9" Type="http://schemas.openxmlformats.org/officeDocument/2006/relationships/hyperlink" Target="http://www.rbk.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E4982-F57B-4BB1-B153-25996B5C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5795739E</Template>
  <TotalTime>0</TotalTime>
  <Pages>5</Pages>
  <Words>1192</Words>
  <Characters>8481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Pressemitteilung</vt:lpstr>
    </vt:vector>
  </TitlesOfParts>
  <Manager>Marlies.Kepp@rbk.de</Manager>
  <Company>Robert-Bosch-Krankenhaus</Company>
  <LinksUpToDate>false</LinksUpToDate>
  <CharactersWithSpaces>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RBK</dc:creator>
  <cp:lastModifiedBy>Pötter, Christiane</cp:lastModifiedBy>
  <cp:revision>10</cp:revision>
  <cp:lastPrinted>2019-04-03T08:00:00Z</cp:lastPrinted>
  <dcterms:created xsi:type="dcterms:W3CDTF">2019-04-08T12:34:00Z</dcterms:created>
  <dcterms:modified xsi:type="dcterms:W3CDTF">2019-04-09T10:41:00Z</dcterms:modified>
</cp:coreProperties>
</file>