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9554" w:type="dxa"/>
        <w:tblLayout w:type="fixed"/>
        <w:tblLook w:val="04A0" w:firstRow="1" w:lastRow="0" w:firstColumn="1" w:lastColumn="0" w:noHBand="0" w:noVBand="1"/>
      </w:tblPr>
      <w:tblGrid>
        <w:gridCol w:w="3289"/>
        <w:gridCol w:w="4508"/>
        <w:gridCol w:w="1757"/>
      </w:tblGrid>
      <w:tr w:rsidR="000D04CF" w:rsidRPr="00CA41C6" w14:paraId="55A6A9E8" w14:textId="77777777" w:rsidTr="00C33F92">
        <w:trPr>
          <w:trHeight w:hRule="exact" w:val="3402"/>
        </w:trPr>
        <w:tc>
          <w:tcPr>
            <w:tcW w:w="3289" w:type="dxa"/>
          </w:tcPr>
          <w:p w14:paraId="4FAAEC04" w14:textId="77777777" w:rsidR="000D04CF" w:rsidRPr="00C33F92" w:rsidRDefault="000D04CF" w:rsidP="00C33F92">
            <w:pPr>
              <w:pStyle w:val="Titel"/>
            </w:pPr>
          </w:p>
        </w:tc>
        <w:tc>
          <w:tcPr>
            <w:tcW w:w="6265" w:type="dxa"/>
            <w:gridSpan w:val="2"/>
          </w:tcPr>
          <w:p w14:paraId="6B2D2733" w14:textId="77777777" w:rsidR="000D04CF" w:rsidRPr="00CA41C6" w:rsidRDefault="00400804" w:rsidP="00706727">
            <w:pPr>
              <w:pStyle w:val="Titel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Titel der Urkund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Titel der Urkunde</w:t>
            </w:r>
            <w:r>
              <w:fldChar w:fldCharType="end"/>
            </w:r>
          </w:p>
          <w:p w14:paraId="3E45AFE3" w14:textId="77777777" w:rsidR="000D04CF" w:rsidRPr="00CA41C6" w:rsidRDefault="00400804" w:rsidP="00706727">
            <w:pPr>
              <w:pStyle w:val="Untertitel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Untertitel der Urkund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Untertitel der Urkunde</w:t>
            </w:r>
            <w:r>
              <w:fldChar w:fldCharType="end"/>
            </w:r>
          </w:p>
          <w:p w14:paraId="127961B9" w14:textId="77777777" w:rsidR="000D04CF" w:rsidRPr="000D04CF" w:rsidRDefault="00400804" w:rsidP="00F61AC0">
            <w:pPr>
              <w:pStyle w:val="Einleitung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Einleitungstext, Hinweis, Veranstaltung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Einleitungstext, Hinweis, Veranstaltung</w:t>
            </w:r>
            <w:r>
              <w:fldChar w:fldCharType="end"/>
            </w:r>
          </w:p>
        </w:tc>
      </w:tr>
      <w:tr w:rsidR="00920D03" w:rsidRPr="00920D03" w14:paraId="502134A0" w14:textId="77777777" w:rsidTr="00823936">
        <w:trPr>
          <w:trHeight w:hRule="exact" w:val="1843"/>
        </w:trPr>
        <w:tc>
          <w:tcPr>
            <w:tcW w:w="7797" w:type="dxa"/>
            <w:gridSpan w:val="2"/>
            <w:tcBorders>
              <w:bottom w:val="single" w:sz="4" w:space="0" w:color="auto"/>
            </w:tcBorders>
            <w:tcMar>
              <w:top w:w="102" w:type="dxa"/>
              <w:bottom w:w="96" w:type="dxa"/>
            </w:tcMar>
            <w:vAlign w:val="bottom"/>
          </w:tcPr>
          <w:p w14:paraId="75D10FDB" w14:textId="77777777" w:rsidR="0010785B" w:rsidRPr="00920D03" w:rsidRDefault="00920D03" w:rsidP="00F61AC0">
            <w:pPr>
              <w:pStyle w:val="Name"/>
            </w:pPr>
            <w:r w:rsidRPr="00920D03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0" distR="0" simplePos="0" relativeHeight="251661312" behindDoc="0" locked="0" layoutInCell="0" allowOverlap="1" wp14:anchorId="2CED0D26" wp14:editId="1D1E2B52">
                      <wp:simplePos x="0" y="0"/>
                      <wp:positionH relativeFrom="page">
                        <wp:posOffset>7127875</wp:posOffset>
                      </wp:positionH>
                      <wp:positionV relativeFrom="page">
                        <wp:posOffset>0</wp:posOffset>
                      </wp:positionV>
                      <wp:extent cx="0" cy="10692130"/>
                      <wp:effectExtent l="0" t="0" r="19050" b="33020"/>
                      <wp:wrapNone/>
                      <wp:docPr id="3" name="MyTbVLine_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692130"/>
                              </a:xfrm>
                              <a:prstGeom prst="line">
                                <a:avLst/>
                              </a:prstGeom>
                              <a:ln w="1270" cap="flat" cmpd="sng" algn="ctr">
                                <a:solidFill>
                                  <a:srgbClr val="008080"/>
                                </a:solidFill>
                                <a:prstDash val="solid"/>
                                <a:miter lim="800000"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B0B621" id="MyTbVLine_Straight Connector 3" o:spid="_x0000_s1026" style="position:absolute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 from="561.25pt,0" to="561.25pt,8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" o:allowincell="f" strokecolor="teal" strokeweight=".1pt">
                      <v:stroke joinstyle="miter"/>
                      <w10:wrap anchorx="page" anchory="page"/>
                    </v:line>
                  </w:pict>
                </mc:Fallback>
              </mc:AlternateContent>
            </w:r>
            <w:r w:rsidR="00F61AC0">
              <w:fldChar w:fldCharType="begin">
                <w:ffData>
                  <w:name w:val=""/>
                  <w:enabled/>
                  <w:calcOnExit w:val="0"/>
                  <w:textInput>
                    <w:default w:val="Vorname Name"/>
                  </w:textInput>
                </w:ffData>
              </w:fldChar>
            </w:r>
            <w:r w:rsidR="00F61AC0">
              <w:instrText xml:space="preserve"> FORMTEXT </w:instrText>
            </w:r>
            <w:r w:rsidR="00F61AC0">
              <w:fldChar w:fldCharType="separate"/>
            </w:r>
            <w:r w:rsidR="00F61AC0">
              <w:rPr>
                <w:noProof/>
              </w:rPr>
              <w:t>Vorname Name</w:t>
            </w:r>
            <w:r w:rsidR="00F61AC0">
              <w:fldChar w:fldCharType="end"/>
            </w:r>
          </w:p>
        </w:tc>
        <w:tc>
          <w:tcPr>
            <w:tcW w:w="1757" w:type="dxa"/>
            <w:tcMar>
              <w:top w:w="102" w:type="dxa"/>
              <w:bottom w:w="96" w:type="dxa"/>
            </w:tcMar>
            <w:vAlign w:val="bottom"/>
          </w:tcPr>
          <w:p w14:paraId="705A37F2" w14:textId="77777777" w:rsidR="00920D03" w:rsidRPr="00920D03" w:rsidRDefault="00920D03" w:rsidP="00920D03">
            <w:pPr>
              <w:pStyle w:val="Name"/>
            </w:pPr>
          </w:p>
        </w:tc>
      </w:tr>
      <w:tr w:rsidR="006D19B8" w:rsidRPr="00B41658" w14:paraId="6E6774B0" w14:textId="77777777" w:rsidTr="006A112B">
        <w:trPr>
          <w:trHeight w:hRule="exact" w:val="102"/>
        </w:trPr>
        <w:tc>
          <w:tcPr>
            <w:tcW w:w="7797" w:type="dxa"/>
            <w:gridSpan w:val="2"/>
            <w:tcBorders>
              <w:top w:val="single" w:sz="4" w:space="0" w:color="auto"/>
            </w:tcBorders>
            <w:tcMar>
              <w:bottom w:w="57" w:type="dxa"/>
            </w:tcMar>
          </w:tcPr>
          <w:p w14:paraId="24ECC5C1" w14:textId="77777777" w:rsidR="006D19B8" w:rsidRPr="00B41658" w:rsidRDefault="006D19B8" w:rsidP="00B41658">
            <w:pPr>
              <w:pStyle w:val="blanc"/>
            </w:pPr>
          </w:p>
        </w:tc>
        <w:tc>
          <w:tcPr>
            <w:tcW w:w="1757" w:type="dxa"/>
          </w:tcPr>
          <w:p w14:paraId="2A6B389C" w14:textId="77777777" w:rsidR="006D19B8" w:rsidRPr="00B41658" w:rsidRDefault="006D19B8" w:rsidP="00B41658">
            <w:pPr>
              <w:pStyle w:val="blanc"/>
            </w:pPr>
          </w:p>
        </w:tc>
      </w:tr>
    </w:tbl>
    <w:p w14:paraId="11F470BD" w14:textId="77777777" w:rsidR="004C06D0" w:rsidRDefault="00400804" w:rsidP="00400804">
      <w:r>
        <w:rPr>
          <w:noProof/>
          <w:lang w:eastAsia="de-DE"/>
        </w:rPr>
        <w:fldChar w:fldCharType="begin">
          <w:ffData>
            <w:name w:val=""/>
            <w:enabled/>
            <w:calcOnExit w:val="0"/>
            <w:textInput>
              <w:default w:val="Textbeginn ..."/>
            </w:textInput>
          </w:ffData>
        </w:fldChar>
      </w:r>
      <w:r>
        <w:rPr>
          <w:noProof/>
          <w:lang w:eastAsia="de-DE"/>
        </w:rPr>
        <w:instrText xml:space="preserve"> FORMTEXT </w:instrText>
      </w:r>
      <w:r>
        <w:rPr>
          <w:noProof/>
          <w:lang w:eastAsia="de-DE"/>
        </w:rPr>
      </w:r>
      <w:r>
        <w:rPr>
          <w:noProof/>
          <w:lang w:eastAsia="de-DE"/>
        </w:rPr>
        <w:fldChar w:fldCharType="separate"/>
      </w:r>
      <w:r>
        <w:rPr>
          <w:noProof/>
          <w:lang w:eastAsia="de-DE"/>
        </w:rPr>
        <w:t>Textbeginn ...</w:t>
      </w:r>
      <w:r>
        <w:rPr>
          <w:noProof/>
          <w:lang w:eastAsia="de-DE"/>
        </w:rPr>
        <w:fldChar w:fldCharType="end"/>
      </w:r>
    </w:p>
    <w:p w14:paraId="6995AC3E" w14:textId="77777777" w:rsidR="00B41658" w:rsidRDefault="00B41658" w:rsidP="00B41658"/>
    <w:p w14:paraId="2DFDBF76" w14:textId="77777777" w:rsidR="00B41658" w:rsidRDefault="00B41658" w:rsidP="00B41658"/>
    <w:p w14:paraId="7AA6CBC9" w14:textId="49EF0EF0" w:rsidR="00B41658" w:rsidRDefault="00B41658" w:rsidP="00B41658"/>
    <w:p w14:paraId="731CFA35" w14:textId="100C294F" w:rsidR="00065C51" w:rsidRDefault="00065C51" w:rsidP="00B41658">
      <w:r>
        <w:fldChar w:fldCharType="begin">
          <w:ffData>
            <w:name w:val=""/>
            <w:enabled/>
            <w:calcOnExit w:val="0"/>
            <w:textInput>
              <w:default w:val="Ort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Ort</w:t>
      </w:r>
      <w:r>
        <w:fldChar w:fldCharType="end"/>
      </w:r>
      <w:r w:rsidRPr="00B41658">
        <w:t xml:space="preserve">, </w:t>
      </w:r>
      <w:r w:rsidR="00AD780D">
        <w:fldChar w:fldCharType="begin">
          <w:ffData>
            <w:name w:val=""/>
            <w:enabled/>
            <w:calcOnExit w:val="0"/>
            <w:textInput>
              <w:default w:val="tt. Monat jjjj"/>
            </w:textInput>
          </w:ffData>
        </w:fldChar>
      </w:r>
      <w:r w:rsidR="00AD780D">
        <w:instrText xml:space="preserve"> FORMTEXT </w:instrText>
      </w:r>
      <w:r w:rsidR="00AD780D">
        <w:fldChar w:fldCharType="separate"/>
      </w:r>
      <w:r w:rsidR="00AD780D">
        <w:rPr>
          <w:noProof/>
        </w:rPr>
        <w:t>tt. Monat jjjj</w:t>
      </w:r>
      <w:r w:rsidR="00AD780D">
        <w:fldChar w:fldCharType="end"/>
      </w:r>
    </w:p>
    <w:p w14:paraId="22001E36" w14:textId="7993BC1B" w:rsidR="00065C51" w:rsidRDefault="00065C51" w:rsidP="00B41658"/>
    <w:p w14:paraId="33A44461" w14:textId="77777777" w:rsidR="00065C51" w:rsidRDefault="00065C51" w:rsidP="00B41658"/>
    <w:p w14:paraId="6BE4C784" w14:textId="77777777" w:rsidR="00B41658" w:rsidRDefault="00E34A37" w:rsidP="00B41658">
      <w:r>
        <w:fldChar w:fldCharType="begin">
          <w:ffData>
            <w:name w:val=""/>
            <w:enabled/>
            <w:calcOnExit w:val="0"/>
            <w:textInput>
              <w:default w:val="Vorname Nachname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Vorname Nachname</w:t>
      </w:r>
      <w:r>
        <w:fldChar w:fldCharType="end"/>
      </w:r>
    </w:p>
    <w:p w14:paraId="36688C02" w14:textId="48D435BC" w:rsidR="00065C51" w:rsidRPr="00065C51" w:rsidRDefault="00E34A37" w:rsidP="00065C51">
      <w:r>
        <w:fldChar w:fldCharType="begin">
          <w:ffData>
            <w:name w:val=""/>
            <w:enabled/>
            <w:calcOnExit w:val="0"/>
            <w:textInput>
              <w:default w:val="Position/Funktion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Position/Funktion</w:t>
      </w:r>
      <w:r>
        <w:fldChar w:fldCharType="end"/>
      </w:r>
      <w:r w:rsidR="00065C51">
        <w:br/>
      </w:r>
      <w:r w:rsidR="00065C51">
        <w:fldChar w:fldCharType="begin">
          <w:ffData>
            <w:name w:val=""/>
            <w:enabled/>
            <w:calcOnExit w:val="0"/>
            <w:textInput>
              <w:default w:val="Robert Bosch Stiftung GmbH"/>
            </w:textInput>
          </w:ffData>
        </w:fldChar>
      </w:r>
      <w:r w:rsidR="00065C51">
        <w:instrText xml:space="preserve"> FORMTEXT </w:instrText>
      </w:r>
      <w:r w:rsidR="00065C51">
        <w:fldChar w:fldCharType="separate"/>
      </w:r>
      <w:r w:rsidR="00065C51">
        <w:rPr>
          <w:noProof/>
        </w:rPr>
        <w:t>Robert Bosch Stiftung GmbH</w:t>
      </w:r>
      <w:r w:rsidR="00065C51">
        <w:fldChar w:fldCharType="end"/>
      </w:r>
    </w:p>
    <w:p w14:paraId="42C70991" w14:textId="63CFECE9" w:rsidR="00B41658" w:rsidRPr="00065C51" w:rsidRDefault="00B41658" w:rsidP="00B41658">
      <w:pPr>
        <w:rPr>
          <w:rFonts w:cs="Arial"/>
          <w:kern w:val="0"/>
          <w:sz w:val="20"/>
          <w:szCs w:val="20"/>
        </w:rPr>
      </w:pPr>
    </w:p>
    <w:p w14:paraId="68C6C7D4" w14:textId="0BE0B525" w:rsidR="00131699" w:rsidRDefault="00131699" w:rsidP="00B41658"/>
    <w:sectPr w:rsidR="00131699" w:rsidSect="003B3B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3737" w:right="2438" w:bottom="3289" w:left="1673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C5763" w14:textId="77777777" w:rsidR="00065C51" w:rsidRDefault="00065C51" w:rsidP="00A96B58">
      <w:pPr>
        <w:spacing w:line="240" w:lineRule="auto"/>
      </w:pPr>
      <w:r>
        <w:separator/>
      </w:r>
    </w:p>
  </w:endnote>
  <w:endnote w:type="continuationSeparator" w:id="0">
    <w:p w14:paraId="3CDAE23B" w14:textId="77777777" w:rsidR="00065C51" w:rsidRDefault="00065C51" w:rsidP="00A96B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ADDF5" w14:textId="77777777" w:rsidR="00D16CDE" w:rsidRDefault="00D16CD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artnerlogos"/>
      <w:tblW w:w="0" w:type="auto"/>
      <w:tblLook w:val="04A0" w:firstRow="1" w:lastRow="0" w:firstColumn="1" w:lastColumn="0" w:noHBand="0" w:noVBand="1"/>
    </w:tblPr>
    <w:tblGrid>
      <w:gridCol w:w="7795"/>
    </w:tblGrid>
    <w:tr w:rsidR="00C33F92" w14:paraId="4CC0CBFF" w14:textId="77777777" w:rsidTr="003B3B0A">
      <w:trPr>
        <w:trHeight w:val="1418"/>
      </w:trPr>
      <w:tc>
        <w:tcPr>
          <w:tcW w:w="7785" w:type="dxa"/>
          <w:noWrap/>
        </w:tcPr>
        <w:p w14:paraId="26DECF3B" w14:textId="77777777" w:rsidR="003B3B0A" w:rsidRDefault="003B3B0A" w:rsidP="003B3B0A">
          <w:pPr>
            <w:pStyle w:val="Fuzeile"/>
            <w:tabs>
              <w:tab w:val="left" w:pos="1276"/>
              <w:tab w:val="left" w:pos="3261"/>
            </w:tabs>
          </w:pPr>
          <w:r>
            <w:rPr>
              <w:noProof/>
              <w:lang w:eastAsia="de-DE"/>
            </w:rPr>
            <w:drawing>
              <wp:inline distT="0" distB="0" distL="0" distR="0" wp14:anchorId="60992A27" wp14:editId="6EF30A55">
                <wp:extent cx="461484" cy="461484"/>
                <wp:effectExtent l="0" t="0" r="0" b="0"/>
                <wp:docPr id="6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artnerLogo_Gelb_TIL_0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1484" cy="46148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ab/>
          </w:r>
          <w:r>
            <w:rPr>
              <w:noProof/>
              <w:lang w:eastAsia="de-DE"/>
            </w:rPr>
            <w:drawing>
              <wp:inline distT="0" distB="0" distL="0" distR="0" wp14:anchorId="7CE05BDB" wp14:editId="4630DFDD">
                <wp:extent cx="834059" cy="359873"/>
                <wp:effectExtent l="0" t="0" r="4445" b="2540"/>
                <wp:docPr id="7" name="Grafik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PartnerLogo_Baden-Wueertemb_001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34059" cy="3598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tab/>
          </w:r>
          <w:r>
            <w:rPr>
              <w:noProof/>
              <w:lang w:eastAsia="de-DE"/>
            </w:rPr>
            <w:drawing>
              <wp:inline distT="0" distB="0" distL="0" distR="0" wp14:anchorId="5C08EC23" wp14:editId="5D57E629">
                <wp:extent cx="1816300" cy="381042"/>
                <wp:effectExtent l="0" t="0" r="0" b="0"/>
                <wp:docPr id="8" name="Grafik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PartnerLogo_BayrischStaat_001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16300" cy="3810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B5ECD01" w14:textId="77777777" w:rsidR="00C33F92" w:rsidRDefault="00C33F9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A041F" w14:textId="77777777" w:rsidR="00D16CDE" w:rsidRDefault="00D16CD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0AB54" w14:textId="77777777" w:rsidR="00065C51" w:rsidRDefault="00065C51" w:rsidP="00A96B58">
      <w:pPr>
        <w:spacing w:line="240" w:lineRule="auto"/>
      </w:pPr>
      <w:r>
        <w:separator/>
      </w:r>
    </w:p>
  </w:footnote>
  <w:footnote w:type="continuationSeparator" w:id="0">
    <w:p w14:paraId="02A2964B" w14:textId="77777777" w:rsidR="00065C51" w:rsidRDefault="00065C51" w:rsidP="00A96B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17F1A" w14:textId="77777777" w:rsidR="00D16CDE" w:rsidRDefault="00D16CD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F3B7D" w14:textId="77777777" w:rsidR="0010785B" w:rsidRDefault="00D16CDE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5408" behindDoc="0" locked="0" layoutInCell="1" allowOverlap="1" wp14:anchorId="74B88DF3" wp14:editId="672A90D2">
          <wp:simplePos x="0" y="0"/>
          <wp:positionH relativeFrom="margin">
            <wp:posOffset>-309245</wp:posOffset>
          </wp:positionH>
          <wp:positionV relativeFrom="margin">
            <wp:posOffset>243122</wp:posOffset>
          </wp:positionV>
          <wp:extent cx="1080000" cy="1537200"/>
          <wp:effectExtent l="0" t="0" r="6350" b="635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Urkunde Icon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153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6702B7B5" wp14:editId="6E4E7869">
              <wp:simplePos x="0" y="0"/>
              <wp:positionH relativeFrom="page">
                <wp:posOffset>2695575</wp:posOffset>
              </wp:positionH>
              <wp:positionV relativeFrom="page">
                <wp:posOffset>2087880</wp:posOffset>
              </wp:positionV>
              <wp:extent cx="4860000" cy="2592000"/>
              <wp:effectExtent l="0" t="0" r="0" b="0"/>
              <wp:wrapNone/>
              <wp:docPr id="4" name="Rechtec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0000" cy="2592000"/>
                      </a:xfrm>
                      <a:prstGeom prst="rect">
                        <a:avLst/>
                      </a:prstGeom>
                      <a:solidFill>
                        <a:srgbClr val="E2E5E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F72DE4D" id="Rechteck 4" o:spid="_x0000_s1026" style="position:absolute;margin-left:212.25pt;margin-top:164.4pt;width:382.7pt;height:204.1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" fillcolor="#e2e5e7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36E564B" wp14:editId="4AF168B7">
              <wp:simplePos x="0" y="0"/>
              <wp:positionH relativeFrom="page">
                <wp:posOffset>0</wp:posOffset>
              </wp:positionH>
              <wp:positionV relativeFrom="page">
                <wp:posOffset>2088515</wp:posOffset>
              </wp:positionV>
              <wp:extent cx="2592000" cy="2592000"/>
              <wp:effectExtent l="0" t="0" r="0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92000" cy="2592000"/>
                      </a:xfrm>
                      <a:prstGeom prst="rect">
                        <a:avLst/>
                      </a:prstGeom>
                      <a:solidFill>
                        <a:srgbClr val="ED1C2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D1BA6F7" id="Rechteck 1" o:spid="_x0000_s1026" style="position:absolute;margin-left:0;margin-top:164.45pt;width:204.1pt;height:204.1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" fillcolor="#ed1c24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9264" behindDoc="0" locked="1" layoutInCell="1" allowOverlap="1" wp14:anchorId="2A4B1CC8" wp14:editId="1E9BF881">
          <wp:simplePos x="0" y="0"/>
          <wp:positionH relativeFrom="page">
            <wp:posOffset>396240</wp:posOffset>
          </wp:positionH>
          <wp:positionV relativeFrom="page">
            <wp:posOffset>402590</wp:posOffset>
          </wp:positionV>
          <wp:extent cx="2224405" cy="946785"/>
          <wp:effectExtent l="0" t="0" r="0" b="5715"/>
          <wp:wrapNone/>
          <wp:docPr id="40" name="Grafik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BS_Logo_RGB.w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4405" cy="946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DF45" w14:textId="77777777" w:rsidR="00D16CDE" w:rsidRDefault="00D16CD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C51"/>
    <w:rsid w:val="00065C51"/>
    <w:rsid w:val="000D04CF"/>
    <w:rsid w:val="000E0B6C"/>
    <w:rsid w:val="0010785B"/>
    <w:rsid w:val="00131699"/>
    <w:rsid w:val="001D4400"/>
    <w:rsid w:val="002119F0"/>
    <w:rsid w:val="002812D2"/>
    <w:rsid w:val="002A29A2"/>
    <w:rsid w:val="00327A63"/>
    <w:rsid w:val="0036455B"/>
    <w:rsid w:val="003B3B0A"/>
    <w:rsid w:val="00400804"/>
    <w:rsid w:val="004C06D0"/>
    <w:rsid w:val="00536428"/>
    <w:rsid w:val="00561332"/>
    <w:rsid w:val="005C50F1"/>
    <w:rsid w:val="00683FBF"/>
    <w:rsid w:val="0069618F"/>
    <w:rsid w:val="006A112B"/>
    <w:rsid w:val="006D19B8"/>
    <w:rsid w:val="00706727"/>
    <w:rsid w:val="00821310"/>
    <w:rsid w:val="00823936"/>
    <w:rsid w:val="00843469"/>
    <w:rsid w:val="00920D03"/>
    <w:rsid w:val="00A7751C"/>
    <w:rsid w:val="00A96B58"/>
    <w:rsid w:val="00AD780D"/>
    <w:rsid w:val="00B41658"/>
    <w:rsid w:val="00BA35B0"/>
    <w:rsid w:val="00BE5FAF"/>
    <w:rsid w:val="00C114D0"/>
    <w:rsid w:val="00C33F92"/>
    <w:rsid w:val="00CA41C6"/>
    <w:rsid w:val="00D16CDE"/>
    <w:rsid w:val="00E34A37"/>
    <w:rsid w:val="00ED5E8E"/>
    <w:rsid w:val="00EE3DE1"/>
    <w:rsid w:val="00F61AC0"/>
    <w:rsid w:val="00F63EAE"/>
    <w:rsid w:val="00F663DC"/>
    <w:rsid w:val="00FB0996"/>
    <w:rsid w:val="00FE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4C7AAD"/>
  <w15:chartTrackingRefBased/>
  <w15:docId w15:val="{068FA8D3-E75A-4084-A15E-C9CCAD88A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7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31699"/>
    <w:rPr>
      <w:kern w:val="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A96B5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69618F"/>
    <w:rPr>
      <w:kern w:val="4"/>
    </w:rPr>
  </w:style>
  <w:style w:type="paragraph" w:styleId="Fuzeile">
    <w:name w:val="footer"/>
    <w:basedOn w:val="Standard"/>
    <w:link w:val="FuzeileZchn"/>
    <w:uiPriority w:val="99"/>
    <w:semiHidden/>
    <w:rsid w:val="00A96B5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69618F"/>
    <w:rPr>
      <w:kern w:val="4"/>
    </w:rPr>
  </w:style>
  <w:style w:type="paragraph" w:styleId="Titel">
    <w:name w:val="Title"/>
    <w:basedOn w:val="Standard"/>
    <w:next w:val="Untertitel"/>
    <w:link w:val="TitelZchn"/>
    <w:uiPriority w:val="10"/>
    <w:qFormat/>
    <w:rsid w:val="00C33F92"/>
    <w:pPr>
      <w:spacing w:line="540" w:lineRule="atLeast"/>
    </w:pPr>
    <w:rPr>
      <w:b/>
      <w:sz w:val="36"/>
      <w:szCs w:val="40"/>
    </w:rPr>
  </w:style>
  <w:style w:type="character" w:customStyle="1" w:styleId="TitelZchn">
    <w:name w:val="Titel Zchn"/>
    <w:basedOn w:val="Absatz-Standardschriftart"/>
    <w:link w:val="Titel"/>
    <w:uiPriority w:val="10"/>
    <w:rsid w:val="00C33F92"/>
    <w:rPr>
      <w:b/>
      <w:sz w:val="36"/>
      <w:szCs w:val="40"/>
    </w:rPr>
  </w:style>
  <w:style w:type="paragraph" w:styleId="Untertitel">
    <w:name w:val="Subtitle"/>
    <w:basedOn w:val="Standard"/>
    <w:next w:val="Einleitung"/>
    <w:link w:val="UntertitelZchn"/>
    <w:uiPriority w:val="11"/>
    <w:qFormat/>
    <w:rsid w:val="0010785B"/>
    <w:pPr>
      <w:spacing w:after="360" w:line="540" w:lineRule="atLeast"/>
      <w:contextualSpacing/>
    </w:pPr>
    <w:rPr>
      <w:sz w:val="36"/>
      <w:szCs w:val="4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0785B"/>
    <w:rPr>
      <w:kern w:val="4"/>
      <w:sz w:val="36"/>
      <w:szCs w:val="40"/>
    </w:rPr>
  </w:style>
  <w:style w:type="table" w:styleId="Tabellenraster">
    <w:name w:val="Table Grid"/>
    <w:basedOn w:val="NormaleTabelle"/>
    <w:uiPriority w:val="39"/>
    <w:rsid w:val="00683FB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683FBF"/>
    <w:pPr>
      <w:spacing w:line="240" w:lineRule="auto"/>
    </w:pPr>
    <w:tblPr>
      <w:tblCellMar>
        <w:left w:w="0" w:type="dxa"/>
        <w:right w:w="0" w:type="dxa"/>
      </w:tblCellMar>
    </w:tblPr>
  </w:style>
  <w:style w:type="paragraph" w:customStyle="1" w:styleId="Name">
    <w:name w:val="Name"/>
    <w:basedOn w:val="Standard"/>
    <w:qFormat/>
    <w:rsid w:val="00B41658"/>
    <w:pPr>
      <w:spacing w:line="360" w:lineRule="atLeast"/>
    </w:pPr>
    <w:rPr>
      <w:b/>
      <w:sz w:val="50"/>
      <w:szCs w:val="50"/>
    </w:rPr>
  </w:style>
  <w:style w:type="paragraph" w:customStyle="1" w:styleId="blanc">
    <w:name w:val="_blanc"/>
    <w:basedOn w:val="Standard"/>
    <w:semiHidden/>
    <w:qFormat/>
    <w:rsid w:val="00B41658"/>
    <w:pPr>
      <w:spacing w:line="240" w:lineRule="auto"/>
    </w:pPr>
    <w:rPr>
      <w:color w:val="FFFFFF" w:themeColor="background1"/>
      <w:sz w:val="2"/>
      <w:szCs w:val="2"/>
    </w:rPr>
  </w:style>
  <w:style w:type="paragraph" w:customStyle="1" w:styleId="Einleitung">
    <w:name w:val="Einleitung"/>
    <w:basedOn w:val="Standard"/>
    <w:qFormat/>
    <w:rsid w:val="0010785B"/>
    <w:pPr>
      <w:spacing w:line="360" w:lineRule="atLeast"/>
    </w:pPr>
    <w:rPr>
      <w:sz w:val="24"/>
      <w:szCs w:val="24"/>
    </w:rPr>
  </w:style>
  <w:style w:type="table" w:customStyle="1" w:styleId="Partnerlogos">
    <w:name w:val="_Partnerlogos"/>
    <w:basedOn w:val="NormaleTabelle"/>
    <w:uiPriority w:val="99"/>
    <w:rsid w:val="00C33F92"/>
    <w:pPr>
      <w:spacing w:line="240" w:lineRule="auto"/>
    </w:pPr>
    <w:tblPr>
      <w:tblCellMar>
        <w:left w:w="0" w:type="dxa"/>
        <w:right w:w="0" w:type="dxa"/>
      </w:tblCellMar>
    </w:tblPr>
    <w:tcPr>
      <w:vAlign w:val="bottom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1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S7ST\AppData\Local\Temp\7zO46EDB8D2\Urkunde%202%20Icon_RBS_001_180123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Urkunde 2 Icon_RBS_001_180123.dotx</Template>
  <TotalTime>0</TotalTime>
  <Pages>1</Pages>
  <Words>47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Urkunde</vt:lpstr>
    </vt:vector>
  </TitlesOfParts>
  <Company>Robert Bosch Stiftung GmbH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Urkunde</dc:title>
  <dc:subject/>
  <dc:creator>Koerner Sophie (Bosch-Stiftung)</dc:creator>
  <cp:keywords/>
  <dc:description>Vorlage Urkunde – Office 2013;_x000d_
Version 001;_x000d_
2018-01-23;</dc:description>
  <cp:lastModifiedBy>Koerner Sophie (Bosch-Stiftung)</cp:lastModifiedBy>
  <cp:revision>2</cp:revision>
  <dcterms:created xsi:type="dcterms:W3CDTF">2022-06-20T07:11:00Z</dcterms:created>
  <dcterms:modified xsi:type="dcterms:W3CDTF">2022-06-20T07:21:00Z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STRICHPUNKT</vt:lpwstr>
  </property>
  <property fmtid="{D5CDD505-2E9C-101B-9397-08002B2CF9AE}" pid="3" name="Erstellt am">
    <vt:lpwstr>2018-01-23</vt:lpwstr>
  </property>
  <property fmtid="{D5CDD505-2E9C-101B-9397-08002B2CF9AE}" pid="4" name="Bearbeiter">
    <vt:lpwstr>cmorfeld | office implementation</vt:lpwstr>
  </property>
  <property fmtid="{D5CDD505-2E9C-101B-9397-08002B2CF9AE}" pid="5" name="Version">
    <vt:lpwstr>001</vt:lpwstr>
  </property>
  <property fmtid="{D5CDD505-2E9C-101B-9397-08002B2CF9AE}" pid="6" name="Version vom">
    <vt:lpwstr>2018-01-23</vt:lpwstr>
  </property>
</Properties>
</file>