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ayouttabelle"/>
        <w:tblW w:w="8165" w:type="dxa"/>
        <w:tblInd w:w="142" w:type="dxa"/>
        <w:tblLayout w:type="fixed"/>
        <w:tblCellMar>
          <w:top w:w="1786" w:type="dxa"/>
          <w:right w:w="2041" w:type="dxa"/>
        </w:tblCellMar>
        <w:tblLook w:val="04A0" w:firstRow="1" w:lastRow="0" w:firstColumn="1" w:lastColumn="0" w:noHBand="0" w:noVBand="1"/>
      </w:tblPr>
      <w:tblGrid>
        <w:gridCol w:w="5104"/>
        <w:gridCol w:w="3061"/>
      </w:tblGrid>
      <w:tr w:rsidR="00314F12" w:rsidRPr="00314F12" w:rsidTr="007A45A7">
        <w:trPr>
          <w:cantSplit/>
          <w:trHeight w:hRule="exact" w:val="3402"/>
        </w:trPr>
        <w:tc>
          <w:tcPr>
            <w:tcW w:w="5104" w:type="dxa"/>
          </w:tcPr>
          <w:p w:rsidR="00387FD4" w:rsidRPr="00314F12" w:rsidRDefault="00504C7D" w:rsidP="00387FD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  <w:bookmarkStart w:id="0" w:name="_GoBack"/>
            <w:bookmarkEnd w:id="0"/>
          </w:p>
        </w:tc>
        <w:tc>
          <w:tcPr>
            <w:tcW w:w="3061" w:type="dxa"/>
            <w:tcMar>
              <w:right w:w="0" w:type="dxa"/>
            </w:tcMar>
          </w:tcPr>
          <w:p w:rsidR="00314F12" w:rsidRPr="00314F12" w:rsidRDefault="00504C7D" w:rsidP="008A58F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</w:tr>
      <w:tr w:rsidR="00637DD7" w:rsidTr="007A45A7">
        <w:trPr>
          <w:cantSplit/>
          <w:trHeight w:hRule="exact" w:val="3407"/>
        </w:trPr>
        <w:tc>
          <w:tcPr>
            <w:tcW w:w="5104" w:type="dxa"/>
          </w:tcPr>
          <w:p w:rsidR="009F7345" w:rsidRPr="00314F12" w:rsidRDefault="0007420A" w:rsidP="00387FD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  <w:tc>
          <w:tcPr>
            <w:tcW w:w="3061" w:type="dxa"/>
            <w:tcMar>
              <w:right w:w="0" w:type="dxa"/>
            </w:tcMar>
          </w:tcPr>
          <w:p w:rsidR="009F7345" w:rsidRPr="00314F12" w:rsidRDefault="0007420A" w:rsidP="008A58F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</w:tr>
      <w:tr w:rsidR="00314F12" w:rsidRPr="00314F12" w:rsidTr="007A45A7">
        <w:trPr>
          <w:cantSplit/>
          <w:trHeight w:hRule="exact" w:val="3407"/>
        </w:trPr>
        <w:tc>
          <w:tcPr>
            <w:tcW w:w="5104" w:type="dxa"/>
          </w:tcPr>
          <w:p w:rsidR="009F7345" w:rsidRPr="00314F12" w:rsidRDefault="0007420A" w:rsidP="00387FD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  <w:tc>
          <w:tcPr>
            <w:tcW w:w="3061" w:type="dxa"/>
            <w:tcMar>
              <w:right w:w="0" w:type="dxa"/>
            </w:tcMar>
          </w:tcPr>
          <w:p w:rsidR="00637DD7" w:rsidRPr="00314F12" w:rsidRDefault="00637DD7" w:rsidP="008A58F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="00F025E2"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</w:tr>
      <w:tr w:rsidR="00637DD7" w:rsidTr="007A45A7">
        <w:trPr>
          <w:cantSplit/>
          <w:trHeight w:hRule="exact" w:val="3430"/>
        </w:trPr>
        <w:tc>
          <w:tcPr>
            <w:tcW w:w="5104" w:type="dxa"/>
          </w:tcPr>
          <w:p w:rsidR="00637DD7" w:rsidRPr="00314F12" w:rsidRDefault="0007420A" w:rsidP="00387FD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  <w:tc>
          <w:tcPr>
            <w:tcW w:w="3061" w:type="dxa"/>
            <w:tcMar>
              <w:right w:w="0" w:type="dxa"/>
            </w:tcMar>
          </w:tcPr>
          <w:p w:rsidR="00314F12" w:rsidRPr="00314F12" w:rsidRDefault="00504C7D" w:rsidP="008A58F4">
            <w:r w:rsidRPr="00314F12">
              <w:fldChar w:fldCharType="begin">
                <w:ffData>
                  <w:name w:val=""/>
                  <w:enabled/>
                  <w:calcOnExit w:val="0"/>
                  <w:textInput>
                    <w:default w:val="&lt;[Titel] Vorname Nachname&gt;"/>
                  </w:textInput>
                </w:ffData>
              </w:fldChar>
            </w:r>
            <w:r w:rsidRPr="00314F12">
              <w:instrText xml:space="preserve"> FORMTEXT </w:instrText>
            </w:r>
            <w:r w:rsidRPr="00314F12">
              <w:fldChar w:fldCharType="separate"/>
            </w:r>
            <w:r w:rsidRPr="00314F12">
              <w:rPr>
                <w:noProof/>
              </w:rPr>
              <w:t>&lt;[Titel] Vorname Nachname&gt;</w:t>
            </w:r>
            <w:r w:rsidRPr="00314F12">
              <w:fldChar w:fldCharType="end"/>
            </w:r>
          </w:p>
        </w:tc>
      </w:tr>
    </w:tbl>
    <w:p w:rsidR="002969B1" w:rsidRDefault="002969B1" w:rsidP="007A45A7">
      <w:pPr>
        <w:ind w:left="709"/>
      </w:pPr>
    </w:p>
    <w:sectPr w:rsidR="002969B1" w:rsidSect="002918E1">
      <w:headerReference w:type="default" r:id="rId7"/>
      <w:pgSz w:w="11906" w:h="16838"/>
      <w:pgMar w:top="1985" w:right="1418" w:bottom="567" w:left="209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E9" w:rsidRDefault="00B56EE9" w:rsidP="008A58F4">
      <w:pPr>
        <w:spacing w:line="240" w:lineRule="auto"/>
      </w:pPr>
      <w:r>
        <w:separator/>
      </w:r>
    </w:p>
  </w:endnote>
  <w:endnote w:type="continuationSeparator" w:id="0">
    <w:p w:rsidR="00B56EE9" w:rsidRDefault="00B56EE9" w:rsidP="008A5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E9" w:rsidRDefault="00B56EE9" w:rsidP="008A58F4">
      <w:pPr>
        <w:spacing w:line="240" w:lineRule="auto"/>
      </w:pPr>
      <w:r>
        <w:separator/>
      </w:r>
    </w:p>
  </w:footnote>
  <w:footnote w:type="continuationSeparator" w:id="0">
    <w:p w:rsidR="00B56EE9" w:rsidRDefault="00B56EE9" w:rsidP="008A5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F4" w:rsidRDefault="008A58F4" w:rsidP="008A58F4">
    <w:pPr>
      <w:pStyle w:val="zzPrePrint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574D785" wp14:editId="6E7CB61F">
          <wp:simplePos x="0" y="0"/>
          <wp:positionH relativeFrom="page">
            <wp:posOffset>123825</wp:posOffset>
          </wp:positionH>
          <wp:positionV relativeFrom="page">
            <wp:posOffset>-523875</wp:posOffset>
          </wp:positionV>
          <wp:extent cx="7558405" cy="1069149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SCHKARTEN VORDRUC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A7"/>
    <w:rsid w:val="00017307"/>
    <w:rsid w:val="000407AC"/>
    <w:rsid w:val="0007420A"/>
    <w:rsid w:val="002918E1"/>
    <w:rsid w:val="002969B1"/>
    <w:rsid w:val="002D03EA"/>
    <w:rsid w:val="00314F12"/>
    <w:rsid w:val="0038709D"/>
    <w:rsid w:val="00387FD4"/>
    <w:rsid w:val="004F3479"/>
    <w:rsid w:val="00504C7D"/>
    <w:rsid w:val="00595064"/>
    <w:rsid w:val="00637DD7"/>
    <w:rsid w:val="00716C6F"/>
    <w:rsid w:val="007A45A7"/>
    <w:rsid w:val="007E037B"/>
    <w:rsid w:val="008A58F4"/>
    <w:rsid w:val="009F7345"/>
    <w:rsid w:val="00B56EE9"/>
    <w:rsid w:val="00C16BD3"/>
    <w:rsid w:val="00C978AA"/>
    <w:rsid w:val="00CC581F"/>
    <w:rsid w:val="00D37EA8"/>
    <w:rsid w:val="00DC1573"/>
    <w:rsid w:val="00EB3250"/>
    <w:rsid w:val="00F0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244622-F734-467C-9DE7-FE500C93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30"/>
        <w:szCs w:val="30"/>
        <w:lang w:val="de-DE" w:eastAsia="en-US" w:bidi="ar-SA"/>
      </w:rPr>
    </w:rPrDefault>
    <w:pPrDefault>
      <w:pPr>
        <w:spacing w:after="200" w:line="39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709D"/>
    <w:pPr>
      <w:spacing w:after="0"/>
      <w:contextualSpacing/>
    </w:pPr>
    <w:rPr>
      <w:b/>
      <w:kern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zPrePrint">
    <w:name w:val="zz_PrePrint"/>
    <w:basedOn w:val="Standard"/>
    <w:rsid w:val="00C978AA"/>
    <w:rPr>
      <w:vanish/>
      <w:color w:val="D9D9D9" w:themeColor="background1" w:themeShade="D9"/>
    </w:rPr>
  </w:style>
  <w:style w:type="paragraph" w:styleId="Kopfzeile">
    <w:name w:val="header"/>
    <w:basedOn w:val="Standard"/>
    <w:link w:val="KopfzeileZchn"/>
    <w:uiPriority w:val="99"/>
    <w:semiHidden/>
    <w:rsid w:val="008A58F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A58F4"/>
  </w:style>
  <w:style w:type="paragraph" w:styleId="Fuzeile">
    <w:name w:val="footer"/>
    <w:basedOn w:val="Standard"/>
    <w:link w:val="FuzeileZchn"/>
    <w:uiPriority w:val="99"/>
    <w:semiHidden/>
    <w:rsid w:val="008A58F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A58F4"/>
  </w:style>
  <w:style w:type="paragraph" w:styleId="Sprechblasentext">
    <w:name w:val="Balloon Text"/>
    <w:basedOn w:val="Standard"/>
    <w:link w:val="SprechblasentextZchn"/>
    <w:uiPriority w:val="99"/>
    <w:semiHidden/>
    <w:rsid w:val="008A58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58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3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elle">
    <w:name w:val="Layouttabelle"/>
    <w:basedOn w:val="NormaleTabelle"/>
    <w:uiPriority w:val="99"/>
    <w:rsid w:val="00637DD7"/>
    <w:pPr>
      <w:spacing w:after="0"/>
    </w:p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l7st\Desktop\RBSG_Tischkarten_180125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CA0C24-7E48-4A8E-9773-5D0D0108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RBSG_Tischkarten_180125.dotx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Joos Larissa (Bosch-Stiftung)</dc:creator>
  <cp:lastModifiedBy>Joos Larissa (Bosch-Stiftung)</cp:lastModifiedBy>
  <cp:revision>2</cp:revision>
  <cp:lastPrinted>2018-01-25T14:14:00Z</cp:lastPrinted>
  <dcterms:created xsi:type="dcterms:W3CDTF">2018-01-25T13:58:00Z</dcterms:created>
  <dcterms:modified xsi:type="dcterms:W3CDTF">2018-01-25T14:19:00Z</dcterms:modified>
</cp:coreProperties>
</file>